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582A7560" w:rsidR="0035531B" w:rsidRDefault="0035531B" w:rsidP="00EB46E5">
      <w:pPr>
        <w:pStyle w:val="Titul2"/>
      </w:pPr>
      <w:r w:rsidRPr="00195B47">
        <w:t>„</w:t>
      </w:r>
      <w:r w:rsidR="00195B47" w:rsidRPr="00195B47">
        <w:t>Modernizace trati Praha-Bubny (včetně) – Praha-Výstaviště (včetně)</w:t>
      </w:r>
      <w:r w:rsidRPr="00195B47">
        <w:t>“</w:t>
      </w:r>
    </w:p>
    <w:p w14:paraId="4300B8A3" w14:textId="3418B1F1" w:rsidR="006C1ECA" w:rsidRDefault="006C1ECA" w:rsidP="00887491">
      <w:pPr>
        <w:pStyle w:val="Text1-1"/>
        <w:numPr>
          <w:ilvl w:val="0"/>
          <w:numId w:val="0"/>
        </w:numPr>
        <w:tabs>
          <w:tab w:val="left" w:pos="708"/>
        </w:tabs>
        <w:ind w:left="737" w:hanging="737"/>
      </w:pPr>
    </w:p>
    <w:p w14:paraId="326F2FB6" w14:textId="77777777" w:rsidR="006C1ECA" w:rsidRDefault="006C1ECA" w:rsidP="00887491">
      <w:pPr>
        <w:pStyle w:val="Text1-1"/>
        <w:numPr>
          <w:ilvl w:val="0"/>
          <w:numId w:val="0"/>
        </w:numPr>
        <w:tabs>
          <w:tab w:val="left" w:pos="708"/>
        </w:tabs>
        <w:ind w:left="737" w:hanging="737"/>
      </w:pPr>
    </w:p>
    <w:p w14:paraId="4C01166D" w14:textId="16240D10"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D3252E">
        <w:t>31328/2021-SŽ-SSZ-OVZ</w:t>
      </w:r>
    </w:p>
    <w:p w14:paraId="784E8321" w14:textId="7485C343" w:rsidR="006C1ECA" w:rsidRDefault="006C1ECA" w:rsidP="006C1ECA">
      <w:pPr>
        <w:spacing w:line="240" w:lineRule="auto"/>
        <w:rPr>
          <w:i/>
          <w:color w:val="FF0000"/>
        </w:rPr>
      </w:pPr>
    </w:p>
    <w:p w14:paraId="4AA0E3CA" w14:textId="194F9F5E" w:rsidR="002B0231" w:rsidRDefault="002B0231" w:rsidP="006C1ECA">
      <w:pPr>
        <w:spacing w:line="240" w:lineRule="auto"/>
        <w:rPr>
          <w:i/>
          <w:color w:val="FF0000"/>
        </w:rPr>
      </w:pPr>
    </w:p>
    <w:p w14:paraId="1EA18A9A" w14:textId="364F0B4A" w:rsidR="002B0231" w:rsidRDefault="002B0231" w:rsidP="006C1ECA">
      <w:pPr>
        <w:spacing w:line="240" w:lineRule="auto"/>
        <w:rPr>
          <w:i/>
          <w:color w:val="FF0000"/>
        </w:rPr>
      </w:pPr>
    </w:p>
    <w:p w14:paraId="1170EB74" w14:textId="29E32254" w:rsidR="002B0231" w:rsidRDefault="002B0231" w:rsidP="006C1ECA">
      <w:pPr>
        <w:spacing w:line="240" w:lineRule="auto"/>
        <w:rPr>
          <w:i/>
          <w:color w:val="FF0000"/>
        </w:rPr>
      </w:pPr>
    </w:p>
    <w:p w14:paraId="7FC85C2D" w14:textId="77777777" w:rsidR="006C1ECA" w:rsidRDefault="006C1ECA" w:rsidP="006C1ECA">
      <w:pPr>
        <w:pStyle w:val="Zpat"/>
        <w:tabs>
          <w:tab w:val="clear" w:pos="9072"/>
          <w:tab w:val="left" w:pos="6772"/>
        </w:tabs>
        <w:rPr>
          <w:sz w:val="2"/>
          <w:szCs w:val="2"/>
        </w:rPr>
      </w:pPr>
    </w:p>
    <w:p w14:paraId="0FE51D4F" w14:textId="77777777" w:rsidR="002B0231" w:rsidRDefault="002B0231" w:rsidP="002B0231">
      <w:pPr>
        <w:pStyle w:val="Zpat"/>
        <w:jc w:val="center"/>
        <w:rPr>
          <w:sz w:val="2"/>
          <w:szCs w:val="2"/>
        </w:rPr>
      </w:pPr>
      <w:r>
        <w:rPr>
          <w:noProof/>
          <w:sz w:val="2"/>
          <w:szCs w:val="2"/>
          <w:lang w:eastAsia="cs-CZ"/>
        </w:rPr>
        <w:drawing>
          <wp:inline distT="0" distB="0" distL="0" distR="0" wp14:anchorId="2EF725E0" wp14:editId="5A74DBC3">
            <wp:extent cx="3902075" cy="433070"/>
            <wp:effectExtent l="0" t="0" r="3175" b="508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2075" cy="433070"/>
                    </a:xfrm>
                    <a:prstGeom prst="rect">
                      <a:avLst/>
                    </a:prstGeom>
                    <a:noFill/>
                  </pic:spPr>
                </pic:pic>
              </a:graphicData>
            </a:graphic>
          </wp:inline>
        </w:drawing>
      </w:r>
    </w:p>
    <w:p w14:paraId="63A2157F" w14:textId="77777777" w:rsidR="002B0231" w:rsidRDefault="002B0231" w:rsidP="002B0231">
      <w:pPr>
        <w:pStyle w:val="Zpat"/>
        <w:jc w:val="center"/>
        <w:rPr>
          <w:rFonts w:cs="Calibri"/>
          <w:sz w:val="16"/>
          <w:szCs w:val="16"/>
        </w:rPr>
      </w:pPr>
    </w:p>
    <w:p w14:paraId="5C1F9302" w14:textId="77777777" w:rsidR="002B0231" w:rsidRPr="00460660" w:rsidRDefault="002B0231" w:rsidP="002B0231">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4257A6D1" w14:textId="77777777" w:rsidR="002B0231" w:rsidRDefault="002B0231" w:rsidP="002B0231">
      <w:pPr>
        <w:pStyle w:val="Zpat"/>
        <w:tabs>
          <w:tab w:val="clear" w:pos="9072"/>
          <w:tab w:val="left" w:pos="6772"/>
        </w:tabs>
        <w:rPr>
          <w:sz w:val="2"/>
          <w:szCs w:val="2"/>
        </w:rPr>
      </w:pPr>
    </w:p>
    <w:p w14:paraId="70463A0D" w14:textId="637E4BA5" w:rsidR="00826B7B" w:rsidRPr="00712607" w:rsidRDefault="002B0231">
      <w:pPr>
        <w:rPr>
          <w:i/>
        </w:rPr>
      </w:pPr>
      <w:r w:rsidRPr="00712607">
        <w:rPr>
          <w:i/>
        </w:rPr>
        <w:br w:type="page"/>
      </w:r>
    </w:p>
    <w:p w14:paraId="512DF723" w14:textId="77777777" w:rsidR="00BD7E91" w:rsidRDefault="00BD7E91" w:rsidP="00FE4333">
      <w:pPr>
        <w:pStyle w:val="Nadpisbezsl1-1"/>
      </w:pPr>
      <w:r>
        <w:lastRenderedPageBreak/>
        <w:t>Obsah</w:t>
      </w:r>
      <w:r w:rsidR="00887F36">
        <w:t xml:space="preserve"> </w:t>
      </w:r>
    </w:p>
    <w:p w14:paraId="71CE6D9B" w14:textId="672D55C1" w:rsidR="0059173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7344436" w:history="1">
        <w:r w:rsidR="0059173F" w:rsidRPr="00036022">
          <w:rPr>
            <w:rStyle w:val="Hypertextovodkaz"/>
          </w:rPr>
          <w:t>1.</w:t>
        </w:r>
        <w:r w:rsidR="0059173F">
          <w:rPr>
            <w:rFonts w:eastAsiaTheme="minorEastAsia"/>
            <w:caps w:val="0"/>
            <w:noProof/>
            <w:sz w:val="22"/>
            <w:szCs w:val="22"/>
            <w:lang w:eastAsia="cs-CZ"/>
          </w:rPr>
          <w:tab/>
        </w:r>
        <w:r w:rsidR="0059173F" w:rsidRPr="00036022">
          <w:rPr>
            <w:rStyle w:val="Hypertextovodkaz"/>
          </w:rPr>
          <w:t>ÚVODNÍ USTANOVENÍ</w:t>
        </w:r>
        <w:r w:rsidR="0059173F">
          <w:rPr>
            <w:noProof/>
            <w:webHidden/>
          </w:rPr>
          <w:tab/>
        </w:r>
        <w:r w:rsidR="0059173F">
          <w:rPr>
            <w:noProof/>
            <w:webHidden/>
          </w:rPr>
          <w:fldChar w:fldCharType="begin"/>
        </w:r>
        <w:r w:rsidR="0059173F">
          <w:rPr>
            <w:noProof/>
            <w:webHidden/>
          </w:rPr>
          <w:instrText xml:space="preserve"> PAGEREF _Toc87344436 \h </w:instrText>
        </w:r>
        <w:r w:rsidR="0059173F">
          <w:rPr>
            <w:noProof/>
            <w:webHidden/>
          </w:rPr>
        </w:r>
        <w:r w:rsidR="0059173F">
          <w:rPr>
            <w:noProof/>
            <w:webHidden/>
          </w:rPr>
          <w:fldChar w:fldCharType="separate"/>
        </w:r>
        <w:r w:rsidR="002435E8">
          <w:rPr>
            <w:noProof/>
            <w:webHidden/>
          </w:rPr>
          <w:t>3</w:t>
        </w:r>
        <w:r w:rsidR="0059173F">
          <w:rPr>
            <w:noProof/>
            <w:webHidden/>
          </w:rPr>
          <w:fldChar w:fldCharType="end"/>
        </w:r>
      </w:hyperlink>
    </w:p>
    <w:p w14:paraId="174FB4DE" w14:textId="05F2710F" w:rsidR="0059173F" w:rsidRDefault="009D6F00">
      <w:pPr>
        <w:pStyle w:val="Obsah1"/>
        <w:rPr>
          <w:rFonts w:eastAsiaTheme="minorEastAsia"/>
          <w:caps w:val="0"/>
          <w:noProof/>
          <w:sz w:val="22"/>
          <w:szCs w:val="22"/>
          <w:lang w:eastAsia="cs-CZ"/>
        </w:rPr>
      </w:pPr>
      <w:hyperlink w:anchor="_Toc87344437" w:history="1">
        <w:r w:rsidR="0059173F" w:rsidRPr="00036022">
          <w:rPr>
            <w:rStyle w:val="Hypertextovodkaz"/>
          </w:rPr>
          <w:t>2.</w:t>
        </w:r>
        <w:r w:rsidR="0059173F">
          <w:rPr>
            <w:rFonts w:eastAsiaTheme="minorEastAsia"/>
            <w:caps w:val="0"/>
            <w:noProof/>
            <w:sz w:val="22"/>
            <w:szCs w:val="22"/>
            <w:lang w:eastAsia="cs-CZ"/>
          </w:rPr>
          <w:tab/>
        </w:r>
        <w:r w:rsidR="0059173F" w:rsidRPr="00036022">
          <w:rPr>
            <w:rStyle w:val="Hypertextovodkaz"/>
          </w:rPr>
          <w:t>IDENTIFIKAČNÍ ÚDAJE ZADAVATELE</w:t>
        </w:r>
        <w:r w:rsidR="0059173F">
          <w:rPr>
            <w:noProof/>
            <w:webHidden/>
          </w:rPr>
          <w:tab/>
        </w:r>
        <w:r w:rsidR="0059173F">
          <w:rPr>
            <w:noProof/>
            <w:webHidden/>
          </w:rPr>
          <w:fldChar w:fldCharType="begin"/>
        </w:r>
        <w:r w:rsidR="0059173F">
          <w:rPr>
            <w:noProof/>
            <w:webHidden/>
          </w:rPr>
          <w:instrText xml:space="preserve"> PAGEREF _Toc87344437 \h </w:instrText>
        </w:r>
        <w:r w:rsidR="0059173F">
          <w:rPr>
            <w:noProof/>
            <w:webHidden/>
          </w:rPr>
        </w:r>
        <w:r w:rsidR="0059173F">
          <w:rPr>
            <w:noProof/>
            <w:webHidden/>
          </w:rPr>
          <w:fldChar w:fldCharType="separate"/>
        </w:r>
        <w:r w:rsidR="002435E8">
          <w:rPr>
            <w:noProof/>
            <w:webHidden/>
          </w:rPr>
          <w:t>3</w:t>
        </w:r>
        <w:r w:rsidR="0059173F">
          <w:rPr>
            <w:noProof/>
            <w:webHidden/>
          </w:rPr>
          <w:fldChar w:fldCharType="end"/>
        </w:r>
      </w:hyperlink>
    </w:p>
    <w:p w14:paraId="67DA6F4E" w14:textId="212C436F" w:rsidR="0059173F" w:rsidRDefault="009D6F00">
      <w:pPr>
        <w:pStyle w:val="Obsah1"/>
        <w:rPr>
          <w:rFonts w:eastAsiaTheme="minorEastAsia"/>
          <w:caps w:val="0"/>
          <w:noProof/>
          <w:sz w:val="22"/>
          <w:szCs w:val="22"/>
          <w:lang w:eastAsia="cs-CZ"/>
        </w:rPr>
      </w:pPr>
      <w:hyperlink w:anchor="_Toc87344438" w:history="1">
        <w:r w:rsidR="0059173F" w:rsidRPr="00036022">
          <w:rPr>
            <w:rStyle w:val="Hypertextovodkaz"/>
          </w:rPr>
          <w:t>3.</w:t>
        </w:r>
        <w:r w:rsidR="0059173F">
          <w:rPr>
            <w:rFonts w:eastAsiaTheme="minorEastAsia"/>
            <w:caps w:val="0"/>
            <w:noProof/>
            <w:sz w:val="22"/>
            <w:szCs w:val="22"/>
            <w:lang w:eastAsia="cs-CZ"/>
          </w:rPr>
          <w:tab/>
        </w:r>
        <w:r w:rsidR="0059173F" w:rsidRPr="00036022">
          <w:rPr>
            <w:rStyle w:val="Hypertextovodkaz"/>
          </w:rPr>
          <w:t>KOMUNIKACE MEZI ZADAVATELEM a DODAVATELEM</w:t>
        </w:r>
        <w:r w:rsidR="0059173F">
          <w:rPr>
            <w:noProof/>
            <w:webHidden/>
          </w:rPr>
          <w:tab/>
        </w:r>
        <w:r w:rsidR="0059173F">
          <w:rPr>
            <w:noProof/>
            <w:webHidden/>
          </w:rPr>
          <w:fldChar w:fldCharType="begin"/>
        </w:r>
        <w:r w:rsidR="0059173F">
          <w:rPr>
            <w:noProof/>
            <w:webHidden/>
          </w:rPr>
          <w:instrText xml:space="preserve"> PAGEREF _Toc87344438 \h </w:instrText>
        </w:r>
        <w:r w:rsidR="0059173F">
          <w:rPr>
            <w:noProof/>
            <w:webHidden/>
          </w:rPr>
        </w:r>
        <w:r w:rsidR="0059173F">
          <w:rPr>
            <w:noProof/>
            <w:webHidden/>
          </w:rPr>
          <w:fldChar w:fldCharType="separate"/>
        </w:r>
        <w:r w:rsidR="002435E8">
          <w:rPr>
            <w:noProof/>
            <w:webHidden/>
          </w:rPr>
          <w:t>4</w:t>
        </w:r>
        <w:r w:rsidR="0059173F">
          <w:rPr>
            <w:noProof/>
            <w:webHidden/>
          </w:rPr>
          <w:fldChar w:fldCharType="end"/>
        </w:r>
      </w:hyperlink>
    </w:p>
    <w:p w14:paraId="41ECE831" w14:textId="072D14B0" w:rsidR="0059173F" w:rsidRDefault="009D6F00">
      <w:pPr>
        <w:pStyle w:val="Obsah1"/>
        <w:rPr>
          <w:rFonts w:eastAsiaTheme="minorEastAsia"/>
          <w:caps w:val="0"/>
          <w:noProof/>
          <w:sz w:val="22"/>
          <w:szCs w:val="22"/>
          <w:lang w:eastAsia="cs-CZ"/>
        </w:rPr>
      </w:pPr>
      <w:hyperlink w:anchor="_Toc87344439" w:history="1">
        <w:r w:rsidR="0059173F" w:rsidRPr="00036022">
          <w:rPr>
            <w:rStyle w:val="Hypertextovodkaz"/>
          </w:rPr>
          <w:t>4.</w:t>
        </w:r>
        <w:r w:rsidR="0059173F">
          <w:rPr>
            <w:rFonts w:eastAsiaTheme="minorEastAsia"/>
            <w:caps w:val="0"/>
            <w:noProof/>
            <w:sz w:val="22"/>
            <w:szCs w:val="22"/>
            <w:lang w:eastAsia="cs-CZ"/>
          </w:rPr>
          <w:tab/>
        </w:r>
        <w:r w:rsidR="0059173F" w:rsidRPr="00036022">
          <w:rPr>
            <w:rStyle w:val="Hypertextovodkaz"/>
          </w:rPr>
          <w:t>ÚČEL a PŘEDMĚT PLNĚNÍ VEŘEJNÉ ZAKÁZKY</w:t>
        </w:r>
        <w:r w:rsidR="0059173F">
          <w:rPr>
            <w:noProof/>
            <w:webHidden/>
          </w:rPr>
          <w:tab/>
        </w:r>
        <w:r w:rsidR="0059173F">
          <w:rPr>
            <w:noProof/>
            <w:webHidden/>
          </w:rPr>
          <w:fldChar w:fldCharType="begin"/>
        </w:r>
        <w:r w:rsidR="0059173F">
          <w:rPr>
            <w:noProof/>
            <w:webHidden/>
          </w:rPr>
          <w:instrText xml:space="preserve"> PAGEREF _Toc87344439 \h </w:instrText>
        </w:r>
        <w:r w:rsidR="0059173F">
          <w:rPr>
            <w:noProof/>
            <w:webHidden/>
          </w:rPr>
        </w:r>
        <w:r w:rsidR="0059173F">
          <w:rPr>
            <w:noProof/>
            <w:webHidden/>
          </w:rPr>
          <w:fldChar w:fldCharType="separate"/>
        </w:r>
        <w:r w:rsidR="002435E8">
          <w:rPr>
            <w:noProof/>
            <w:webHidden/>
          </w:rPr>
          <w:t>4</w:t>
        </w:r>
        <w:r w:rsidR="0059173F">
          <w:rPr>
            <w:noProof/>
            <w:webHidden/>
          </w:rPr>
          <w:fldChar w:fldCharType="end"/>
        </w:r>
      </w:hyperlink>
    </w:p>
    <w:p w14:paraId="38946602" w14:textId="1E150EFB" w:rsidR="0059173F" w:rsidRDefault="009D6F00">
      <w:pPr>
        <w:pStyle w:val="Obsah1"/>
        <w:rPr>
          <w:rFonts w:eastAsiaTheme="minorEastAsia"/>
          <w:caps w:val="0"/>
          <w:noProof/>
          <w:sz w:val="22"/>
          <w:szCs w:val="22"/>
          <w:lang w:eastAsia="cs-CZ"/>
        </w:rPr>
      </w:pPr>
      <w:hyperlink w:anchor="_Toc87344440" w:history="1">
        <w:r w:rsidR="0059173F" w:rsidRPr="00036022">
          <w:rPr>
            <w:rStyle w:val="Hypertextovodkaz"/>
          </w:rPr>
          <w:t>5.</w:t>
        </w:r>
        <w:r w:rsidR="0059173F">
          <w:rPr>
            <w:rFonts w:eastAsiaTheme="minorEastAsia"/>
            <w:caps w:val="0"/>
            <w:noProof/>
            <w:sz w:val="22"/>
            <w:szCs w:val="22"/>
            <w:lang w:eastAsia="cs-CZ"/>
          </w:rPr>
          <w:tab/>
        </w:r>
        <w:r w:rsidR="0059173F" w:rsidRPr="00036022">
          <w:rPr>
            <w:rStyle w:val="Hypertextovodkaz"/>
          </w:rPr>
          <w:t>ZDROJE FINANCOVÁNÍ a PŘEDPOKLÁDANÁ HODNOTA VEŘEJNÉ ZAKÁZKY</w:t>
        </w:r>
        <w:r w:rsidR="0059173F">
          <w:rPr>
            <w:noProof/>
            <w:webHidden/>
          </w:rPr>
          <w:tab/>
        </w:r>
        <w:r w:rsidR="0059173F">
          <w:rPr>
            <w:noProof/>
            <w:webHidden/>
          </w:rPr>
          <w:fldChar w:fldCharType="begin"/>
        </w:r>
        <w:r w:rsidR="0059173F">
          <w:rPr>
            <w:noProof/>
            <w:webHidden/>
          </w:rPr>
          <w:instrText xml:space="preserve"> PAGEREF _Toc87344440 \h </w:instrText>
        </w:r>
        <w:r w:rsidR="0059173F">
          <w:rPr>
            <w:noProof/>
            <w:webHidden/>
          </w:rPr>
        </w:r>
        <w:r w:rsidR="0059173F">
          <w:rPr>
            <w:noProof/>
            <w:webHidden/>
          </w:rPr>
          <w:fldChar w:fldCharType="separate"/>
        </w:r>
        <w:r w:rsidR="002435E8">
          <w:rPr>
            <w:noProof/>
            <w:webHidden/>
          </w:rPr>
          <w:t>5</w:t>
        </w:r>
        <w:r w:rsidR="0059173F">
          <w:rPr>
            <w:noProof/>
            <w:webHidden/>
          </w:rPr>
          <w:fldChar w:fldCharType="end"/>
        </w:r>
      </w:hyperlink>
    </w:p>
    <w:p w14:paraId="301A3C22" w14:textId="118CC32A" w:rsidR="0059173F" w:rsidRDefault="009D6F00">
      <w:pPr>
        <w:pStyle w:val="Obsah1"/>
        <w:rPr>
          <w:rFonts w:eastAsiaTheme="minorEastAsia"/>
          <w:caps w:val="0"/>
          <w:noProof/>
          <w:sz w:val="22"/>
          <w:szCs w:val="22"/>
          <w:lang w:eastAsia="cs-CZ"/>
        </w:rPr>
      </w:pPr>
      <w:hyperlink w:anchor="_Toc87344441" w:history="1">
        <w:r w:rsidR="0059173F" w:rsidRPr="00036022">
          <w:rPr>
            <w:rStyle w:val="Hypertextovodkaz"/>
          </w:rPr>
          <w:t>6.</w:t>
        </w:r>
        <w:r w:rsidR="0059173F">
          <w:rPr>
            <w:rFonts w:eastAsiaTheme="minorEastAsia"/>
            <w:caps w:val="0"/>
            <w:noProof/>
            <w:sz w:val="22"/>
            <w:szCs w:val="22"/>
            <w:lang w:eastAsia="cs-CZ"/>
          </w:rPr>
          <w:tab/>
        </w:r>
        <w:r w:rsidR="0059173F" w:rsidRPr="00036022">
          <w:rPr>
            <w:rStyle w:val="Hypertextovodkaz"/>
          </w:rPr>
          <w:t>OBSAH ZADÁVACÍ DOKUMENTACE</w:t>
        </w:r>
        <w:r w:rsidR="0059173F">
          <w:rPr>
            <w:noProof/>
            <w:webHidden/>
          </w:rPr>
          <w:tab/>
        </w:r>
        <w:r w:rsidR="0059173F">
          <w:rPr>
            <w:noProof/>
            <w:webHidden/>
          </w:rPr>
          <w:fldChar w:fldCharType="begin"/>
        </w:r>
        <w:r w:rsidR="0059173F">
          <w:rPr>
            <w:noProof/>
            <w:webHidden/>
          </w:rPr>
          <w:instrText xml:space="preserve"> PAGEREF _Toc87344441 \h </w:instrText>
        </w:r>
        <w:r w:rsidR="0059173F">
          <w:rPr>
            <w:noProof/>
            <w:webHidden/>
          </w:rPr>
        </w:r>
        <w:r w:rsidR="0059173F">
          <w:rPr>
            <w:noProof/>
            <w:webHidden/>
          </w:rPr>
          <w:fldChar w:fldCharType="separate"/>
        </w:r>
        <w:r w:rsidR="002435E8">
          <w:rPr>
            <w:noProof/>
            <w:webHidden/>
          </w:rPr>
          <w:t>5</w:t>
        </w:r>
        <w:r w:rsidR="0059173F">
          <w:rPr>
            <w:noProof/>
            <w:webHidden/>
          </w:rPr>
          <w:fldChar w:fldCharType="end"/>
        </w:r>
      </w:hyperlink>
    </w:p>
    <w:p w14:paraId="7981C348" w14:textId="71F4CDD7" w:rsidR="0059173F" w:rsidRDefault="009D6F00">
      <w:pPr>
        <w:pStyle w:val="Obsah1"/>
        <w:rPr>
          <w:rFonts w:eastAsiaTheme="minorEastAsia"/>
          <w:caps w:val="0"/>
          <w:noProof/>
          <w:sz w:val="22"/>
          <w:szCs w:val="22"/>
          <w:lang w:eastAsia="cs-CZ"/>
        </w:rPr>
      </w:pPr>
      <w:hyperlink w:anchor="_Toc87344442" w:history="1">
        <w:r w:rsidR="0059173F" w:rsidRPr="00036022">
          <w:rPr>
            <w:rStyle w:val="Hypertextovodkaz"/>
          </w:rPr>
          <w:t>7.</w:t>
        </w:r>
        <w:r w:rsidR="0059173F">
          <w:rPr>
            <w:rFonts w:eastAsiaTheme="minorEastAsia"/>
            <w:caps w:val="0"/>
            <w:noProof/>
            <w:sz w:val="22"/>
            <w:szCs w:val="22"/>
            <w:lang w:eastAsia="cs-CZ"/>
          </w:rPr>
          <w:tab/>
        </w:r>
        <w:r w:rsidR="0059173F" w:rsidRPr="00036022">
          <w:rPr>
            <w:rStyle w:val="Hypertextovodkaz"/>
          </w:rPr>
          <w:t>VYSVĚTLENÍ, ZMĚNY a DOPLNĚNÍ ZADÁVACÍ DOKUMENTACE</w:t>
        </w:r>
        <w:r w:rsidR="0059173F">
          <w:rPr>
            <w:noProof/>
            <w:webHidden/>
          </w:rPr>
          <w:tab/>
        </w:r>
        <w:r w:rsidR="0059173F">
          <w:rPr>
            <w:noProof/>
            <w:webHidden/>
          </w:rPr>
          <w:fldChar w:fldCharType="begin"/>
        </w:r>
        <w:r w:rsidR="0059173F">
          <w:rPr>
            <w:noProof/>
            <w:webHidden/>
          </w:rPr>
          <w:instrText xml:space="preserve"> PAGEREF _Toc87344442 \h </w:instrText>
        </w:r>
        <w:r w:rsidR="0059173F">
          <w:rPr>
            <w:noProof/>
            <w:webHidden/>
          </w:rPr>
        </w:r>
        <w:r w:rsidR="0059173F">
          <w:rPr>
            <w:noProof/>
            <w:webHidden/>
          </w:rPr>
          <w:fldChar w:fldCharType="separate"/>
        </w:r>
        <w:r w:rsidR="002435E8">
          <w:rPr>
            <w:noProof/>
            <w:webHidden/>
          </w:rPr>
          <w:t>6</w:t>
        </w:r>
        <w:r w:rsidR="0059173F">
          <w:rPr>
            <w:noProof/>
            <w:webHidden/>
          </w:rPr>
          <w:fldChar w:fldCharType="end"/>
        </w:r>
      </w:hyperlink>
    </w:p>
    <w:p w14:paraId="022DA6AF" w14:textId="549B411A" w:rsidR="0059173F" w:rsidRDefault="009D6F00">
      <w:pPr>
        <w:pStyle w:val="Obsah1"/>
        <w:rPr>
          <w:rFonts w:eastAsiaTheme="minorEastAsia"/>
          <w:caps w:val="0"/>
          <w:noProof/>
          <w:sz w:val="22"/>
          <w:szCs w:val="22"/>
          <w:lang w:eastAsia="cs-CZ"/>
        </w:rPr>
      </w:pPr>
      <w:hyperlink w:anchor="_Toc87344443" w:history="1">
        <w:r w:rsidR="0059173F" w:rsidRPr="00036022">
          <w:rPr>
            <w:rStyle w:val="Hypertextovodkaz"/>
          </w:rPr>
          <w:t>8.</w:t>
        </w:r>
        <w:r w:rsidR="0059173F">
          <w:rPr>
            <w:rFonts w:eastAsiaTheme="minorEastAsia"/>
            <w:caps w:val="0"/>
            <w:noProof/>
            <w:sz w:val="22"/>
            <w:szCs w:val="22"/>
            <w:lang w:eastAsia="cs-CZ"/>
          </w:rPr>
          <w:tab/>
        </w:r>
        <w:r w:rsidR="0059173F" w:rsidRPr="00036022">
          <w:rPr>
            <w:rStyle w:val="Hypertextovodkaz"/>
          </w:rPr>
          <w:t>POŽADAVKY ZADAVATELE NA KVALIFIKACI</w:t>
        </w:r>
        <w:r w:rsidR="0059173F">
          <w:rPr>
            <w:noProof/>
            <w:webHidden/>
          </w:rPr>
          <w:tab/>
        </w:r>
        <w:r w:rsidR="0059173F">
          <w:rPr>
            <w:noProof/>
            <w:webHidden/>
          </w:rPr>
          <w:fldChar w:fldCharType="begin"/>
        </w:r>
        <w:r w:rsidR="0059173F">
          <w:rPr>
            <w:noProof/>
            <w:webHidden/>
          </w:rPr>
          <w:instrText xml:space="preserve"> PAGEREF _Toc87344443 \h </w:instrText>
        </w:r>
        <w:r w:rsidR="0059173F">
          <w:rPr>
            <w:noProof/>
            <w:webHidden/>
          </w:rPr>
        </w:r>
        <w:r w:rsidR="0059173F">
          <w:rPr>
            <w:noProof/>
            <w:webHidden/>
          </w:rPr>
          <w:fldChar w:fldCharType="separate"/>
        </w:r>
        <w:r w:rsidR="002435E8">
          <w:rPr>
            <w:noProof/>
            <w:webHidden/>
          </w:rPr>
          <w:t>7</w:t>
        </w:r>
        <w:r w:rsidR="0059173F">
          <w:rPr>
            <w:noProof/>
            <w:webHidden/>
          </w:rPr>
          <w:fldChar w:fldCharType="end"/>
        </w:r>
      </w:hyperlink>
    </w:p>
    <w:p w14:paraId="2C602F10" w14:textId="7B97A997" w:rsidR="0059173F" w:rsidRDefault="009D6F00">
      <w:pPr>
        <w:pStyle w:val="Obsah1"/>
        <w:rPr>
          <w:rFonts w:eastAsiaTheme="minorEastAsia"/>
          <w:caps w:val="0"/>
          <w:noProof/>
          <w:sz w:val="22"/>
          <w:szCs w:val="22"/>
          <w:lang w:eastAsia="cs-CZ"/>
        </w:rPr>
      </w:pPr>
      <w:hyperlink w:anchor="_Toc87344444" w:history="1">
        <w:r w:rsidR="0059173F" w:rsidRPr="00036022">
          <w:rPr>
            <w:rStyle w:val="Hypertextovodkaz"/>
          </w:rPr>
          <w:t>9.</w:t>
        </w:r>
        <w:r w:rsidR="0059173F">
          <w:rPr>
            <w:rFonts w:eastAsiaTheme="minorEastAsia"/>
            <w:caps w:val="0"/>
            <w:noProof/>
            <w:sz w:val="22"/>
            <w:szCs w:val="22"/>
            <w:lang w:eastAsia="cs-CZ"/>
          </w:rPr>
          <w:tab/>
        </w:r>
        <w:r w:rsidR="0059173F" w:rsidRPr="00036022">
          <w:rPr>
            <w:rStyle w:val="Hypertextovodkaz"/>
          </w:rPr>
          <w:t>DALŠÍ INFORMACE/DOKUMENTY PŘEDKLÁDANÉ DODAVATELEM v NABÍDCE</w:t>
        </w:r>
        <w:r w:rsidR="0059173F">
          <w:rPr>
            <w:noProof/>
            <w:webHidden/>
          </w:rPr>
          <w:tab/>
        </w:r>
        <w:r w:rsidR="0059173F">
          <w:rPr>
            <w:noProof/>
            <w:webHidden/>
          </w:rPr>
          <w:fldChar w:fldCharType="begin"/>
        </w:r>
        <w:r w:rsidR="0059173F">
          <w:rPr>
            <w:noProof/>
            <w:webHidden/>
          </w:rPr>
          <w:instrText xml:space="preserve"> PAGEREF _Toc87344444 \h </w:instrText>
        </w:r>
        <w:r w:rsidR="0059173F">
          <w:rPr>
            <w:noProof/>
            <w:webHidden/>
          </w:rPr>
        </w:r>
        <w:r w:rsidR="0059173F">
          <w:rPr>
            <w:noProof/>
            <w:webHidden/>
          </w:rPr>
          <w:fldChar w:fldCharType="separate"/>
        </w:r>
        <w:r w:rsidR="002435E8">
          <w:rPr>
            <w:noProof/>
            <w:webHidden/>
          </w:rPr>
          <w:t>24</w:t>
        </w:r>
        <w:r w:rsidR="0059173F">
          <w:rPr>
            <w:noProof/>
            <w:webHidden/>
          </w:rPr>
          <w:fldChar w:fldCharType="end"/>
        </w:r>
      </w:hyperlink>
    </w:p>
    <w:p w14:paraId="00FA4818" w14:textId="5760BA68" w:rsidR="0059173F" w:rsidRDefault="009D6F00">
      <w:pPr>
        <w:pStyle w:val="Obsah1"/>
        <w:rPr>
          <w:rFonts w:eastAsiaTheme="minorEastAsia"/>
          <w:caps w:val="0"/>
          <w:noProof/>
          <w:sz w:val="22"/>
          <w:szCs w:val="22"/>
          <w:lang w:eastAsia="cs-CZ"/>
        </w:rPr>
      </w:pPr>
      <w:hyperlink w:anchor="_Toc87344445" w:history="1">
        <w:r w:rsidR="0059173F" w:rsidRPr="00036022">
          <w:rPr>
            <w:rStyle w:val="Hypertextovodkaz"/>
          </w:rPr>
          <w:t>10.</w:t>
        </w:r>
        <w:r w:rsidR="0059173F">
          <w:rPr>
            <w:rFonts w:eastAsiaTheme="minorEastAsia"/>
            <w:caps w:val="0"/>
            <w:noProof/>
            <w:sz w:val="22"/>
            <w:szCs w:val="22"/>
            <w:lang w:eastAsia="cs-CZ"/>
          </w:rPr>
          <w:tab/>
        </w:r>
        <w:r w:rsidR="0059173F" w:rsidRPr="00036022">
          <w:rPr>
            <w:rStyle w:val="Hypertextovodkaz"/>
          </w:rPr>
          <w:t>PROHLÍDKA MÍSTA PLNĚNÍ (STAVENIŠTĚ)</w:t>
        </w:r>
        <w:r w:rsidR="0059173F">
          <w:rPr>
            <w:noProof/>
            <w:webHidden/>
          </w:rPr>
          <w:tab/>
        </w:r>
        <w:r w:rsidR="0059173F">
          <w:rPr>
            <w:noProof/>
            <w:webHidden/>
          </w:rPr>
          <w:fldChar w:fldCharType="begin"/>
        </w:r>
        <w:r w:rsidR="0059173F">
          <w:rPr>
            <w:noProof/>
            <w:webHidden/>
          </w:rPr>
          <w:instrText xml:space="preserve"> PAGEREF _Toc87344445 \h </w:instrText>
        </w:r>
        <w:r w:rsidR="0059173F">
          <w:rPr>
            <w:noProof/>
            <w:webHidden/>
          </w:rPr>
        </w:r>
        <w:r w:rsidR="0059173F">
          <w:rPr>
            <w:noProof/>
            <w:webHidden/>
          </w:rPr>
          <w:fldChar w:fldCharType="separate"/>
        </w:r>
        <w:r w:rsidR="002435E8">
          <w:rPr>
            <w:noProof/>
            <w:webHidden/>
          </w:rPr>
          <w:t>29</w:t>
        </w:r>
        <w:r w:rsidR="0059173F">
          <w:rPr>
            <w:noProof/>
            <w:webHidden/>
          </w:rPr>
          <w:fldChar w:fldCharType="end"/>
        </w:r>
      </w:hyperlink>
    </w:p>
    <w:p w14:paraId="1CAC6B95" w14:textId="7AF9F71B" w:rsidR="0059173F" w:rsidRDefault="009D6F00">
      <w:pPr>
        <w:pStyle w:val="Obsah1"/>
        <w:rPr>
          <w:rFonts w:eastAsiaTheme="minorEastAsia"/>
          <w:caps w:val="0"/>
          <w:noProof/>
          <w:sz w:val="22"/>
          <w:szCs w:val="22"/>
          <w:lang w:eastAsia="cs-CZ"/>
        </w:rPr>
      </w:pPr>
      <w:hyperlink w:anchor="_Toc87344446" w:history="1">
        <w:r w:rsidR="0059173F" w:rsidRPr="00036022">
          <w:rPr>
            <w:rStyle w:val="Hypertextovodkaz"/>
          </w:rPr>
          <w:t>11.</w:t>
        </w:r>
        <w:r w:rsidR="0059173F">
          <w:rPr>
            <w:rFonts w:eastAsiaTheme="minorEastAsia"/>
            <w:caps w:val="0"/>
            <w:noProof/>
            <w:sz w:val="22"/>
            <w:szCs w:val="22"/>
            <w:lang w:eastAsia="cs-CZ"/>
          </w:rPr>
          <w:tab/>
        </w:r>
        <w:r w:rsidR="0059173F" w:rsidRPr="00036022">
          <w:rPr>
            <w:rStyle w:val="Hypertextovodkaz"/>
          </w:rPr>
          <w:t>JAZYK NABÍDEK A KOMUNIKAČNÍ JAZYK</w:t>
        </w:r>
        <w:r w:rsidR="0059173F">
          <w:rPr>
            <w:noProof/>
            <w:webHidden/>
          </w:rPr>
          <w:tab/>
        </w:r>
        <w:r w:rsidR="0059173F">
          <w:rPr>
            <w:noProof/>
            <w:webHidden/>
          </w:rPr>
          <w:fldChar w:fldCharType="begin"/>
        </w:r>
        <w:r w:rsidR="0059173F">
          <w:rPr>
            <w:noProof/>
            <w:webHidden/>
          </w:rPr>
          <w:instrText xml:space="preserve"> PAGEREF _Toc87344446 \h </w:instrText>
        </w:r>
        <w:r w:rsidR="0059173F">
          <w:rPr>
            <w:noProof/>
            <w:webHidden/>
          </w:rPr>
        </w:r>
        <w:r w:rsidR="0059173F">
          <w:rPr>
            <w:noProof/>
            <w:webHidden/>
          </w:rPr>
          <w:fldChar w:fldCharType="separate"/>
        </w:r>
        <w:r w:rsidR="002435E8">
          <w:rPr>
            <w:noProof/>
            <w:webHidden/>
          </w:rPr>
          <w:t>29</w:t>
        </w:r>
        <w:r w:rsidR="0059173F">
          <w:rPr>
            <w:noProof/>
            <w:webHidden/>
          </w:rPr>
          <w:fldChar w:fldCharType="end"/>
        </w:r>
      </w:hyperlink>
    </w:p>
    <w:p w14:paraId="1DA7E2B6" w14:textId="5AA76FA2" w:rsidR="0059173F" w:rsidRDefault="009D6F00">
      <w:pPr>
        <w:pStyle w:val="Obsah1"/>
        <w:rPr>
          <w:rFonts w:eastAsiaTheme="minorEastAsia"/>
          <w:caps w:val="0"/>
          <w:noProof/>
          <w:sz w:val="22"/>
          <w:szCs w:val="22"/>
          <w:lang w:eastAsia="cs-CZ"/>
        </w:rPr>
      </w:pPr>
      <w:hyperlink w:anchor="_Toc87344447" w:history="1">
        <w:r w:rsidR="0059173F" w:rsidRPr="00036022">
          <w:rPr>
            <w:rStyle w:val="Hypertextovodkaz"/>
          </w:rPr>
          <w:t>12.</w:t>
        </w:r>
        <w:r w:rsidR="0059173F">
          <w:rPr>
            <w:rFonts w:eastAsiaTheme="minorEastAsia"/>
            <w:caps w:val="0"/>
            <w:noProof/>
            <w:sz w:val="22"/>
            <w:szCs w:val="22"/>
            <w:lang w:eastAsia="cs-CZ"/>
          </w:rPr>
          <w:tab/>
        </w:r>
        <w:r w:rsidR="0059173F" w:rsidRPr="00036022">
          <w:rPr>
            <w:rStyle w:val="Hypertextovodkaz"/>
          </w:rPr>
          <w:t>OBSAH a PODÁVÁNÍ NABÍDEK</w:t>
        </w:r>
        <w:r w:rsidR="0059173F">
          <w:rPr>
            <w:noProof/>
            <w:webHidden/>
          </w:rPr>
          <w:tab/>
        </w:r>
        <w:r w:rsidR="0059173F">
          <w:rPr>
            <w:noProof/>
            <w:webHidden/>
          </w:rPr>
          <w:fldChar w:fldCharType="begin"/>
        </w:r>
        <w:r w:rsidR="0059173F">
          <w:rPr>
            <w:noProof/>
            <w:webHidden/>
          </w:rPr>
          <w:instrText xml:space="preserve"> PAGEREF _Toc87344447 \h </w:instrText>
        </w:r>
        <w:r w:rsidR="0059173F">
          <w:rPr>
            <w:noProof/>
            <w:webHidden/>
          </w:rPr>
        </w:r>
        <w:r w:rsidR="0059173F">
          <w:rPr>
            <w:noProof/>
            <w:webHidden/>
          </w:rPr>
          <w:fldChar w:fldCharType="separate"/>
        </w:r>
        <w:r w:rsidR="002435E8">
          <w:rPr>
            <w:noProof/>
            <w:webHidden/>
          </w:rPr>
          <w:t>29</w:t>
        </w:r>
        <w:r w:rsidR="0059173F">
          <w:rPr>
            <w:noProof/>
            <w:webHidden/>
          </w:rPr>
          <w:fldChar w:fldCharType="end"/>
        </w:r>
      </w:hyperlink>
    </w:p>
    <w:p w14:paraId="4CB12C35" w14:textId="151DC6DD" w:rsidR="0059173F" w:rsidRDefault="009D6F00">
      <w:pPr>
        <w:pStyle w:val="Obsah1"/>
        <w:rPr>
          <w:rFonts w:eastAsiaTheme="minorEastAsia"/>
          <w:caps w:val="0"/>
          <w:noProof/>
          <w:sz w:val="22"/>
          <w:szCs w:val="22"/>
          <w:lang w:eastAsia="cs-CZ"/>
        </w:rPr>
      </w:pPr>
      <w:hyperlink w:anchor="_Toc87344448" w:history="1">
        <w:r w:rsidR="0059173F" w:rsidRPr="00036022">
          <w:rPr>
            <w:rStyle w:val="Hypertextovodkaz"/>
          </w:rPr>
          <w:t>13.</w:t>
        </w:r>
        <w:r w:rsidR="0059173F">
          <w:rPr>
            <w:rFonts w:eastAsiaTheme="minorEastAsia"/>
            <w:caps w:val="0"/>
            <w:noProof/>
            <w:sz w:val="22"/>
            <w:szCs w:val="22"/>
            <w:lang w:eastAsia="cs-CZ"/>
          </w:rPr>
          <w:tab/>
        </w:r>
        <w:r w:rsidR="0059173F" w:rsidRPr="00036022">
          <w:rPr>
            <w:rStyle w:val="Hypertextovodkaz"/>
          </w:rPr>
          <w:t>POŽADAVKY NA ZPRACOVÁNÍ NABÍDKOVÉ CENY</w:t>
        </w:r>
        <w:r w:rsidR="0059173F">
          <w:rPr>
            <w:noProof/>
            <w:webHidden/>
          </w:rPr>
          <w:tab/>
        </w:r>
        <w:r w:rsidR="0059173F">
          <w:rPr>
            <w:noProof/>
            <w:webHidden/>
          </w:rPr>
          <w:fldChar w:fldCharType="begin"/>
        </w:r>
        <w:r w:rsidR="0059173F">
          <w:rPr>
            <w:noProof/>
            <w:webHidden/>
          </w:rPr>
          <w:instrText xml:space="preserve"> PAGEREF _Toc87344448 \h </w:instrText>
        </w:r>
        <w:r w:rsidR="0059173F">
          <w:rPr>
            <w:noProof/>
            <w:webHidden/>
          </w:rPr>
        </w:r>
        <w:r w:rsidR="0059173F">
          <w:rPr>
            <w:noProof/>
            <w:webHidden/>
          </w:rPr>
          <w:fldChar w:fldCharType="separate"/>
        </w:r>
        <w:r w:rsidR="002435E8">
          <w:rPr>
            <w:noProof/>
            <w:webHidden/>
          </w:rPr>
          <w:t>32</w:t>
        </w:r>
        <w:r w:rsidR="0059173F">
          <w:rPr>
            <w:noProof/>
            <w:webHidden/>
          </w:rPr>
          <w:fldChar w:fldCharType="end"/>
        </w:r>
      </w:hyperlink>
    </w:p>
    <w:p w14:paraId="43F9C568" w14:textId="147FA9B1" w:rsidR="0059173F" w:rsidRDefault="009D6F00">
      <w:pPr>
        <w:pStyle w:val="Obsah1"/>
        <w:rPr>
          <w:rFonts w:eastAsiaTheme="minorEastAsia"/>
          <w:caps w:val="0"/>
          <w:noProof/>
          <w:sz w:val="22"/>
          <w:szCs w:val="22"/>
          <w:lang w:eastAsia="cs-CZ"/>
        </w:rPr>
      </w:pPr>
      <w:hyperlink w:anchor="_Toc87344449" w:history="1">
        <w:r w:rsidR="0059173F" w:rsidRPr="00036022">
          <w:rPr>
            <w:rStyle w:val="Hypertextovodkaz"/>
          </w:rPr>
          <w:t>14.</w:t>
        </w:r>
        <w:r w:rsidR="0059173F">
          <w:rPr>
            <w:rFonts w:eastAsiaTheme="minorEastAsia"/>
            <w:caps w:val="0"/>
            <w:noProof/>
            <w:sz w:val="22"/>
            <w:szCs w:val="22"/>
            <w:lang w:eastAsia="cs-CZ"/>
          </w:rPr>
          <w:tab/>
        </w:r>
        <w:r w:rsidR="0059173F" w:rsidRPr="00036022">
          <w:rPr>
            <w:rStyle w:val="Hypertextovodkaz"/>
          </w:rPr>
          <w:t>VARIANTY NABÍDKY, VÝHRADA ZMĚNY DODAVATELE</w:t>
        </w:r>
        <w:r w:rsidR="0059173F">
          <w:rPr>
            <w:noProof/>
            <w:webHidden/>
          </w:rPr>
          <w:tab/>
        </w:r>
        <w:r w:rsidR="0059173F">
          <w:rPr>
            <w:noProof/>
            <w:webHidden/>
          </w:rPr>
          <w:fldChar w:fldCharType="begin"/>
        </w:r>
        <w:r w:rsidR="0059173F">
          <w:rPr>
            <w:noProof/>
            <w:webHidden/>
          </w:rPr>
          <w:instrText xml:space="preserve"> PAGEREF _Toc87344449 \h </w:instrText>
        </w:r>
        <w:r w:rsidR="0059173F">
          <w:rPr>
            <w:noProof/>
            <w:webHidden/>
          </w:rPr>
        </w:r>
        <w:r w:rsidR="0059173F">
          <w:rPr>
            <w:noProof/>
            <w:webHidden/>
          </w:rPr>
          <w:fldChar w:fldCharType="separate"/>
        </w:r>
        <w:r w:rsidR="002435E8">
          <w:rPr>
            <w:noProof/>
            <w:webHidden/>
          </w:rPr>
          <w:t>32</w:t>
        </w:r>
        <w:r w:rsidR="0059173F">
          <w:rPr>
            <w:noProof/>
            <w:webHidden/>
          </w:rPr>
          <w:fldChar w:fldCharType="end"/>
        </w:r>
      </w:hyperlink>
    </w:p>
    <w:p w14:paraId="60170856" w14:textId="3B371A93" w:rsidR="0059173F" w:rsidRDefault="009D6F00">
      <w:pPr>
        <w:pStyle w:val="Obsah1"/>
        <w:rPr>
          <w:rFonts w:eastAsiaTheme="minorEastAsia"/>
          <w:caps w:val="0"/>
          <w:noProof/>
          <w:sz w:val="22"/>
          <w:szCs w:val="22"/>
          <w:lang w:eastAsia="cs-CZ"/>
        </w:rPr>
      </w:pPr>
      <w:hyperlink w:anchor="_Toc87344450" w:history="1">
        <w:r w:rsidR="0059173F" w:rsidRPr="00036022">
          <w:rPr>
            <w:rStyle w:val="Hypertextovodkaz"/>
          </w:rPr>
          <w:t>15.</w:t>
        </w:r>
        <w:r w:rsidR="0059173F">
          <w:rPr>
            <w:rFonts w:eastAsiaTheme="minorEastAsia"/>
            <w:caps w:val="0"/>
            <w:noProof/>
            <w:sz w:val="22"/>
            <w:szCs w:val="22"/>
            <w:lang w:eastAsia="cs-CZ"/>
          </w:rPr>
          <w:tab/>
        </w:r>
        <w:r w:rsidR="0059173F" w:rsidRPr="00036022">
          <w:rPr>
            <w:rStyle w:val="Hypertextovodkaz"/>
          </w:rPr>
          <w:t>OTEVÍRÁNÍ NABÍDEK</w:t>
        </w:r>
        <w:r w:rsidR="0059173F">
          <w:rPr>
            <w:noProof/>
            <w:webHidden/>
          </w:rPr>
          <w:tab/>
        </w:r>
        <w:r w:rsidR="0059173F">
          <w:rPr>
            <w:noProof/>
            <w:webHidden/>
          </w:rPr>
          <w:fldChar w:fldCharType="begin"/>
        </w:r>
        <w:r w:rsidR="0059173F">
          <w:rPr>
            <w:noProof/>
            <w:webHidden/>
          </w:rPr>
          <w:instrText xml:space="preserve"> PAGEREF _Toc87344450 \h </w:instrText>
        </w:r>
        <w:r w:rsidR="0059173F">
          <w:rPr>
            <w:noProof/>
            <w:webHidden/>
          </w:rPr>
        </w:r>
        <w:r w:rsidR="0059173F">
          <w:rPr>
            <w:noProof/>
            <w:webHidden/>
          </w:rPr>
          <w:fldChar w:fldCharType="separate"/>
        </w:r>
        <w:r w:rsidR="002435E8">
          <w:rPr>
            <w:noProof/>
            <w:webHidden/>
          </w:rPr>
          <w:t>33</w:t>
        </w:r>
        <w:r w:rsidR="0059173F">
          <w:rPr>
            <w:noProof/>
            <w:webHidden/>
          </w:rPr>
          <w:fldChar w:fldCharType="end"/>
        </w:r>
      </w:hyperlink>
    </w:p>
    <w:p w14:paraId="6EA7B81C" w14:textId="37CB2115" w:rsidR="0059173F" w:rsidRDefault="009D6F00">
      <w:pPr>
        <w:pStyle w:val="Obsah1"/>
        <w:rPr>
          <w:rFonts w:eastAsiaTheme="minorEastAsia"/>
          <w:caps w:val="0"/>
          <w:noProof/>
          <w:sz w:val="22"/>
          <w:szCs w:val="22"/>
          <w:lang w:eastAsia="cs-CZ"/>
        </w:rPr>
      </w:pPr>
      <w:hyperlink w:anchor="_Toc87344451" w:history="1">
        <w:r w:rsidR="0059173F" w:rsidRPr="00036022">
          <w:rPr>
            <w:rStyle w:val="Hypertextovodkaz"/>
          </w:rPr>
          <w:t>16.</w:t>
        </w:r>
        <w:r w:rsidR="0059173F">
          <w:rPr>
            <w:rFonts w:eastAsiaTheme="minorEastAsia"/>
            <w:caps w:val="0"/>
            <w:noProof/>
            <w:sz w:val="22"/>
            <w:szCs w:val="22"/>
            <w:lang w:eastAsia="cs-CZ"/>
          </w:rPr>
          <w:tab/>
        </w:r>
        <w:r w:rsidR="0059173F" w:rsidRPr="00036022">
          <w:rPr>
            <w:rStyle w:val="Hypertextovodkaz"/>
          </w:rPr>
          <w:t>POSOUZENÍ SPLNĚNÍ PODMÍNEK ÚČASTI</w:t>
        </w:r>
        <w:r w:rsidR="0059173F">
          <w:rPr>
            <w:noProof/>
            <w:webHidden/>
          </w:rPr>
          <w:tab/>
        </w:r>
        <w:r w:rsidR="0059173F">
          <w:rPr>
            <w:noProof/>
            <w:webHidden/>
          </w:rPr>
          <w:fldChar w:fldCharType="begin"/>
        </w:r>
        <w:r w:rsidR="0059173F">
          <w:rPr>
            <w:noProof/>
            <w:webHidden/>
          </w:rPr>
          <w:instrText xml:space="preserve"> PAGEREF _Toc87344451 \h </w:instrText>
        </w:r>
        <w:r w:rsidR="0059173F">
          <w:rPr>
            <w:noProof/>
            <w:webHidden/>
          </w:rPr>
        </w:r>
        <w:r w:rsidR="0059173F">
          <w:rPr>
            <w:noProof/>
            <w:webHidden/>
          </w:rPr>
          <w:fldChar w:fldCharType="separate"/>
        </w:r>
        <w:r w:rsidR="002435E8">
          <w:rPr>
            <w:noProof/>
            <w:webHidden/>
          </w:rPr>
          <w:t>33</w:t>
        </w:r>
        <w:r w:rsidR="0059173F">
          <w:rPr>
            <w:noProof/>
            <w:webHidden/>
          </w:rPr>
          <w:fldChar w:fldCharType="end"/>
        </w:r>
      </w:hyperlink>
    </w:p>
    <w:p w14:paraId="334F0774" w14:textId="31C27A60" w:rsidR="0059173F" w:rsidRDefault="009D6F00">
      <w:pPr>
        <w:pStyle w:val="Obsah1"/>
        <w:rPr>
          <w:rFonts w:eastAsiaTheme="minorEastAsia"/>
          <w:caps w:val="0"/>
          <w:noProof/>
          <w:sz w:val="22"/>
          <w:szCs w:val="22"/>
          <w:lang w:eastAsia="cs-CZ"/>
        </w:rPr>
      </w:pPr>
      <w:hyperlink w:anchor="_Toc87344452" w:history="1">
        <w:r w:rsidR="0059173F" w:rsidRPr="00036022">
          <w:rPr>
            <w:rStyle w:val="Hypertextovodkaz"/>
          </w:rPr>
          <w:t>17.</w:t>
        </w:r>
        <w:r w:rsidR="0059173F">
          <w:rPr>
            <w:rFonts w:eastAsiaTheme="minorEastAsia"/>
            <w:caps w:val="0"/>
            <w:noProof/>
            <w:sz w:val="22"/>
            <w:szCs w:val="22"/>
            <w:lang w:eastAsia="cs-CZ"/>
          </w:rPr>
          <w:tab/>
        </w:r>
        <w:r w:rsidR="0059173F" w:rsidRPr="00036022">
          <w:rPr>
            <w:rStyle w:val="Hypertextovodkaz"/>
          </w:rPr>
          <w:t>HODNOCENÍ NABÍDEK</w:t>
        </w:r>
        <w:r w:rsidR="0059173F">
          <w:rPr>
            <w:noProof/>
            <w:webHidden/>
          </w:rPr>
          <w:tab/>
        </w:r>
        <w:r w:rsidR="0059173F">
          <w:rPr>
            <w:noProof/>
            <w:webHidden/>
          </w:rPr>
          <w:fldChar w:fldCharType="begin"/>
        </w:r>
        <w:r w:rsidR="0059173F">
          <w:rPr>
            <w:noProof/>
            <w:webHidden/>
          </w:rPr>
          <w:instrText xml:space="preserve"> PAGEREF _Toc87344452 \h </w:instrText>
        </w:r>
        <w:r w:rsidR="0059173F">
          <w:rPr>
            <w:noProof/>
            <w:webHidden/>
          </w:rPr>
        </w:r>
        <w:r w:rsidR="0059173F">
          <w:rPr>
            <w:noProof/>
            <w:webHidden/>
          </w:rPr>
          <w:fldChar w:fldCharType="separate"/>
        </w:r>
        <w:r w:rsidR="002435E8">
          <w:rPr>
            <w:noProof/>
            <w:webHidden/>
          </w:rPr>
          <w:t>33</w:t>
        </w:r>
        <w:r w:rsidR="0059173F">
          <w:rPr>
            <w:noProof/>
            <w:webHidden/>
          </w:rPr>
          <w:fldChar w:fldCharType="end"/>
        </w:r>
      </w:hyperlink>
    </w:p>
    <w:p w14:paraId="79DDBB96" w14:textId="27C7B60A" w:rsidR="0059173F" w:rsidRDefault="009D6F00">
      <w:pPr>
        <w:pStyle w:val="Obsah1"/>
        <w:rPr>
          <w:rFonts w:eastAsiaTheme="minorEastAsia"/>
          <w:caps w:val="0"/>
          <w:noProof/>
          <w:sz w:val="22"/>
          <w:szCs w:val="22"/>
          <w:lang w:eastAsia="cs-CZ"/>
        </w:rPr>
      </w:pPr>
      <w:hyperlink w:anchor="_Toc87344453" w:history="1">
        <w:r w:rsidR="0059173F" w:rsidRPr="00036022">
          <w:rPr>
            <w:rStyle w:val="Hypertextovodkaz"/>
          </w:rPr>
          <w:t>18.</w:t>
        </w:r>
        <w:r w:rsidR="0059173F">
          <w:rPr>
            <w:rFonts w:eastAsiaTheme="minorEastAsia"/>
            <w:caps w:val="0"/>
            <w:noProof/>
            <w:sz w:val="22"/>
            <w:szCs w:val="22"/>
            <w:lang w:eastAsia="cs-CZ"/>
          </w:rPr>
          <w:tab/>
        </w:r>
        <w:r w:rsidR="0059173F" w:rsidRPr="00036022">
          <w:rPr>
            <w:rStyle w:val="Hypertextovodkaz"/>
          </w:rPr>
          <w:t>ZRUŠENÍ ZADÁVACÍHO ŘÍZENÍ</w:t>
        </w:r>
        <w:r w:rsidR="0059173F">
          <w:rPr>
            <w:noProof/>
            <w:webHidden/>
          </w:rPr>
          <w:tab/>
        </w:r>
        <w:r w:rsidR="0059173F">
          <w:rPr>
            <w:noProof/>
            <w:webHidden/>
          </w:rPr>
          <w:fldChar w:fldCharType="begin"/>
        </w:r>
        <w:r w:rsidR="0059173F">
          <w:rPr>
            <w:noProof/>
            <w:webHidden/>
          </w:rPr>
          <w:instrText xml:space="preserve"> PAGEREF _Toc87344453 \h </w:instrText>
        </w:r>
        <w:r w:rsidR="0059173F">
          <w:rPr>
            <w:noProof/>
            <w:webHidden/>
          </w:rPr>
        </w:r>
        <w:r w:rsidR="0059173F">
          <w:rPr>
            <w:noProof/>
            <w:webHidden/>
          </w:rPr>
          <w:fldChar w:fldCharType="separate"/>
        </w:r>
        <w:r w:rsidR="002435E8">
          <w:rPr>
            <w:noProof/>
            <w:webHidden/>
          </w:rPr>
          <w:t>34</w:t>
        </w:r>
        <w:r w:rsidR="0059173F">
          <w:rPr>
            <w:noProof/>
            <w:webHidden/>
          </w:rPr>
          <w:fldChar w:fldCharType="end"/>
        </w:r>
      </w:hyperlink>
    </w:p>
    <w:p w14:paraId="4A727083" w14:textId="02BAE80E" w:rsidR="0059173F" w:rsidRDefault="009D6F00">
      <w:pPr>
        <w:pStyle w:val="Obsah1"/>
        <w:rPr>
          <w:rFonts w:eastAsiaTheme="minorEastAsia"/>
          <w:caps w:val="0"/>
          <w:noProof/>
          <w:sz w:val="22"/>
          <w:szCs w:val="22"/>
          <w:lang w:eastAsia="cs-CZ"/>
        </w:rPr>
      </w:pPr>
      <w:hyperlink w:anchor="_Toc87344454" w:history="1">
        <w:r w:rsidR="0059173F" w:rsidRPr="00036022">
          <w:rPr>
            <w:rStyle w:val="Hypertextovodkaz"/>
          </w:rPr>
          <w:t>19.</w:t>
        </w:r>
        <w:r w:rsidR="0059173F">
          <w:rPr>
            <w:rFonts w:eastAsiaTheme="minorEastAsia"/>
            <w:caps w:val="0"/>
            <w:noProof/>
            <w:sz w:val="22"/>
            <w:szCs w:val="22"/>
            <w:lang w:eastAsia="cs-CZ"/>
          </w:rPr>
          <w:tab/>
        </w:r>
        <w:r w:rsidR="0059173F" w:rsidRPr="00036022">
          <w:rPr>
            <w:rStyle w:val="Hypertextovodkaz"/>
          </w:rPr>
          <w:t>UZAVŘENÍ SMLOUVY</w:t>
        </w:r>
        <w:r w:rsidR="0059173F">
          <w:rPr>
            <w:noProof/>
            <w:webHidden/>
          </w:rPr>
          <w:tab/>
        </w:r>
        <w:r w:rsidR="0059173F">
          <w:rPr>
            <w:noProof/>
            <w:webHidden/>
          </w:rPr>
          <w:fldChar w:fldCharType="begin"/>
        </w:r>
        <w:r w:rsidR="0059173F">
          <w:rPr>
            <w:noProof/>
            <w:webHidden/>
          </w:rPr>
          <w:instrText xml:space="preserve"> PAGEREF _Toc87344454 \h </w:instrText>
        </w:r>
        <w:r w:rsidR="0059173F">
          <w:rPr>
            <w:noProof/>
            <w:webHidden/>
          </w:rPr>
        </w:r>
        <w:r w:rsidR="0059173F">
          <w:rPr>
            <w:noProof/>
            <w:webHidden/>
          </w:rPr>
          <w:fldChar w:fldCharType="separate"/>
        </w:r>
        <w:r w:rsidR="002435E8">
          <w:rPr>
            <w:noProof/>
            <w:webHidden/>
          </w:rPr>
          <w:t>34</w:t>
        </w:r>
        <w:r w:rsidR="0059173F">
          <w:rPr>
            <w:noProof/>
            <w:webHidden/>
          </w:rPr>
          <w:fldChar w:fldCharType="end"/>
        </w:r>
      </w:hyperlink>
    </w:p>
    <w:p w14:paraId="235337B8" w14:textId="5A00FEF0" w:rsidR="0059173F" w:rsidRDefault="009D6F00">
      <w:pPr>
        <w:pStyle w:val="Obsah1"/>
        <w:rPr>
          <w:rFonts w:eastAsiaTheme="minorEastAsia"/>
          <w:caps w:val="0"/>
          <w:noProof/>
          <w:sz w:val="22"/>
          <w:szCs w:val="22"/>
          <w:lang w:eastAsia="cs-CZ"/>
        </w:rPr>
      </w:pPr>
      <w:hyperlink w:anchor="_Toc87344455" w:history="1">
        <w:r w:rsidR="0059173F" w:rsidRPr="00036022">
          <w:rPr>
            <w:rStyle w:val="Hypertextovodkaz"/>
          </w:rPr>
          <w:t>20.</w:t>
        </w:r>
        <w:r w:rsidR="0059173F">
          <w:rPr>
            <w:rFonts w:eastAsiaTheme="minorEastAsia"/>
            <w:caps w:val="0"/>
            <w:noProof/>
            <w:sz w:val="22"/>
            <w:szCs w:val="22"/>
            <w:lang w:eastAsia="cs-CZ"/>
          </w:rPr>
          <w:tab/>
        </w:r>
        <w:r w:rsidR="0059173F" w:rsidRPr="00036022">
          <w:rPr>
            <w:rStyle w:val="Hypertextovodkaz"/>
          </w:rPr>
          <w:t>OCHRANA INFORMACÍ</w:t>
        </w:r>
        <w:r w:rsidR="0059173F">
          <w:rPr>
            <w:noProof/>
            <w:webHidden/>
          </w:rPr>
          <w:tab/>
        </w:r>
        <w:r w:rsidR="0059173F">
          <w:rPr>
            <w:noProof/>
            <w:webHidden/>
          </w:rPr>
          <w:fldChar w:fldCharType="begin"/>
        </w:r>
        <w:r w:rsidR="0059173F">
          <w:rPr>
            <w:noProof/>
            <w:webHidden/>
          </w:rPr>
          <w:instrText xml:space="preserve"> PAGEREF _Toc87344455 \h </w:instrText>
        </w:r>
        <w:r w:rsidR="0059173F">
          <w:rPr>
            <w:noProof/>
            <w:webHidden/>
          </w:rPr>
        </w:r>
        <w:r w:rsidR="0059173F">
          <w:rPr>
            <w:noProof/>
            <w:webHidden/>
          </w:rPr>
          <w:fldChar w:fldCharType="separate"/>
        </w:r>
        <w:r w:rsidR="002435E8">
          <w:rPr>
            <w:noProof/>
            <w:webHidden/>
          </w:rPr>
          <w:t>37</w:t>
        </w:r>
        <w:r w:rsidR="0059173F">
          <w:rPr>
            <w:noProof/>
            <w:webHidden/>
          </w:rPr>
          <w:fldChar w:fldCharType="end"/>
        </w:r>
      </w:hyperlink>
    </w:p>
    <w:p w14:paraId="4A8D576C" w14:textId="230ED9DD" w:rsidR="0059173F" w:rsidRDefault="009D6F00">
      <w:pPr>
        <w:pStyle w:val="Obsah1"/>
        <w:rPr>
          <w:rFonts w:eastAsiaTheme="minorEastAsia"/>
          <w:caps w:val="0"/>
          <w:noProof/>
          <w:sz w:val="22"/>
          <w:szCs w:val="22"/>
          <w:lang w:eastAsia="cs-CZ"/>
        </w:rPr>
      </w:pPr>
      <w:hyperlink w:anchor="_Toc87344456" w:history="1">
        <w:r w:rsidR="0059173F" w:rsidRPr="00036022">
          <w:rPr>
            <w:rStyle w:val="Hypertextovodkaz"/>
          </w:rPr>
          <w:t>21.</w:t>
        </w:r>
        <w:r w:rsidR="0059173F">
          <w:rPr>
            <w:rFonts w:eastAsiaTheme="minorEastAsia"/>
            <w:caps w:val="0"/>
            <w:noProof/>
            <w:sz w:val="22"/>
            <w:szCs w:val="22"/>
            <w:lang w:eastAsia="cs-CZ"/>
          </w:rPr>
          <w:tab/>
        </w:r>
        <w:r w:rsidR="0059173F" w:rsidRPr="00036022">
          <w:rPr>
            <w:rStyle w:val="Hypertextovodkaz"/>
          </w:rPr>
          <w:t>ZADÁVACÍ LHŮTA A JISTOTA ZA NABÍDKU</w:t>
        </w:r>
        <w:r w:rsidR="0059173F">
          <w:rPr>
            <w:noProof/>
            <w:webHidden/>
          </w:rPr>
          <w:tab/>
        </w:r>
        <w:r w:rsidR="0059173F">
          <w:rPr>
            <w:noProof/>
            <w:webHidden/>
          </w:rPr>
          <w:fldChar w:fldCharType="begin"/>
        </w:r>
        <w:r w:rsidR="0059173F">
          <w:rPr>
            <w:noProof/>
            <w:webHidden/>
          </w:rPr>
          <w:instrText xml:space="preserve"> PAGEREF _Toc87344456 \h </w:instrText>
        </w:r>
        <w:r w:rsidR="0059173F">
          <w:rPr>
            <w:noProof/>
            <w:webHidden/>
          </w:rPr>
        </w:r>
        <w:r w:rsidR="0059173F">
          <w:rPr>
            <w:noProof/>
            <w:webHidden/>
          </w:rPr>
          <w:fldChar w:fldCharType="separate"/>
        </w:r>
        <w:r w:rsidR="002435E8">
          <w:rPr>
            <w:noProof/>
            <w:webHidden/>
          </w:rPr>
          <w:t>37</w:t>
        </w:r>
        <w:r w:rsidR="0059173F">
          <w:rPr>
            <w:noProof/>
            <w:webHidden/>
          </w:rPr>
          <w:fldChar w:fldCharType="end"/>
        </w:r>
      </w:hyperlink>
    </w:p>
    <w:p w14:paraId="2B5FB250" w14:textId="2EBA7598" w:rsidR="0059173F" w:rsidRDefault="009D6F00">
      <w:pPr>
        <w:pStyle w:val="Obsah1"/>
        <w:rPr>
          <w:rFonts w:eastAsiaTheme="minorEastAsia"/>
          <w:caps w:val="0"/>
          <w:noProof/>
          <w:sz w:val="22"/>
          <w:szCs w:val="22"/>
          <w:lang w:eastAsia="cs-CZ"/>
        </w:rPr>
      </w:pPr>
      <w:hyperlink w:anchor="_Toc87344457" w:history="1">
        <w:r w:rsidR="0059173F" w:rsidRPr="00036022">
          <w:rPr>
            <w:rStyle w:val="Hypertextovodkaz"/>
          </w:rPr>
          <w:t>22.</w:t>
        </w:r>
        <w:r w:rsidR="0059173F">
          <w:rPr>
            <w:rFonts w:eastAsiaTheme="minorEastAsia"/>
            <w:caps w:val="0"/>
            <w:noProof/>
            <w:sz w:val="22"/>
            <w:szCs w:val="22"/>
            <w:lang w:eastAsia="cs-CZ"/>
          </w:rPr>
          <w:tab/>
        </w:r>
        <w:r w:rsidR="0059173F" w:rsidRPr="00036022">
          <w:rPr>
            <w:rStyle w:val="Hypertextovodkaz"/>
          </w:rPr>
          <w:t>SOCIÁLNĚ A ENVIRONMENTÁLNĚ ODPOVĚDNÉ ZADÁVÁNÍ, INOVACE</w:t>
        </w:r>
        <w:r w:rsidR="0059173F">
          <w:rPr>
            <w:noProof/>
            <w:webHidden/>
          </w:rPr>
          <w:tab/>
        </w:r>
        <w:r w:rsidR="0059173F">
          <w:rPr>
            <w:noProof/>
            <w:webHidden/>
          </w:rPr>
          <w:fldChar w:fldCharType="begin"/>
        </w:r>
        <w:r w:rsidR="0059173F">
          <w:rPr>
            <w:noProof/>
            <w:webHidden/>
          </w:rPr>
          <w:instrText xml:space="preserve"> PAGEREF _Toc87344457 \h </w:instrText>
        </w:r>
        <w:r w:rsidR="0059173F">
          <w:rPr>
            <w:noProof/>
            <w:webHidden/>
          </w:rPr>
        </w:r>
        <w:r w:rsidR="0059173F">
          <w:rPr>
            <w:noProof/>
            <w:webHidden/>
          </w:rPr>
          <w:fldChar w:fldCharType="separate"/>
        </w:r>
        <w:r w:rsidR="002435E8">
          <w:rPr>
            <w:noProof/>
            <w:webHidden/>
          </w:rPr>
          <w:t>38</w:t>
        </w:r>
        <w:r w:rsidR="0059173F">
          <w:rPr>
            <w:noProof/>
            <w:webHidden/>
          </w:rPr>
          <w:fldChar w:fldCharType="end"/>
        </w:r>
      </w:hyperlink>
    </w:p>
    <w:p w14:paraId="11486601" w14:textId="64966C27" w:rsidR="0059173F" w:rsidRDefault="009D6F00">
      <w:pPr>
        <w:pStyle w:val="Obsah1"/>
        <w:rPr>
          <w:rFonts w:eastAsiaTheme="minorEastAsia"/>
          <w:caps w:val="0"/>
          <w:noProof/>
          <w:sz w:val="22"/>
          <w:szCs w:val="22"/>
          <w:lang w:eastAsia="cs-CZ"/>
        </w:rPr>
      </w:pPr>
      <w:hyperlink w:anchor="_Toc87344458" w:history="1">
        <w:r w:rsidR="0059173F" w:rsidRPr="00036022">
          <w:rPr>
            <w:rStyle w:val="Hypertextovodkaz"/>
          </w:rPr>
          <w:t>23.</w:t>
        </w:r>
        <w:r w:rsidR="0059173F">
          <w:rPr>
            <w:rFonts w:eastAsiaTheme="minorEastAsia"/>
            <w:caps w:val="0"/>
            <w:noProof/>
            <w:sz w:val="22"/>
            <w:szCs w:val="22"/>
            <w:lang w:eastAsia="cs-CZ"/>
          </w:rPr>
          <w:tab/>
        </w:r>
        <w:r w:rsidR="0059173F" w:rsidRPr="00036022">
          <w:rPr>
            <w:rStyle w:val="Hypertextovodkaz"/>
          </w:rPr>
          <w:t>PŘÍLOHY TĚCHTO POKYNŮ</w:t>
        </w:r>
        <w:r w:rsidR="0059173F">
          <w:rPr>
            <w:noProof/>
            <w:webHidden/>
          </w:rPr>
          <w:tab/>
        </w:r>
        <w:r w:rsidR="0059173F">
          <w:rPr>
            <w:noProof/>
            <w:webHidden/>
          </w:rPr>
          <w:fldChar w:fldCharType="begin"/>
        </w:r>
        <w:r w:rsidR="0059173F">
          <w:rPr>
            <w:noProof/>
            <w:webHidden/>
          </w:rPr>
          <w:instrText xml:space="preserve"> PAGEREF _Toc87344458 \h </w:instrText>
        </w:r>
        <w:r w:rsidR="0059173F">
          <w:rPr>
            <w:noProof/>
            <w:webHidden/>
          </w:rPr>
        </w:r>
        <w:r w:rsidR="0059173F">
          <w:rPr>
            <w:noProof/>
            <w:webHidden/>
          </w:rPr>
          <w:fldChar w:fldCharType="separate"/>
        </w:r>
        <w:r w:rsidR="002435E8">
          <w:rPr>
            <w:noProof/>
            <w:webHidden/>
          </w:rPr>
          <w:t>38</w:t>
        </w:r>
        <w:r w:rsidR="0059173F">
          <w:rPr>
            <w:noProof/>
            <w:webHidden/>
          </w:rPr>
          <w:fldChar w:fldCharType="end"/>
        </w:r>
      </w:hyperlink>
    </w:p>
    <w:p w14:paraId="69BD5F09" w14:textId="2DD2247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87344436"/>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87344437"/>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1D996054" w:rsidR="0035531B" w:rsidRDefault="0035531B" w:rsidP="0035531B">
      <w:pPr>
        <w:pStyle w:val="Textbezslovn"/>
      </w:pPr>
      <w:r w:rsidRPr="000174E8">
        <w:tab/>
      </w:r>
      <w:r w:rsidRPr="000174E8">
        <w:tab/>
      </w:r>
    </w:p>
    <w:p w14:paraId="02485CAB" w14:textId="7EBFEF49" w:rsidR="0035531B" w:rsidRDefault="0035531B" w:rsidP="0035531B">
      <w:pPr>
        <w:pStyle w:val="Nadpis1-1"/>
      </w:pPr>
      <w:bookmarkStart w:id="6" w:name="_Toc87344438"/>
      <w:r>
        <w:t>KOMUNIKACE MEZI ZADAVATELEM</w:t>
      </w:r>
      <w:r w:rsidR="00845C50">
        <w:t xml:space="preserve"> a </w:t>
      </w:r>
      <w:r>
        <w:t>DODAVATELEM</w:t>
      </w:r>
      <w:bookmarkEnd w:id="6"/>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2625EBB" w14:textId="77777777" w:rsidR="003D32DA" w:rsidRDefault="0035531B" w:rsidP="003D32DA">
      <w:pPr>
        <w:pStyle w:val="Text1-1"/>
      </w:pPr>
      <w:r>
        <w:t xml:space="preserve">Kontaktní osobou zadavatele pro zadávací řízení je: </w:t>
      </w:r>
      <w:r w:rsidR="003D32DA">
        <w:t>Ing. Jana Šedová</w:t>
      </w:r>
    </w:p>
    <w:p w14:paraId="22D9028E" w14:textId="77777777" w:rsidR="003D32DA" w:rsidRDefault="003D32DA" w:rsidP="003D32DA">
      <w:pPr>
        <w:pStyle w:val="Textbezslovn"/>
        <w:spacing w:after="0"/>
      </w:pPr>
      <w:r>
        <w:t xml:space="preserve">telefon: </w:t>
      </w:r>
      <w:r>
        <w:tab/>
        <w:t>+420 727 966 017</w:t>
      </w:r>
    </w:p>
    <w:p w14:paraId="7A43B429" w14:textId="77777777" w:rsidR="003D32DA" w:rsidRDefault="003D32DA" w:rsidP="003D32DA">
      <w:pPr>
        <w:pStyle w:val="Textbezslovn"/>
        <w:spacing w:after="0"/>
      </w:pPr>
      <w:r>
        <w:t xml:space="preserve">e-mail: </w:t>
      </w:r>
      <w:r>
        <w:tab/>
        <w:t>sedova@spravazeleznic.cz</w:t>
      </w:r>
    </w:p>
    <w:p w14:paraId="12637A0A" w14:textId="77777777" w:rsidR="003D32DA" w:rsidRDefault="003D32DA" w:rsidP="003D32DA">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D4D8FE7" w14:textId="77777777" w:rsidR="003D32DA" w:rsidRPr="00233EB0" w:rsidRDefault="003D32DA" w:rsidP="003D32DA">
      <w:pPr>
        <w:pStyle w:val="Zkladntext"/>
        <w:spacing w:after="0" w:line="240" w:lineRule="auto"/>
        <w:ind w:left="1418"/>
        <w:jc w:val="both"/>
      </w:pPr>
      <w:r>
        <w:tab/>
      </w:r>
      <w:r w:rsidRPr="00233EB0">
        <w:t>Stavební správa západ</w:t>
      </w:r>
    </w:p>
    <w:p w14:paraId="73964238" w14:textId="77777777" w:rsidR="003D32DA" w:rsidRPr="00233EB0" w:rsidRDefault="003D32DA" w:rsidP="003D32DA">
      <w:pPr>
        <w:pStyle w:val="Zkladntext"/>
        <w:spacing w:after="0" w:line="240" w:lineRule="auto"/>
        <w:ind w:left="1418"/>
        <w:jc w:val="both"/>
      </w:pPr>
      <w:r w:rsidRPr="00233EB0">
        <w:tab/>
        <w:t>Sokolovská 1955/278</w:t>
      </w:r>
    </w:p>
    <w:p w14:paraId="51300977" w14:textId="66774C1D" w:rsidR="0035531B" w:rsidRDefault="003D32DA" w:rsidP="003D32DA">
      <w:pPr>
        <w:pStyle w:val="Text1-1"/>
        <w:numPr>
          <w:ilvl w:val="0"/>
          <w:numId w:val="0"/>
        </w:numPr>
        <w:ind w:left="1446" w:firstLine="681"/>
      </w:pPr>
      <w:r w:rsidRPr="00233EB0">
        <w:t>190 00 Praha 9</w:t>
      </w:r>
    </w:p>
    <w:p w14:paraId="3AE7F6EB" w14:textId="77777777" w:rsidR="0035531B" w:rsidRDefault="0035531B" w:rsidP="0035531B">
      <w:pPr>
        <w:pStyle w:val="Nadpis1-1"/>
      </w:pPr>
      <w:bookmarkStart w:id="7" w:name="_Toc87344439"/>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5E5DF29A" w:rsidR="0035531B" w:rsidRDefault="00FF7238" w:rsidP="0035531B">
      <w:pPr>
        <w:pStyle w:val="Textbezslovn"/>
      </w:pPr>
      <w:r>
        <w:t xml:space="preserve">Účelem veřejné zakázky </w:t>
      </w:r>
      <w:r w:rsidRPr="0074771F">
        <w:t xml:space="preserve">„Modernizace trati </w:t>
      </w:r>
      <w:r>
        <w:t>Praha-Bubny</w:t>
      </w:r>
      <w:r w:rsidRPr="0074771F">
        <w:t xml:space="preserve"> (včetně) – </w:t>
      </w:r>
      <w:r>
        <w:t>Praha-Výstaviště</w:t>
      </w:r>
      <w:r w:rsidRPr="0074771F">
        <w:t xml:space="preserve"> (včetně)“</w:t>
      </w:r>
      <w:r>
        <w:t xml:space="preserve"> je zvýšení kapacity dráhy díky </w:t>
      </w:r>
      <w:proofErr w:type="spellStart"/>
      <w:r>
        <w:t>zdvoukolejnění</w:t>
      </w:r>
      <w:proofErr w:type="spellEnd"/>
      <w:r>
        <w:t xml:space="preserve"> a elektrifikaci stávající trati, zajištění bezpečného a spolehlivého provozu, umožnění nasazení ETCS, splnění podmínek TSI v subsystémech infrastruktura, řízení a zabezpečení, snížení hlukových emisí způsobených železničním provozem, zvýšení komfortu cestování a zlepšení architektonick</w:t>
      </w:r>
      <w:r w:rsidR="00E443A4">
        <w:t>é</w:t>
      </w:r>
      <w:r>
        <w:t xml:space="preserve"> atraktivity trati.</w:t>
      </w:r>
    </w:p>
    <w:p w14:paraId="338CF7BC" w14:textId="77777777" w:rsidR="0035531B" w:rsidRDefault="0035531B" w:rsidP="0035531B">
      <w:pPr>
        <w:pStyle w:val="Text1-1"/>
      </w:pPr>
      <w:r>
        <w:t>Předmět plnění veřejné zakázky</w:t>
      </w:r>
    </w:p>
    <w:p w14:paraId="61067A01" w14:textId="70540A79" w:rsidR="0035531B" w:rsidRPr="006F6B09" w:rsidRDefault="00FD1BC0" w:rsidP="006F6B09">
      <w:pPr>
        <w:pStyle w:val="Textbezslovn"/>
        <w:rPr>
          <w:highlight w:val="green"/>
        </w:rPr>
      </w:pPr>
      <w:r w:rsidRPr="0074771F">
        <w:t xml:space="preserve">Předmětem plnění veřejné zakázky je zhotovení stavby „Modernizace trati </w:t>
      </w:r>
      <w:r>
        <w:t>Praha-Bubny</w:t>
      </w:r>
      <w:r w:rsidRPr="0074771F">
        <w:t xml:space="preserve"> (včetně) – </w:t>
      </w:r>
      <w:r>
        <w:t>Praha-Výstaviště</w:t>
      </w:r>
      <w:r w:rsidRPr="0074771F">
        <w:t xml:space="preserve"> (včetně)“</w:t>
      </w:r>
      <w:r>
        <w:t>. Modernizací dojde ke</w:t>
      </w:r>
      <w:r w:rsidRPr="0074771F">
        <w:t xml:space="preserve"> </w:t>
      </w:r>
      <w:proofErr w:type="spellStart"/>
      <w:r w:rsidRPr="0074771F">
        <w:t>zdvojkolejnění</w:t>
      </w:r>
      <w:proofErr w:type="spellEnd"/>
      <w:r>
        <w:t xml:space="preserve"> </w:t>
      </w:r>
      <w:r w:rsidR="00B42798">
        <w:t xml:space="preserve">a elektrifikaci stávající </w:t>
      </w:r>
      <w:r>
        <w:t>trati</w:t>
      </w:r>
      <w:r w:rsidR="00B42798">
        <w:t xml:space="preserve"> ve směru na Kladno</w:t>
      </w:r>
      <w:r>
        <w:t xml:space="preserve">, dále k </w:t>
      </w:r>
      <w:r w:rsidRPr="0074771F">
        <w:t>modern</w:t>
      </w:r>
      <w:r>
        <w:t xml:space="preserve">izaci všech stanic a zastávek, </w:t>
      </w:r>
      <w:r w:rsidR="00B42798">
        <w:t xml:space="preserve">výstavbě nových nástupišť a </w:t>
      </w:r>
      <w:r>
        <w:t>vy</w:t>
      </w:r>
      <w:r w:rsidRPr="0074771F">
        <w:t>budování bezbariérových přístupů</w:t>
      </w:r>
      <w:r w:rsidR="00B42798">
        <w:t xml:space="preserve"> na nástupiště, rekonstrukc</w:t>
      </w:r>
      <w:r w:rsidR="00E443A4">
        <w:t>i</w:t>
      </w:r>
      <w:r w:rsidR="00B42798">
        <w:t xml:space="preserve"> výpravní budovy</w:t>
      </w:r>
      <w:r w:rsidRPr="0074771F">
        <w:t xml:space="preserve"> </w:t>
      </w:r>
      <w:r w:rsidR="00B42798">
        <w:t>a s ní spojené</w:t>
      </w:r>
      <w:r w:rsidR="00E443A4">
        <w:t>mu</w:t>
      </w:r>
      <w:r w:rsidR="00B42798">
        <w:t xml:space="preserve"> rozšíření služeb pro cestující</w:t>
      </w:r>
      <w:r w:rsidRPr="0074771F">
        <w:t>.</w:t>
      </w:r>
      <w:r w:rsidR="0035531B" w:rsidRPr="006F6B09">
        <w:rPr>
          <w:highlight w:val="green"/>
        </w:rPr>
        <w:t xml:space="preserve"> </w:t>
      </w:r>
    </w:p>
    <w:p w14:paraId="50835413" w14:textId="6946FEE8" w:rsidR="0035531B" w:rsidRDefault="002B0231" w:rsidP="006F6B09">
      <w:pPr>
        <w:pStyle w:val="Textbezslovn"/>
      </w:pPr>
      <w:r w:rsidRPr="00BC090D">
        <w:t xml:space="preserve">Součástí předmětu plnění veřejné zakázky jsou i činnosti, které budou prováděny v souvislosti s Pravidly publicity projektů spolufinancovaných z </w:t>
      </w:r>
      <w:proofErr w:type="spellStart"/>
      <w:r w:rsidRPr="00BC090D">
        <w:t>Connecting</w:t>
      </w:r>
      <w:proofErr w:type="spellEnd"/>
      <w:r w:rsidRPr="00BC090D">
        <w:t xml:space="preserve"> </w:t>
      </w:r>
      <w:proofErr w:type="spellStart"/>
      <w:r w:rsidRPr="00BC090D">
        <w:t>Europe</w:t>
      </w:r>
      <w:proofErr w:type="spellEnd"/>
      <w:r w:rsidRPr="00BC090D">
        <w:t xml:space="preserve"> </w:t>
      </w:r>
      <w:proofErr w:type="spellStart"/>
      <w:r w:rsidRPr="00BC090D">
        <w:t>Facility</w:t>
      </w:r>
      <w:proofErr w:type="spellEnd"/>
      <w:r w:rsidRPr="00BC090D">
        <w:t xml:space="preserve"> (CEF). Ocenění těchto činností publicity stavby bude zahrnuto do nabídkové ceny, 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w:t>
      </w:r>
      <w:r>
        <w:t xml:space="preserve"> </w:t>
      </w:r>
      <w:r w:rsidRPr="00AB1A60">
        <w:t>Nástroje pro propojení Evropy (CEF)</w:t>
      </w:r>
      <w:r w:rsidRPr="00BC090D">
        <w:t xml:space="preserve">, zajištění publicity stavby nebude zhotovitelem provedeno. Rozsah plnění, který nebude realizován, se nezapočítává do </w:t>
      </w:r>
      <w:r w:rsidRPr="00C95C4A">
        <w:t>limitů pro změny podle § 222 odst. 4 až 6 a 9 ZZVZ.</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7CA1C7CE" w14:textId="77777777" w:rsidR="00006798" w:rsidRPr="00F62B13" w:rsidRDefault="00006798" w:rsidP="00006798">
      <w:pPr>
        <w:pStyle w:val="Textbezslovn"/>
        <w:spacing w:after="0"/>
      </w:pPr>
      <w:r w:rsidRPr="00F62B13">
        <w:t>CPV kód  45221112-0 Výstavba železničních mostů</w:t>
      </w:r>
    </w:p>
    <w:p w14:paraId="1F2987D1" w14:textId="77777777" w:rsidR="00D25DE4" w:rsidRPr="00F62B13" w:rsidRDefault="00D25DE4" w:rsidP="00D25DE4">
      <w:pPr>
        <w:pStyle w:val="Textbezslovn"/>
        <w:spacing w:after="0"/>
      </w:pPr>
      <w:r w:rsidRPr="00F62B13">
        <w:lastRenderedPageBreak/>
        <w:t>CPV kód  45213321-9 Výstavba železničních nádraží</w:t>
      </w:r>
    </w:p>
    <w:p w14:paraId="2B79308A" w14:textId="77777777" w:rsidR="00140575" w:rsidRPr="00F62B13" w:rsidRDefault="00140575" w:rsidP="00006798">
      <w:pPr>
        <w:pStyle w:val="Textbezslovn"/>
        <w:spacing w:after="0"/>
      </w:pPr>
      <w:r w:rsidRPr="00F62B13">
        <w:t>CPV kód  45234140-9 Výstavba úrovňových přejezdů</w:t>
      </w:r>
    </w:p>
    <w:p w14:paraId="6347D9EC" w14:textId="77777777" w:rsidR="00140575" w:rsidRDefault="00140575" w:rsidP="00006798">
      <w:pPr>
        <w:pStyle w:val="Textbezslovn"/>
        <w:spacing w:after="0"/>
      </w:pPr>
      <w:r w:rsidRPr="00F62B13">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87344440"/>
      <w:r>
        <w:t>ZDROJE FINANCOVÁNÍ</w:t>
      </w:r>
      <w:r w:rsidR="00845C50">
        <w:t xml:space="preserve"> a </w:t>
      </w:r>
      <w:r>
        <w:t>PŘEDPOKLÁDANÁ HODNOTA VEŘEJNÉ ZAKÁZKY</w:t>
      </w:r>
      <w:bookmarkEnd w:id="8"/>
    </w:p>
    <w:p w14:paraId="14899505" w14:textId="0EEACAEB" w:rsidR="0035531B" w:rsidRDefault="003514BE" w:rsidP="00D15754">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t>.</w:t>
      </w:r>
    </w:p>
    <w:p w14:paraId="7D26950A" w14:textId="77777777" w:rsidR="0035531B" w:rsidRPr="00722D21"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w:t>
      </w:r>
      <w:r w:rsidRPr="00722D21">
        <w:t>PSČ 110 00 (zadavatel).</w:t>
      </w:r>
    </w:p>
    <w:p w14:paraId="38F8AF3F" w14:textId="7D68DA3C" w:rsidR="009D2EAA" w:rsidRPr="00722D21" w:rsidRDefault="000A23B3" w:rsidP="00722D21">
      <w:pPr>
        <w:pStyle w:val="Text1-1"/>
        <w:rPr>
          <w:rStyle w:val="Tun9b"/>
          <w:b w:val="0"/>
        </w:rPr>
      </w:pPr>
      <w:r w:rsidRPr="00722D21">
        <w:rPr>
          <w:rStyle w:val="Tun9b"/>
        </w:rPr>
        <w:t xml:space="preserve">Zadavatel nesděluje výši předpokládané </w:t>
      </w:r>
      <w:r w:rsidRPr="00814CA2">
        <w:rPr>
          <w:rStyle w:val="Tun9b"/>
        </w:rPr>
        <w:t xml:space="preserve">hodnoty zakázky. Zadavatel stanovuje závaznou zadávací podmínku tak, že částka </w:t>
      </w:r>
      <w:r w:rsidR="00722D21" w:rsidRPr="00814CA2">
        <w:rPr>
          <w:rStyle w:val="Tun9b"/>
        </w:rPr>
        <w:t>3 800 000 000,</w:t>
      </w:r>
      <w:r w:rsidRPr="00814CA2">
        <w:rPr>
          <w:rStyle w:val="Tun9b"/>
        </w:rPr>
        <w:t xml:space="preserve">- Kč je nejvyšší přípustnou nabídkovou cenou (bez DPH), a to pod sankcí vyloučení </w:t>
      </w:r>
      <w:r w:rsidRPr="00722D21">
        <w:rPr>
          <w:rStyle w:val="Tun9b"/>
        </w:rPr>
        <w:t>z další účasti v zadávacím řízení.</w:t>
      </w:r>
    </w:p>
    <w:p w14:paraId="3767C8E6" w14:textId="77777777" w:rsidR="0035531B" w:rsidRDefault="0035531B" w:rsidP="006F6B09">
      <w:pPr>
        <w:pStyle w:val="Nadpis1-1"/>
      </w:pPr>
      <w:bookmarkStart w:id="9" w:name="_Toc87344441"/>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1A07E07" w14:textId="77777777" w:rsidR="00DC4DDB" w:rsidRDefault="00DC4DDB" w:rsidP="00DC4DDB">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732CCD52" w14:textId="250F93E2" w:rsidR="00DC4DDB" w:rsidRDefault="00DC4DDB" w:rsidP="00845B5E">
      <w:pPr>
        <w:pStyle w:val="Textbezslovn"/>
        <w:tabs>
          <w:tab w:val="left" w:pos="1701"/>
        </w:tabs>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lastRenderedPageBreak/>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EFCEDD4"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683CABDD" w14:textId="3A23A885" w:rsidR="00E86651" w:rsidRPr="0030102D" w:rsidRDefault="00E86651" w:rsidP="00845C50">
      <w:pPr>
        <w:pStyle w:val="Odrka1-1"/>
      </w:pPr>
      <w:r w:rsidRPr="0030102D">
        <w:t xml:space="preserve">Projektová dokumentace „Modernizace trati </w:t>
      </w:r>
      <w:r w:rsidR="000663F8" w:rsidRPr="0030102D">
        <w:t>Praha-Bubny</w:t>
      </w:r>
      <w:r w:rsidRPr="0030102D">
        <w:t xml:space="preserve"> (včetně) – </w:t>
      </w:r>
      <w:r w:rsidR="000663F8" w:rsidRPr="0030102D">
        <w:t>Praha-Výstaviště</w:t>
      </w:r>
      <w:r w:rsidRPr="0030102D">
        <w:t xml:space="preserve"> (včetně)“, zpracovatel METROPROJEKT Praha a.s., se sídlem </w:t>
      </w:r>
      <w:r w:rsidR="000663F8" w:rsidRPr="0030102D">
        <w:t>Argentinská</w:t>
      </w:r>
      <w:r w:rsidRPr="0030102D">
        <w:t xml:space="preserve"> 1621/36, 170 00 Praha 7, IČO: 45271895, </w:t>
      </w:r>
      <w:r w:rsidR="000663F8" w:rsidRPr="0030102D">
        <w:t>datum 8</w:t>
      </w:r>
      <w:r w:rsidRPr="0030102D">
        <w:t>/2021</w:t>
      </w:r>
    </w:p>
    <w:p w14:paraId="1A982B4C" w14:textId="77777777" w:rsidR="0035531B" w:rsidRPr="0030102D" w:rsidRDefault="0035531B" w:rsidP="0035531B">
      <w:pPr>
        <w:pStyle w:val="Text1-1"/>
      </w:pPr>
      <w:r w:rsidRPr="0030102D">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87344442"/>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0B763008"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87344443"/>
      <w:r>
        <w:lastRenderedPageBreak/>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494C38" w:rsidRDefault="0035531B" w:rsidP="00D10A2D">
      <w:pPr>
        <w:pStyle w:val="Odrka1-2-"/>
      </w:pPr>
      <w:r w:rsidRPr="00494C38">
        <w:t>Provádění staveb, jejich změn</w:t>
      </w:r>
      <w:r w:rsidR="00845C50" w:rsidRPr="00494C38">
        <w:t xml:space="preserve"> a </w:t>
      </w:r>
      <w:r w:rsidRPr="00494C38">
        <w:t>odstraňování,</w:t>
      </w:r>
    </w:p>
    <w:p w14:paraId="5555C2BB" w14:textId="39B3FD2C" w:rsidR="0035531B" w:rsidRDefault="0035531B" w:rsidP="00CC4380">
      <w:pPr>
        <w:pStyle w:val="Odrka1-2-"/>
      </w:pPr>
      <w:r w:rsidRPr="00494C38">
        <w:t>Revize, prohlídky</w:t>
      </w:r>
      <w:r w:rsidR="00845C50" w:rsidRPr="00494C38">
        <w:t xml:space="preserve"> a </w:t>
      </w:r>
      <w:r w:rsidRPr="00494C38">
        <w:t>zkoušky určených technických zařízení</w:t>
      </w:r>
      <w:r w:rsidR="00092CC9" w:rsidRPr="00494C38">
        <w:t xml:space="preserve"> v </w:t>
      </w:r>
      <w:r w:rsidRPr="00494C38">
        <w:t>provozu,</w:t>
      </w:r>
    </w:p>
    <w:p w14:paraId="561C5A85" w14:textId="77777777" w:rsidR="0035531B" w:rsidRPr="00494C38" w:rsidRDefault="0035531B" w:rsidP="009D6F00">
      <w:pPr>
        <w:pStyle w:val="Odrka1-2-"/>
      </w:pPr>
      <w:r w:rsidRPr="00494C38">
        <w:t>Výkon zeměměřických činností,</w:t>
      </w:r>
    </w:p>
    <w:p w14:paraId="07D85A3F" w14:textId="636B5A0D" w:rsidR="0035531B" w:rsidRDefault="0035531B" w:rsidP="00CC4380">
      <w:pPr>
        <w:pStyle w:val="Odrka1-2-"/>
      </w:pPr>
      <w:r w:rsidRPr="00494C38">
        <w:t>Podnikání</w:t>
      </w:r>
      <w:r w:rsidR="00092CC9" w:rsidRPr="00494C38">
        <w:t xml:space="preserve"> v </w:t>
      </w:r>
      <w:r w:rsidRPr="00494C38">
        <w:t>oblasti nakládání</w:t>
      </w:r>
      <w:r w:rsidR="00845C50" w:rsidRPr="00494C38">
        <w:t xml:space="preserve"> s </w:t>
      </w:r>
      <w:r w:rsidR="001D15A0">
        <w:t>nebezpečnými odpady,</w:t>
      </w:r>
    </w:p>
    <w:p w14:paraId="286A8442" w14:textId="7DA0B8F9" w:rsidR="001D15A0" w:rsidRDefault="001D15A0" w:rsidP="00CC4380">
      <w:pPr>
        <w:pStyle w:val="Odrka1-2-"/>
      </w:pPr>
      <w:r>
        <w:t>Geologické práce.</w:t>
      </w:r>
    </w:p>
    <w:p w14:paraId="403E6B7B" w14:textId="77777777" w:rsidR="00AD2FA6" w:rsidRDefault="00AD2FA6" w:rsidP="00AD2FA6">
      <w:pPr>
        <w:pStyle w:val="Odrka1-2-"/>
        <w:numPr>
          <w:ilvl w:val="0"/>
          <w:numId w:val="0"/>
        </w:numPr>
        <w:ind w:left="993"/>
      </w:pPr>
    </w:p>
    <w:p w14:paraId="19E526DD" w14:textId="6FF25F49" w:rsidR="00AD2FA6" w:rsidRDefault="00AD2FA6" w:rsidP="00AD2FA6">
      <w:pPr>
        <w:pStyle w:val="Odrka1-2-"/>
        <w:numPr>
          <w:ilvl w:val="0"/>
          <w:numId w:val="0"/>
        </w:numPr>
        <w:ind w:left="993"/>
      </w:pPr>
      <w:r w:rsidRPr="00AD2FA6">
        <w:t>Zadavatel dále požaduje předložení oprávnění k činnosti prováděné hornickým způsobem dle § 5 odst. 2 a v rozsahu dle § 3 písm. i) zákona č. 61/1988 Sb., o hornické činnosti, výbušninách a o státní báňské správě, ve znění pozdějších předpisů.</w:t>
      </w:r>
    </w:p>
    <w:p w14:paraId="2178F61E" w14:textId="77777777" w:rsidR="00AD2FA6" w:rsidRDefault="00AD2FA6" w:rsidP="00AD2FA6">
      <w:pPr>
        <w:pStyle w:val="Odrka1-2-"/>
        <w:numPr>
          <w:ilvl w:val="0"/>
          <w:numId w:val="0"/>
        </w:numPr>
        <w:ind w:left="993"/>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519C513" w14:textId="69F5D59F" w:rsidR="00494C38" w:rsidRPr="00494C38" w:rsidRDefault="00494C38" w:rsidP="009978AE">
      <w:pPr>
        <w:pStyle w:val="Odrka1-2-"/>
        <w:numPr>
          <w:ilvl w:val="0"/>
          <w:numId w:val="0"/>
        </w:numPr>
        <w:ind w:left="1531"/>
        <w:rPr>
          <w:b/>
        </w:rPr>
      </w:pPr>
      <w:r w:rsidRPr="00494C38">
        <w:rPr>
          <w:b/>
        </w:rPr>
        <w:t xml:space="preserve">a) </w:t>
      </w:r>
      <w:r w:rsidRPr="00494C38">
        <w:t>pozemní stavby</w:t>
      </w:r>
    </w:p>
    <w:p w14:paraId="319465E1" w14:textId="551A180E" w:rsidR="00B645ED" w:rsidRPr="00494C38" w:rsidRDefault="00B645ED" w:rsidP="009978AE">
      <w:pPr>
        <w:pStyle w:val="Odrka1-2-"/>
        <w:numPr>
          <w:ilvl w:val="0"/>
          <w:numId w:val="0"/>
        </w:numPr>
        <w:ind w:left="1531"/>
        <w:rPr>
          <w:b/>
        </w:rPr>
      </w:pPr>
      <w:r w:rsidRPr="00494C38">
        <w:rPr>
          <w:b/>
        </w:rPr>
        <w:t xml:space="preserve">b) </w:t>
      </w:r>
      <w:r w:rsidRPr="00494C38">
        <w:t>dopravní stavby</w:t>
      </w:r>
    </w:p>
    <w:p w14:paraId="251543EE" w14:textId="77777777" w:rsidR="00B645ED" w:rsidRPr="00494C38" w:rsidRDefault="00B645ED" w:rsidP="009978AE">
      <w:pPr>
        <w:pStyle w:val="Odrka1-2-"/>
        <w:numPr>
          <w:ilvl w:val="0"/>
          <w:numId w:val="0"/>
        </w:numPr>
        <w:ind w:left="1531"/>
        <w:rPr>
          <w:b/>
        </w:rPr>
      </w:pPr>
      <w:r w:rsidRPr="00494C38">
        <w:rPr>
          <w:b/>
        </w:rPr>
        <w:t xml:space="preserve">d) </w:t>
      </w:r>
      <w:r w:rsidRPr="00494C38">
        <w:t>mosty a inženýrské konstrukce</w:t>
      </w:r>
    </w:p>
    <w:p w14:paraId="3BDBB71C" w14:textId="77777777" w:rsidR="00B645ED" w:rsidRPr="00494C38" w:rsidRDefault="00B645ED" w:rsidP="009978AE">
      <w:pPr>
        <w:pStyle w:val="Odrka1-2-"/>
        <w:numPr>
          <w:ilvl w:val="0"/>
          <w:numId w:val="0"/>
        </w:numPr>
        <w:ind w:left="1531"/>
        <w:rPr>
          <w:b/>
        </w:rPr>
      </w:pPr>
      <w:r w:rsidRPr="00494C38">
        <w:rPr>
          <w:b/>
        </w:rPr>
        <w:t xml:space="preserve">e) </w:t>
      </w:r>
      <w:r w:rsidRPr="00494C38">
        <w:t>technologická zařízení staveb</w:t>
      </w:r>
    </w:p>
    <w:p w14:paraId="5B54DF57" w14:textId="39FD42F1" w:rsidR="00494C38" w:rsidRPr="00494C38" w:rsidRDefault="00494C38" w:rsidP="00494C38">
      <w:pPr>
        <w:pStyle w:val="Odrka1-2-"/>
        <w:numPr>
          <w:ilvl w:val="0"/>
          <w:numId w:val="0"/>
        </w:numPr>
        <w:ind w:left="1531"/>
      </w:pPr>
      <w:r w:rsidRPr="00494C38">
        <w:rPr>
          <w:b/>
        </w:rPr>
        <w:t>f)</w:t>
      </w:r>
      <w:r w:rsidRPr="00494C38">
        <w:t xml:space="preserve"> technika prostředí staveb - specializace technická zařízení nebo specializace vytápění a vzduchotechnika a specializace zdravotní technika</w:t>
      </w:r>
    </w:p>
    <w:p w14:paraId="6209035D" w14:textId="77777777" w:rsidR="00494C38" w:rsidRPr="00745FDD" w:rsidRDefault="00494C38" w:rsidP="00494C38">
      <w:pPr>
        <w:pStyle w:val="Odrka1-2-"/>
        <w:numPr>
          <w:ilvl w:val="0"/>
          <w:numId w:val="0"/>
        </w:numPr>
        <w:ind w:left="1531"/>
      </w:pPr>
      <w:r w:rsidRPr="00745FDD">
        <w:rPr>
          <w:b/>
        </w:rPr>
        <w:t>f)</w:t>
      </w:r>
      <w:r w:rsidRPr="00745FDD">
        <w:t xml:space="preserve"> technika prostředí staveb - specializace elektrotechnická zařízení</w:t>
      </w:r>
    </w:p>
    <w:p w14:paraId="0ED3032B" w14:textId="65E7A3DE" w:rsidR="00494C38" w:rsidRPr="00745FDD" w:rsidRDefault="00494C38" w:rsidP="00494C38">
      <w:pPr>
        <w:pStyle w:val="Odrka1-2-"/>
        <w:numPr>
          <w:ilvl w:val="0"/>
          <w:numId w:val="0"/>
        </w:numPr>
        <w:ind w:left="1531"/>
      </w:pPr>
      <w:r w:rsidRPr="00745FDD">
        <w:rPr>
          <w:b/>
        </w:rPr>
        <w:t xml:space="preserve">g) </w:t>
      </w:r>
      <w:r w:rsidRPr="00745FDD">
        <w:t>statika a dynamika staveb</w:t>
      </w:r>
    </w:p>
    <w:p w14:paraId="02866467" w14:textId="177104E9" w:rsidR="00145774" w:rsidRPr="00745FDD" w:rsidRDefault="00145774" w:rsidP="00494C38">
      <w:pPr>
        <w:pStyle w:val="Odrka1-2-"/>
        <w:numPr>
          <w:ilvl w:val="0"/>
          <w:numId w:val="0"/>
        </w:numPr>
        <w:ind w:left="1531"/>
      </w:pPr>
      <w:r w:rsidRPr="00745FDD">
        <w:rPr>
          <w:b/>
        </w:rPr>
        <w:t xml:space="preserve">h) </w:t>
      </w:r>
      <w:r w:rsidRPr="00745FDD">
        <w:t>městské inženýrství</w:t>
      </w:r>
    </w:p>
    <w:p w14:paraId="502D502D" w14:textId="77777777" w:rsidR="00494C38" w:rsidRPr="00494C38" w:rsidRDefault="00494C38" w:rsidP="00494C38">
      <w:pPr>
        <w:pStyle w:val="Odrka1-2-"/>
        <w:numPr>
          <w:ilvl w:val="0"/>
          <w:numId w:val="0"/>
        </w:numPr>
        <w:ind w:left="1531"/>
      </w:pPr>
      <w:r w:rsidRPr="00494C38">
        <w:rPr>
          <w:b/>
        </w:rPr>
        <w:t xml:space="preserve">i) </w:t>
      </w:r>
      <w:r w:rsidRPr="00494C38">
        <w:t>geotechnika</w:t>
      </w:r>
    </w:p>
    <w:p w14:paraId="000EFEFE" w14:textId="7569BA17" w:rsidR="00710472" w:rsidRDefault="00494C38" w:rsidP="00494C38">
      <w:pPr>
        <w:pStyle w:val="Odrka1-2-"/>
        <w:numPr>
          <w:ilvl w:val="0"/>
          <w:numId w:val="0"/>
        </w:numPr>
        <w:ind w:left="1531"/>
      </w:pPr>
      <w:r w:rsidRPr="00494C38">
        <w:rPr>
          <w:b/>
        </w:rPr>
        <w:t xml:space="preserve">j) </w:t>
      </w:r>
      <w:r w:rsidRPr="00494C38">
        <w:t>požární bezpečnost staveb</w:t>
      </w:r>
      <w:r w:rsidR="0035531B">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32949100" w:rsidR="0035531B" w:rsidRPr="003072B2" w:rsidRDefault="0035531B" w:rsidP="00CC4380">
      <w:pPr>
        <w:pStyle w:val="Odrka1-2-"/>
      </w:pPr>
      <w:r>
        <w:t xml:space="preserve">Zadavatel požaduje předložení úředního oprávnění </w:t>
      </w:r>
      <w:r w:rsidRPr="003072B2">
        <w:t>pro ověřování výsledků zeměměřických činností</w:t>
      </w:r>
      <w:r w:rsidR="00092CC9" w:rsidRPr="003072B2">
        <w:t xml:space="preserve"> v </w:t>
      </w:r>
      <w:r w:rsidRPr="003072B2">
        <w:t xml:space="preserve">rozsahu dle § 13 odst. 1 písm. </w:t>
      </w:r>
      <w:r w:rsidRPr="003072B2">
        <w:rPr>
          <w:rStyle w:val="Tun9b"/>
        </w:rPr>
        <w:t>a)</w:t>
      </w:r>
      <w:r w:rsidR="00845C50" w:rsidRPr="003072B2">
        <w:rPr>
          <w:rStyle w:val="Tun9b"/>
        </w:rPr>
        <w:t xml:space="preserve"> </w:t>
      </w:r>
      <w:r w:rsidR="00845C50" w:rsidRPr="003072B2">
        <w:rPr>
          <w:rStyle w:val="Tun9b"/>
          <w:b w:val="0"/>
        </w:rPr>
        <w:t>a </w:t>
      </w:r>
      <w:r w:rsidRPr="003072B2">
        <w:rPr>
          <w:rStyle w:val="Tun9b"/>
        </w:rPr>
        <w:t>c)</w:t>
      </w:r>
      <w:r w:rsidRPr="003072B2">
        <w:t xml:space="preserve"> zákona</w:t>
      </w:r>
      <w:r>
        <w:t xml:space="preserve"> č. </w:t>
      </w:r>
      <w:r>
        <w:lastRenderedPageBreak/>
        <w:t>200/1994 Sb.,</w:t>
      </w:r>
      <w:r w:rsidR="00092CC9">
        <w:t xml:space="preserve"> o </w:t>
      </w:r>
      <w:r>
        <w:t>zeměměřictví</w:t>
      </w:r>
      <w:r w:rsidR="00845C50">
        <w:t xml:space="preserve"> a</w:t>
      </w:r>
      <w:r w:rsidR="00092CC9">
        <w:t xml:space="preserve"> o </w:t>
      </w:r>
      <w:r>
        <w:t>změně</w:t>
      </w:r>
      <w:r w:rsidR="00845C50">
        <w:t xml:space="preserve"> a </w:t>
      </w:r>
      <w:r>
        <w:t xml:space="preserve">doplnění některých zákonů </w:t>
      </w:r>
      <w:r w:rsidRPr="003072B2">
        <w:t>souvisejících</w:t>
      </w:r>
      <w:r w:rsidR="00845C50" w:rsidRPr="003072B2">
        <w:t xml:space="preserve"> s </w:t>
      </w:r>
      <w:r w:rsidRPr="003072B2">
        <w:t>jeho zavedením, ve znění pozdějších předpisů.</w:t>
      </w:r>
    </w:p>
    <w:p w14:paraId="3ABDBC14" w14:textId="40548371" w:rsidR="0035531B" w:rsidRPr="001D15A0" w:rsidRDefault="003072B2" w:rsidP="00CC4380">
      <w:pPr>
        <w:pStyle w:val="Odrka1-2-"/>
      </w:pPr>
      <w:r w:rsidRPr="003072B2">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14:paraId="05436FDA" w14:textId="5B26C35C" w:rsidR="001D15A0" w:rsidRPr="00745FDD" w:rsidRDefault="001D15A0" w:rsidP="00CC4380">
      <w:pPr>
        <w:pStyle w:val="Odrka1-2-"/>
      </w:pPr>
      <w:r w:rsidRPr="00745FDD">
        <w:t xml:space="preserve">Zadavatel požaduje předložení osvědčení o odborné způsobilosti k výkonu činnosti prováděné hornickým způsobem podle § 4 písm. </w:t>
      </w:r>
      <w:r w:rsidR="00745FDD" w:rsidRPr="00745FDD">
        <w:t>e)</w:t>
      </w:r>
      <w:r w:rsidRPr="00745FDD">
        <w:t xml:space="preserve"> </w:t>
      </w:r>
      <w:proofErr w:type="spellStart"/>
      <w:r w:rsidRPr="00745FDD">
        <w:t>vyhl</w:t>
      </w:r>
      <w:proofErr w:type="spellEnd"/>
      <w:r w:rsidRPr="00745FDD">
        <w:t>. č. 298/2005 Sb., o požadavcích na odbornou kvalifikaci a odbornou způsobilost při hornické činnosti nebo činnosti prováděné hornickým způsobem a o změně některých právních předpisů, ve znění pozdějších předpisů, a to v rozsahu podle § 3 písm. i) zákona č. 61/1988 Sb., o hornické činnosti, výbušninách a o státní báňské správě,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BA79CC1" w:rsidR="0035531B" w:rsidRPr="003D7809"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0052549A" w:rsidRPr="003D7809">
        <w:t xml:space="preserve">než </w:t>
      </w:r>
      <w:r w:rsidR="0052549A" w:rsidRPr="003D7809">
        <w:rPr>
          <w:b/>
        </w:rPr>
        <w:t>1 15</w:t>
      </w:r>
      <w:r w:rsidR="00CB704A" w:rsidRPr="003D7809">
        <w:rPr>
          <w:b/>
        </w:rPr>
        <w:t xml:space="preserve">0 mil. </w:t>
      </w:r>
      <w:r w:rsidRPr="003D7809">
        <w:rPr>
          <w:b/>
        </w:rPr>
        <w:t>Kč</w:t>
      </w:r>
      <w:r w:rsidRPr="003D7809">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w:t>
      </w:r>
      <w:r>
        <w:lastRenderedPageBreak/>
        <w:t xml:space="preserve">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6185A183" w:rsidR="0035531B" w:rsidRDefault="0035531B" w:rsidP="00CB7818">
      <w:pPr>
        <w:pStyle w:val="Textbezslovn"/>
        <w:numPr>
          <w:ilvl w:val="0"/>
          <w:numId w:val="34"/>
        </w:numPr>
      </w:pPr>
      <w:r>
        <w:t xml:space="preserve">Zadavatel požaduje předložení </w:t>
      </w:r>
      <w:r w:rsidRPr="00C1688F">
        <w:rPr>
          <w:b/>
        </w:rPr>
        <w:t>seznamu</w:t>
      </w:r>
      <w:r>
        <w:t xml:space="preserve"> stavebních prací </w:t>
      </w:r>
      <w:r w:rsidR="00127F71">
        <w:t>spočívajících v provedení novostavby</w:t>
      </w:r>
      <w:r w:rsidR="00E328E1">
        <w:t xml:space="preserve"> nebo</w:t>
      </w:r>
      <w:r w:rsidR="00127F71">
        <w:t xml:space="preserve"> rekonstrukce</w:t>
      </w:r>
      <w:r w:rsidR="00515B63">
        <w:t xml:space="preserve"> </w:t>
      </w:r>
      <w:r>
        <w:t xml:space="preserve">na stavbách </w:t>
      </w:r>
      <w:r w:rsidRPr="00E328E1">
        <w:t>železničních drah, jak jsou</w:t>
      </w:r>
      <w:r>
        <w:t xml:space="preserve">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CB7818" w:rsidRPr="00CB7818">
        <w:t>s výjimkou stavby</w:t>
      </w:r>
      <w:r w:rsidR="00CB7818">
        <w:t xml:space="preserve"> mostu</w:t>
      </w:r>
      <w:r w:rsidR="00CB7818" w:rsidRPr="00CB7818">
        <w:t>, jež nemusí být provedena na stavbách železničních drah</w:t>
      </w:r>
      <w:r w:rsidR="00CB7818">
        <w:t>,</w:t>
      </w:r>
      <w:r w:rsidR="00CB7818" w:rsidRPr="00CB7818">
        <w:t xml:space="preserve"> </w:t>
      </w:r>
      <w:r w:rsidR="00014412">
        <w:t xml:space="preserve">poskytnutých dodavatelem </w:t>
      </w:r>
      <w:r>
        <w:t xml:space="preserve">za </w:t>
      </w:r>
      <w:r w:rsidRPr="00E328E1">
        <w:t>posledních 5 let před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4C7C6B">
        <w:t xml:space="preserve">posledních 5 let </w:t>
      </w:r>
      <w:r w:rsidR="008735B2" w:rsidRPr="004C7C6B">
        <w:t xml:space="preserve">před zahájením zadávacího řízení </w:t>
      </w:r>
      <w:r w:rsidRPr="004C7C6B">
        <w:t>činí</w:t>
      </w:r>
      <w:r w:rsidR="00092CC9" w:rsidRPr="004C7C6B">
        <w:t xml:space="preserve"> v </w:t>
      </w:r>
      <w:r w:rsidRPr="004C7C6B">
        <w:t>součtu, včetně případných poddodávek</w:t>
      </w:r>
      <w:r w:rsidRPr="006424DC">
        <w:t xml:space="preserve">, nejméně </w:t>
      </w:r>
      <w:r w:rsidR="006424DC" w:rsidRPr="006424DC">
        <w:rPr>
          <w:b/>
        </w:rPr>
        <w:t>2 1</w:t>
      </w:r>
      <w:r w:rsidR="004C7C6B" w:rsidRPr="006424DC">
        <w:rPr>
          <w:b/>
        </w:rPr>
        <w:t xml:space="preserve">00 mil. </w:t>
      </w:r>
      <w:r w:rsidRPr="006424DC">
        <w:rPr>
          <w:b/>
        </w:rPr>
        <w:t>Kč</w:t>
      </w:r>
      <w:r w:rsidRPr="006424DC">
        <w:t xml:space="preserve"> bez DPH. </w:t>
      </w:r>
      <w:r w:rsidR="008735B2" w:rsidRPr="006424DC">
        <w:t xml:space="preserve">Hodnotou stavebních prací se </w:t>
      </w:r>
      <w:r w:rsidR="008735B2" w:rsidRPr="006424DC">
        <w:rPr>
          <w:rFonts w:cs="Arial"/>
          <w:iCs/>
        </w:rPr>
        <w:t>pro účely posouzení splnění kritérií technické kvalifikace</w:t>
      </w:r>
      <w:r w:rsidR="008735B2" w:rsidRPr="006424DC">
        <w:t xml:space="preserve"> rozumí cena, za kterou dodavatel provedl předmětné stavební </w:t>
      </w:r>
      <w:r w:rsidR="008735B2">
        <w:t xml:space="preserve">práce; tato cena nebude upravována o míru inflace tak, aby odpovídala současným hodnotám stavebních prací. </w:t>
      </w:r>
    </w:p>
    <w:p w14:paraId="368755A3" w14:textId="24841139" w:rsidR="0035531B" w:rsidRPr="009963B5" w:rsidRDefault="0035531B" w:rsidP="0011338E">
      <w:pPr>
        <w:pStyle w:val="Textbezslovn"/>
        <w:ind w:left="1097"/>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 xml:space="preserve">řádném </w:t>
      </w:r>
      <w:r w:rsidRPr="00681EFA">
        <w:t>poskytnutí</w:t>
      </w:r>
      <w:r w:rsidR="00845C50" w:rsidRPr="00681EFA">
        <w:t xml:space="preserve"> a </w:t>
      </w:r>
      <w:r w:rsidRPr="00681EFA">
        <w:t>dokončení nejvýznamnějších stavebních prací tak, aby prokázal, že dodavatel</w:t>
      </w:r>
      <w:r w:rsidR="00092CC9" w:rsidRPr="00681EFA">
        <w:t xml:space="preserve"> v </w:t>
      </w:r>
      <w:r w:rsidRPr="00681EFA">
        <w:t>posledních 5 letech před zahájením zadávacího řízení řádně poskytl</w:t>
      </w:r>
      <w:r w:rsidR="00845C50" w:rsidRPr="00681EFA">
        <w:t xml:space="preserve"> a </w:t>
      </w:r>
      <w:r w:rsidRPr="00681EFA">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w:t>
      </w:r>
      <w:r w:rsidRPr="009963B5">
        <w:t xml:space="preserve">dosahovat alespoň </w:t>
      </w:r>
      <w:r w:rsidR="006424DC" w:rsidRPr="006424DC">
        <w:rPr>
          <w:b/>
        </w:rPr>
        <w:t>520</w:t>
      </w:r>
      <w:r w:rsidR="009963B5" w:rsidRPr="006424DC">
        <w:rPr>
          <w:b/>
        </w:rPr>
        <w:t xml:space="preserve"> mil.</w:t>
      </w:r>
      <w:r w:rsidRPr="006424DC">
        <w:t xml:space="preserve"> </w:t>
      </w:r>
      <w:r w:rsidRPr="006424DC">
        <w:rPr>
          <w:b/>
        </w:rPr>
        <w:t>Kč</w:t>
      </w:r>
      <w:r w:rsidRPr="0071207A">
        <w:rPr>
          <w:color w:val="FF0000"/>
        </w:rPr>
        <w:t xml:space="preserve"> </w:t>
      </w:r>
      <w:r w:rsidRPr="009963B5">
        <w:t>bez DPH</w:t>
      </w:r>
      <w:r w:rsidR="002D35C5" w:rsidRPr="009963B5">
        <w:t xml:space="preserve"> </w:t>
      </w:r>
      <w:r w:rsidRPr="009963B5">
        <w:t>(dále jen jako „</w:t>
      </w:r>
      <w:r w:rsidRPr="009963B5">
        <w:rPr>
          <w:rStyle w:val="Tun9b"/>
        </w:rPr>
        <w:t>nejvýznamnější stavební práce</w:t>
      </w:r>
      <w:r w:rsidRPr="009963B5">
        <w:t xml:space="preserve">“). </w:t>
      </w:r>
    </w:p>
    <w:p w14:paraId="21D3990A" w14:textId="77777777" w:rsidR="0035531B" w:rsidRPr="0050339F" w:rsidRDefault="0035531B" w:rsidP="0011338E">
      <w:pPr>
        <w:pStyle w:val="Textbezslovn"/>
        <w:ind w:left="1077"/>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 xml:space="preserve">rámci nichž musí </w:t>
      </w:r>
      <w:r w:rsidRPr="0050339F">
        <w:t>dodavatel doložit rovněž následující požadavky:</w:t>
      </w:r>
    </w:p>
    <w:p w14:paraId="7D67435A" w14:textId="04FA3E7C" w:rsidR="0035531B" w:rsidRPr="00EB59AE" w:rsidRDefault="0035531B" w:rsidP="0011338E">
      <w:pPr>
        <w:pStyle w:val="Odrka1-1"/>
        <w:tabs>
          <w:tab w:val="clear" w:pos="1077"/>
          <w:tab w:val="num" w:pos="1418"/>
        </w:tabs>
        <w:ind w:left="1418" w:hanging="284"/>
      </w:pPr>
      <w:r w:rsidRPr="0050339F">
        <w:t>nejméně jedna nejvýznamnější stavební práce musí zahrnovat novostavbu</w:t>
      </w:r>
      <w:r w:rsidR="0050339F" w:rsidRPr="0050339F">
        <w:t xml:space="preserve"> nebo</w:t>
      </w:r>
      <w:r w:rsidRPr="0050339F">
        <w:t xml:space="preserve"> rekonstrukci </w:t>
      </w:r>
      <w:r w:rsidRPr="00EB59AE">
        <w:rPr>
          <w:rStyle w:val="Tun9b"/>
        </w:rPr>
        <w:t>železničního svršku</w:t>
      </w:r>
      <w:r w:rsidRPr="00EB59AE">
        <w:t xml:space="preserve"> na dvoukolejné nebo vícekolejné elektrifikované trati</w:t>
      </w:r>
      <w:r w:rsidR="00845C50" w:rsidRPr="00EB59AE">
        <w:t xml:space="preserve"> s</w:t>
      </w:r>
      <w:r w:rsidR="00115DD3" w:rsidRPr="00EB59AE">
        <w:t>e</w:t>
      </w:r>
      <w:r w:rsidR="00845C50" w:rsidRPr="00EB59AE">
        <w:t> </w:t>
      </w:r>
      <w:r w:rsidR="00115DD3" w:rsidRPr="00EB59AE">
        <w:t xml:space="preserve">souhrnnou </w:t>
      </w:r>
      <w:r w:rsidRPr="00EB59AE">
        <w:t xml:space="preserve">délkou traťového úseku nejméně </w:t>
      </w:r>
      <w:r w:rsidR="00CA00AF" w:rsidRPr="00EB59AE">
        <w:t xml:space="preserve">1 </w:t>
      </w:r>
      <w:r w:rsidRPr="00EB59AE">
        <w:t>km, nebo</w:t>
      </w:r>
      <w:r w:rsidR="00092CC9" w:rsidRPr="00EB59AE">
        <w:t xml:space="preserve"> v </w:t>
      </w:r>
      <w:r w:rsidRPr="00EB59AE">
        <w:t>železniční stanici na elektrifikované trati</w:t>
      </w:r>
      <w:r w:rsidR="00845C50" w:rsidRPr="00EB59AE">
        <w:t xml:space="preserve"> s </w:t>
      </w:r>
      <w:r w:rsidRPr="00EB59AE">
        <w:t xml:space="preserve">minimálním počtem </w:t>
      </w:r>
      <w:r w:rsidR="00CA00AF" w:rsidRPr="00EB59AE">
        <w:t>8</w:t>
      </w:r>
      <w:r w:rsidRPr="00EB59AE">
        <w:t xml:space="preserve"> ks výhybek,</w:t>
      </w:r>
      <w:r w:rsidR="00845C50" w:rsidRPr="00EB59AE">
        <w:t xml:space="preserve"> a </w:t>
      </w:r>
      <w:r w:rsidRPr="00EB59AE">
        <w:t>to</w:t>
      </w:r>
      <w:r w:rsidR="00092CC9" w:rsidRPr="00EB59AE">
        <w:t xml:space="preserve"> v </w:t>
      </w:r>
      <w:r w:rsidRPr="00EB59AE">
        <w:t xml:space="preserve">hodnotě nejméně </w:t>
      </w:r>
      <w:r w:rsidR="005F3698" w:rsidRPr="005F3698">
        <w:rPr>
          <w:b/>
        </w:rPr>
        <w:t>53</w:t>
      </w:r>
      <w:r w:rsidR="003E5507" w:rsidRPr="005F3698">
        <w:rPr>
          <w:b/>
        </w:rPr>
        <w:t xml:space="preserve"> mil</w:t>
      </w:r>
      <w:r w:rsidR="003E5507" w:rsidRPr="005F3698">
        <w:t>.</w:t>
      </w:r>
      <w:r w:rsidRPr="005F3698">
        <w:t xml:space="preserve"> Kč </w:t>
      </w:r>
      <w:r w:rsidRPr="00EB59AE">
        <w:t>bez DPH (uvedená částka se vztahuje</w:t>
      </w:r>
      <w:r w:rsidR="00BC6D2B" w:rsidRPr="00EB59AE">
        <w:t xml:space="preserve"> k </w:t>
      </w:r>
      <w:r w:rsidRPr="00EB59AE">
        <w:t>hodnotě novostavby</w:t>
      </w:r>
      <w:r w:rsidR="0050339F" w:rsidRPr="00EB59AE">
        <w:t xml:space="preserve"> nebo</w:t>
      </w:r>
      <w:r w:rsidRPr="00EB59AE">
        <w:t xml:space="preserve"> rekonstrukce železničního svršku, nikoli</w:t>
      </w:r>
      <w:r w:rsidR="00BC6D2B" w:rsidRPr="00EB59AE">
        <w:t xml:space="preserve"> k </w:t>
      </w:r>
      <w:r w:rsidRPr="00EB59AE">
        <w:t>hodnotě nejvýznamnější stavební práce, tj. zakázky jako celku);</w:t>
      </w:r>
    </w:p>
    <w:p w14:paraId="1DF3C5E4" w14:textId="51DC1BD7" w:rsidR="0035531B" w:rsidRDefault="0035531B" w:rsidP="0011338E">
      <w:pPr>
        <w:pStyle w:val="Odrka1-1"/>
        <w:tabs>
          <w:tab w:val="clear" w:pos="1077"/>
          <w:tab w:val="num" w:pos="1418"/>
        </w:tabs>
        <w:ind w:left="1418" w:hanging="284"/>
      </w:pPr>
      <w:r w:rsidRPr="000E3C37">
        <w:t>nejméně jedna nejvýznamnější stavební práce musí zahrnovat novostavbu</w:t>
      </w:r>
      <w:r w:rsidR="000E3C37" w:rsidRPr="000E3C37">
        <w:t xml:space="preserve"> nebo</w:t>
      </w:r>
      <w:r w:rsidRPr="000E3C37">
        <w:t xml:space="preserve"> rekonstrukci </w:t>
      </w:r>
      <w:r w:rsidR="007F3581" w:rsidRPr="000E3C37">
        <w:t xml:space="preserve">tělesa </w:t>
      </w:r>
      <w:r w:rsidRPr="000E3C37">
        <w:rPr>
          <w:rStyle w:val="Tun9b"/>
        </w:rPr>
        <w:t>železničního spodku</w:t>
      </w:r>
      <w:r w:rsidR="00092CC9" w:rsidRPr="000E3C37">
        <w:t xml:space="preserve"> v </w:t>
      </w:r>
      <w:r w:rsidRPr="00EB59AE">
        <w:t xml:space="preserve">hodnotě </w:t>
      </w:r>
      <w:r w:rsidRPr="005F3698">
        <w:t xml:space="preserve">nejméně </w:t>
      </w:r>
      <w:r w:rsidR="003E5507" w:rsidRPr="005F3698">
        <w:rPr>
          <w:b/>
        </w:rPr>
        <w:t>1</w:t>
      </w:r>
      <w:r w:rsidR="005F3698" w:rsidRPr="005F3698">
        <w:rPr>
          <w:b/>
        </w:rPr>
        <w:t>8</w:t>
      </w:r>
      <w:r w:rsidR="003E5507" w:rsidRPr="005F3698">
        <w:rPr>
          <w:b/>
        </w:rPr>
        <w:t xml:space="preserve"> mil.</w:t>
      </w:r>
      <w:r w:rsidRPr="005F3698">
        <w:t xml:space="preserve"> Kč </w:t>
      </w:r>
      <w:r w:rsidRPr="00EB59AE">
        <w:t>bez DPH (uvedená částka se vztahuje</w:t>
      </w:r>
      <w:r w:rsidR="00BC6D2B" w:rsidRPr="00EB59AE">
        <w:t xml:space="preserve"> k </w:t>
      </w:r>
      <w:r w:rsidRPr="00EB59AE">
        <w:t>hodnotě novostavby</w:t>
      </w:r>
      <w:r w:rsidR="000E3C37" w:rsidRPr="00EB59AE">
        <w:t xml:space="preserve"> nebo</w:t>
      </w:r>
      <w:r w:rsidRPr="00EB59AE">
        <w:t xml:space="preserve"> rekonstrukce </w:t>
      </w:r>
      <w:r w:rsidR="00C57268" w:rsidRPr="00EB59AE">
        <w:t xml:space="preserve">tělesa </w:t>
      </w:r>
      <w:r w:rsidRPr="00EB59AE">
        <w:t>železničního spodku, nikoli</w:t>
      </w:r>
      <w:r w:rsidR="00BC6D2B" w:rsidRPr="00EB59AE">
        <w:t xml:space="preserve"> k </w:t>
      </w:r>
      <w:r w:rsidRPr="00EB59AE">
        <w:t>hodnotě nejvýznamnější stavební práce, tj</w:t>
      </w:r>
      <w:r w:rsidRPr="000E3C37">
        <w:t>. zakázky jako celku);</w:t>
      </w:r>
    </w:p>
    <w:p w14:paraId="6B50CDD2" w14:textId="17CB71E0" w:rsidR="0035531B" w:rsidRPr="00711F91" w:rsidRDefault="0035531B" w:rsidP="0011338E">
      <w:pPr>
        <w:pStyle w:val="Odrka1-1"/>
        <w:tabs>
          <w:tab w:val="clear" w:pos="1077"/>
          <w:tab w:val="num" w:pos="1418"/>
        </w:tabs>
        <w:ind w:left="1418" w:hanging="284"/>
      </w:pPr>
      <w:r w:rsidRPr="00F42313">
        <w:t xml:space="preserve">nejméně jedna </w:t>
      </w:r>
      <w:r w:rsidRPr="00711F91">
        <w:t>nejvýznamnější stavební práce musí zahrnovat novostavbu</w:t>
      </w:r>
      <w:r w:rsidR="00001730" w:rsidRPr="00711F91">
        <w:t xml:space="preserve"> </w:t>
      </w:r>
      <w:proofErr w:type="spellStart"/>
      <w:r w:rsidR="00F40E26" w:rsidRPr="00F40E26">
        <w:rPr>
          <w:b/>
        </w:rPr>
        <w:t>vícepolového</w:t>
      </w:r>
      <w:proofErr w:type="spellEnd"/>
      <w:r w:rsidRPr="00F40E26">
        <w:t xml:space="preserve"> </w:t>
      </w:r>
      <w:r w:rsidRPr="00F40E26">
        <w:rPr>
          <w:rStyle w:val="Tun9b"/>
        </w:rPr>
        <w:t>železničního</w:t>
      </w:r>
      <w:r w:rsidR="00DB26D4" w:rsidRPr="00F40E26">
        <w:rPr>
          <w:rStyle w:val="Tun9b"/>
        </w:rPr>
        <w:t xml:space="preserve"> </w:t>
      </w:r>
      <w:r w:rsidR="00DB26D4">
        <w:rPr>
          <w:rStyle w:val="Tun9b"/>
        </w:rPr>
        <w:t>nebo silničního</w:t>
      </w:r>
      <w:r w:rsidRPr="00711F91">
        <w:rPr>
          <w:rStyle w:val="Tun9b"/>
        </w:rPr>
        <w:t xml:space="preserve"> </w:t>
      </w:r>
      <w:r w:rsidR="00DB26D4">
        <w:rPr>
          <w:rStyle w:val="Tun9b"/>
        </w:rPr>
        <w:t xml:space="preserve">monolitického </w:t>
      </w:r>
      <w:r w:rsidR="00001730" w:rsidRPr="00711F91">
        <w:rPr>
          <w:rStyle w:val="Tun9b"/>
        </w:rPr>
        <w:t xml:space="preserve">železobetonového </w:t>
      </w:r>
      <w:r w:rsidR="0071207A">
        <w:rPr>
          <w:rStyle w:val="Tun9b"/>
        </w:rPr>
        <w:t>předpjatého</w:t>
      </w:r>
      <w:r w:rsidR="00DB26D4">
        <w:rPr>
          <w:rStyle w:val="Tun9b"/>
        </w:rPr>
        <w:t xml:space="preserve"> </w:t>
      </w:r>
      <w:r w:rsidRPr="00711F91">
        <w:rPr>
          <w:rStyle w:val="Tun9b"/>
        </w:rPr>
        <w:t>mostu</w:t>
      </w:r>
      <w:r w:rsidR="00092CC9" w:rsidRPr="00711F91">
        <w:t xml:space="preserve"> v </w:t>
      </w:r>
      <w:r w:rsidRPr="00711F91">
        <w:t xml:space="preserve">hodnotě nejméně </w:t>
      </w:r>
      <w:r w:rsidR="000D0E11" w:rsidRPr="000D0E11">
        <w:rPr>
          <w:b/>
        </w:rPr>
        <w:t>100</w:t>
      </w:r>
      <w:r w:rsidR="002449CB" w:rsidRPr="000D0E11">
        <w:rPr>
          <w:b/>
        </w:rPr>
        <w:t xml:space="preserve"> </w:t>
      </w:r>
      <w:r w:rsidR="002449CB" w:rsidRPr="00711F91">
        <w:rPr>
          <w:b/>
        </w:rPr>
        <w:t xml:space="preserve">mil. </w:t>
      </w:r>
      <w:r w:rsidRPr="00711F91">
        <w:t>Kč bez DPH</w:t>
      </w:r>
      <w:r w:rsidR="00092CC9" w:rsidRPr="00711F91">
        <w:t xml:space="preserve"> o </w:t>
      </w:r>
      <w:r w:rsidR="00F40E26">
        <w:t>celkové délce minimálně</w:t>
      </w:r>
      <w:r w:rsidRPr="00711F91">
        <w:t xml:space="preserve"> </w:t>
      </w:r>
      <w:r w:rsidR="00F40E26">
        <w:rPr>
          <w:b/>
        </w:rPr>
        <w:t>10</w:t>
      </w:r>
      <w:r w:rsidR="00CB6523" w:rsidRPr="00711F91">
        <w:rPr>
          <w:b/>
        </w:rPr>
        <w:t>0</w:t>
      </w:r>
      <w:r w:rsidRPr="00711F91">
        <w:t xml:space="preserve"> </w:t>
      </w:r>
      <w:r w:rsidRPr="00855C1B">
        <w:rPr>
          <w:b/>
        </w:rPr>
        <w:t>m</w:t>
      </w:r>
      <w:r w:rsidRPr="00711F91">
        <w:t xml:space="preserve"> (uvedená částka se vztahuje</w:t>
      </w:r>
      <w:r w:rsidR="00BC6D2B" w:rsidRPr="00711F91">
        <w:t xml:space="preserve"> k </w:t>
      </w:r>
      <w:r w:rsidRPr="00711F91">
        <w:t>hodnotě novostavby</w:t>
      </w:r>
      <w:r w:rsidR="00001730" w:rsidRPr="00711F91">
        <w:t xml:space="preserve"> </w:t>
      </w:r>
      <w:proofErr w:type="spellStart"/>
      <w:r w:rsidR="0071207A" w:rsidRPr="0071207A">
        <w:t>vícepolového</w:t>
      </w:r>
      <w:proofErr w:type="spellEnd"/>
      <w:r w:rsidR="0071207A" w:rsidRPr="0071207A">
        <w:t xml:space="preserve"> </w:t>
      </w:r>
      <w:r w:rsidR="0071207A" w:rsidRPr="0071207A">
        <w:rPr>
          <w:rStyle w:val="Tun9b"/>
          <w:b w:val="0"/>
        </w:rPr>
        <w:t>železničního nebo silničního monolitického železobetonového předpjatého mostu</w:t>
      </w:r>
      <w:r w:rsidRPr="0071207A">
        <w:t>, nikoli</w:t>
      </w:r>
      <w:r w:rsidR="00BC6D2B" w:rsidRPr="0071207A">
        <w:t xml:space="preserve"> k </w:t>
      </w:r>
      <w:r w:rsidRPr="0071207A">
        <w:t>hodnotě nejvýznamnější stavební práce, tj. zakázky jako</w:t>
      </w:r>
      <w:r w:rsidRPr="00711F91">
        <w:t xml:space="preserve"> celku);</w:t>
      </w:r>
    </w:p>
    <w:p w14:paraId="6AEB757A" w14:textId="23B59C81" w:rsidR="0035531B" w:rsidRPr="00711F91" w:rsidRDefault="0035531B" w:rsidP="0011338E">
      <w:pPr>
        <w:pStyle w:val="Odrka1-1"/>
        <w:tabs>
          <w:tab w:val="clear" w:pos="1077"/>
          <w:tab w:val="num" w:pos="1418"/>
        </w:tabs>
        <w:ind w:left="1418" w:hanging="284"/>
      </w:pPr>
      <w:r w:rsidRPr="008D4592">
        <w:t>nejméně jedna nejvýznamnější stavební práce musí zahrnovat novostavbu</w:t>
      </w:r>
      <w:r w:rsidR="008D4592" w:rsidRPr="008D4592">
        <w:t xml:space="preserve"> nebo</w:t>
      </w:r>
      <w:r w:rsidRPr="008D4592">
        <w:t xml:space="preserve"> rekonstrukci </w:t>
      </w:r>
      <w:r w:rsidRPr="008D4592">
        <w:rPr>
          <w:rStyle w:val="Tun9b"/>
        </w:rPr>
        <w:t xml:space="preserve">trakčního </w:t>
      </w:r>
      <w:r w:rsidRPr="00711F91">
        <w:rPr>
          <w:rStyle w:val="Tun9b"/>
        </w:rPr>
        <w:t xml:space="preserve">vedení </w:t>
      </w:r>
      <w:r w:rsidRPr="00711F91">
        <w:t>na dvoukolejné nebo vícekolejné trati</w:t>
      </w:r>
      <w:r w:rsidR="00845C50" w:rsidRPr="00711F91">
        <w:t xml:space="preserve"> s</w:t>
      </w:r>
      <w:r w:rsidR="00115DD3" w:rsidRPr="00711F91">
        <w:t>e souhrnnou</w:t>
      </w:r>
      <w:r w:rsidR="00845C50" w:rsidRPr="00711F91">
        <w:t> </w:t>
      </w:r>
      <w:r w:rsidRPr="00711F91">
        <w:t xml:space="preserve">délkou traťového úseku nejméně </w:t>
      </w:r>
      <w:r w:rsidR="00BA70B2" w:rsidRPr="00711F91">
        <w:t>1</w:t>
      </w:r>
      <w:r w:rsidRPr="00711F91">
        <w:t xml:space="preserve"> km, nebo</w:t>
      </w:r>
      <w:r w:rsidR="00092CC9" w:rsidRPr="00711F91">
        <w:t xml:space="preserve"> v </w:t>
      </w:r>
      <w:r w:rsidRPr="00711F91">
        <w:t>železniční stanici na trati</w:t>
      </w:r>
      <w:r w:rsidR="00845C50" w:rsidRPr="00711F91">
        <w:t xml:space="preserve"> s </w:t>
      </w:r>
      <w:r w:rsidRPr="00711F91">
        <w:t xml:space="preserve">minimálním počtem </w:t>
      </w:r>
      <w:r w:rsidR="00BA70B2" w:rsidRPr="00711F91">
        <w:t>8</w:t>
      </w:r>
      <w:r w:rsidRPr="00711F91">
        <w:t xml:space="preserve"> ks výhybek,</w:t>
      </w:r>
      <w:r w:rsidR="00845C50" w:rsidRPr="00711F91">
        <w:t xml:space="preserve"> a </w:t>
      </w:r>
      <w:r w:rsidRPr="00711F91">
        <w:t>to</w:t>
      </w:r>
      <w:r w:rsidR="00092CC9" w:rsidRPr="00711F91">
        <w:t xml:space="preserve"> v </w:t>
      </w:r>
      <w:r w:rsidRPr="00711F91">
        <w:t xml:space="preserve">hodnotě </w:t>
      </w:r>
      <w:r w:rsidRPr="006A0768">
        <w:t xml:space="preserve">nejméně </w:t>
      </w:r>
      <w:r w:rsidR="00330A0C" w:rsidRPr="006A0768">
        <w:rPr>
          <w:b/>
        </w:rPr>
        <w:t>4</w:t>
      </w:r>
      <w:r w:rsidR="00893EC9" w:rsidRPr="006A0768">
        <w:rPr>
          <w:b/>
        </w:rPr>
        <w:t>0</w:t>
      </w:r>
      <w:r w:rsidR="008D7D55" w:rsidRPr="006A0768">
        <w:rPr>
          <w:b/>
        </w:rPr>
        <w:t xml:space="preserve"> mil. </w:t>
      </w:r>
      <w:r w:rsidRPr="006A0768">
        <w:t xml:space="preserve">Kč </w:t>
      </w:r>
      <w:r w:rsidRPr="00711F91">
        <w:t>bez DPH (uvedená částka se vztahuje</w:t>
      </w:r>
      <w:r w:rsidR="00BC6D2B" w:rsidRPr="00711F91">
        <w:t xml:space="preserve"> k </w:t>
      </w:r>
      <w:r w:rsidRPr="00711F91">
        <w:t>hodnotě novostavby</w:t>
      </w:r>
      <w:r w:rsidR="008D4592" w:rsidRPr="00711F91">
        <w:t xml:space="preserve"> nebo</w:t>
      </w:r>
      <w:r w:rsidRPr="00711F91">
        <w:t xml:space="preserve"> rekonstrukce </w:t>
      </w:r>
      <w:r w:rsidRPr="00711F91">
        <w:lastRenderedPageBreak/>
        <w:t>trakčního vedení, nikoli</w:t>
      </w:r>
      <w:r w:rsidR="00BC6D2B" w:rsidRPr="00711F91">
        <w:t xml:space="preserve"> k </w:t>
      </w:r>
      <w:r w:rsidRPr="00711F91">
        <w:t>hodnotě nejvýznamnější stavební práce, tj. zakázky jako celku);</w:t>
      </w:r>
    </w:p>
    <w:p w14:paraId="74C33660" w14:textId="2BE9469D" w:rsidR="0035531B" w:rsidRDefault="0035531B" w:rsidP="0011338E">
      <w:pPr>
        <w:pStyle w:val="Odrka1-1"/>
        <w:tabs>
          <w:tab w:val="clear" w:pos="1077"/>
          <w:tab w:val="num" w:pos="1418"/>
        </w:tabs>
        <w:ind w:left="1418" w:hanging="284"/>
      </w:pPr>
      <w:r w:rsidRPr="00711F91">
        <w:t>nejméně jedna nejvýznamnější stavební práce musí zahrnovat novostavbu</w:t>
      </w:r>
      <w:r w:rsidR="008D4592" w:rsidRPr="00711F91">
        <w:t xml:space="preserve"> nebo</w:t>
      </w:r>
      <w:r w:rsidRPr="00711F91">
        <w:t xml:space="preserve"> rekonstrukci zařízení staničního a/nebo traťového </w:t>
      </w:r>
      <w:r w:rsidRPr="00711F91">
        <w:rPr>
          <w:rStyle w:val="Tun9b"/>
        </w:rPr>
        <w:t>zabezpečovacího zařízení</w:t>
      </w:r>
      <w:r w:rsidRPr="00711F91">
        <w:t xml:space="preserve"> na trati</w:t>
      </w:r>
      <w:r w:rsidR="00845C50" w:rsidRPr="00711F91">
        <w:t xml:space="preserve"> s</w:t>
      </w:r>
      <w:r w:rsidR="00115DD3" w:rsidRPr="00711F91">
        <w:t>e souhrnnou</w:t>
      </w:r>
      <w:r w:rsidR="00845C50" w:rsidRPr="00711F91">
        <w:t> </w:t>
      </w:r>
      <w:r w:rsidRPr="00711F91">
        <w:t>délkou traťového úseku nejméně</w:t>
      </w:r>
      <w:r w:rsidR="001421F7" w:rsidRPr="00711F91">
        <w:t xml:space="preserve"> 1 </w:t>
      </w:r>
      <w:r w:rsidR="008D4592" w:rsidRPr="00711F91">
        <w:t>km</w:t>
      </w:r>
      <w:r w:rsidRPr="00711F91">
        <w:t>, nebo</w:t>
      </w:r>
      <w:r w:rsidR="00092CC9" w:rsidRPr="00711F91">
        <w:t xml:space="preserve"> v </w:t>
      </w:r>
      <w:r w:rsidRPr="00711F91">
        <w:t xml:space="preserve">železniční </w:t>
      </w:r>
      <w:r w:rsidRPr="006A0768">
        <w:t>stanici na trati</w:t>
      </w:r>
      <w:r w:rsidR="00845C50" w:rsidRPr="006A0768">
        <w:t xml:space="preserve"> s </w:t>
      </w:r>
      <w:r w:rsidRPr="006A0768">
        <w:t xml:space="preserve">minimálním počtem </w:t>
      </w:r>
      <w:r w:rsidR="001421F7" w:rsidRPr="006A0768">
        <w:t>8</w:t>
      </w:r>
      <w:r w:rsidRPr="006A0768">
        <w:t xml:space="preserve"> ks výhybek,</w:t>
      </w:r>
      <w:r w:rsidR="00845C50" w:rsidRPr="006A0768">
        <w:t xml:space="preserve"> a </w:t>
      </w:r>
      <w:r w:rsidRPr="006A0768">
        <w:t>to</w:t>
      </w:r>
      <w:r w:rsidR="00092CC9" w:rsidRPr="006A0768">
        <w:t xml:space="preserve"> v </w:t>
      </w:r>
      <w:r w:rsidRPr="006A0768">
        <w:t xml:space="preserve">hodnotě nejméně </w:t>
      </w:r>
      <w:r w:rsidR="00F5694D" w:rsidRPr="006A0768">
        <w:rPr>
          <w:b/>
        </w:rPr>
        <w:t>2</w:t>
      </w:r>
      <w:r w:rsidR="006A0768" w:rsidRPr="006A0768">
        <w:rPr>
          <w:b/>
        </w:rPr>
        <w:t>5</w:t>
      </w:r>
      <w:r w:rsidR="00F5694D" w:rsidRPr="006A0768">
        <w:rPr>
          <w:b/>
        </w:rPr>
        <w:t xml:space="preserve"> mil.</w:t>
      </w:r>
      <w:r w:rsidRPr="006A0768">
        <w:t xml:space="preserve"> Kč bez </w:t>
      </w:r>
      <w:r w:rsidRPr="00711F91">
        <w:t>DPH (uvedená částka se vztahuje</w:t>
      </w:r>
      <w:r w:rsidR="00BC6D2B" w:rsidRPr="00711F91">
        <w:t xml:space="preserve"> k </w:t>
      </w:r>
      <w:r w:rsidRPr="00711F91">
        <w:t>hodnotě novostavby</w:t>
      </w:r>
      <w:r w:rsidR="008D4592" w:rsidRPr="00711F91">
        <w:t xml:space="preserve"> nebo</w:t>
      </w:r>
      <w:r w:rsidRPr="00711F91">
        <w:t xml:space="preserve"> rekonstrukce zabezpečovacího zařízení, nikoli</w:t>
      </w:r>
      <w:r w:rsidR="00BC6D2B" w:rsidRPr="00711F91">
        <w:t xml:space="preserve"> k </w:t>
      </w:r>
      <w:r w:rsidRPr="00711F91">
        <w:t>hodnotě nejvýznamnější stavební práce, tj. zakázky jako celku).</w:t>
      </w:r>
    </w:p>
    <w:p w14:paraId="6D1A1ADF" w14:textId="1796F6DD" w:rsidR="0011338E" w:rsidRDefault="0011338E" w:rsidP="00D644D8">
      <w:pPr>
        <w:pStyle w:val="Textbezslovn"/>
        <w:numPr>
          <w:ilvl w:val="0"/>
          <w:numId w:val="34"/>
        </w:numPr>
      </w:pPr>
      <w:r>
        <w:t xml:space="preserve">Zadavatel požaduje předložení </w:t>
      </w:r>
      <w:r w:rsidRPr="00B73AD5">
        <w:rPr>
          <w:b/>
        </w:rPr>
        <w:t>seznamu</w:t>
      </w:r>
      <w:r>
        <w:t xml:space="preserve"> stavebních prací spočívajících v provedení novost</w:t>
      </w:r>
      <w:r w:rsidR="00637988">
        <w:t xml:space="preserve">avby </w:t>
      </w:r>
      <w:r>
        <w:t xml:space="preserve">na </w:t>
      </w:r>
      <w:r w:rsidRPr="00D4399E">
        <w:rPr>
          <w:b/>
        </w:rPr>
        <w:t>pozemních</w:t>
      </w:r>
      <w:r w:rsidRPr="00812E0E">
        <w:rPr>
          <w:b/>
        </w:rPr>
        <w:t xml:space="preserve"> stavbách</w:t>
      </w:r>
      <w:r>
        <w:t xml:space="preserve"> </w:t>
      </w:r>
      <w:r w:rsidRPr="00CB37BD">
        <w:rPr>
          <w:rFonts w:ascii="Verdana" w:eastAsia="Verdana" w:hAnsi="Verdana" w:cs="Times New Roman"/>
          <w:color w:val="000000"/>
        </w:rPr>
        <w:t xml:space="preserve">ve smyslu </w:t>
      </w:r>
      <w:proofErr w:type="spellStart"/>
      <w:r w:rsidRPr="00CB37BD">
        <w:rPr>
          <w:rFonts w:ascii="Verdana" w:eastAsia="Verdana" w:hAnsi="Verdana" w:cs="Times New Roman"/>
          <w:color w:val="000000"/>
        </w:rPr>
        <w:t>ust</w:t>
      </w:r>
      <w:proofErr w:type="spellEnd"/>
      <w:r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Pr="002841D4">
        <w:rPr>
          <w:rFonts w:ascii="Verdana" w:eastAsia="Verdana" w:hAnsi="Verdana" w:cs="Times New Roman"/>
          <w:color w:val="000000"/>
        </w:rPr>
        <w:t xml:space="preserve"> </w:t>
      </w:r>
      <w:r w:rsidRPr="002841D4">
        <w:t>(dále jen „autorizační zákon“),</w:t>
      </w:r>
      <w:r>
        <w:t xml:space="preserve"> poskytnutých dodavatelem za </w:t>
      </w:r>
      <w:r w:rsidRPr="005E2CF9">
        <w:t>posledních 5 let</w:t>
      </w:r>
      <w:r>
        <w:t xml:space="preserve"> před zahájením zadávacího řízení (dále jako „</w:t>
      </w:r>
      <w:r w:rsidR="00CB7818" w:rsidRPr="00CB7818">
        <w:rPr>
          <w:b/>
        </w:rPr>
        <w:t>pozemní</w:t>
      </w:r>
      <w:r w:rsidR="00CB7818">
        <w:t xml:space="preserve"> </w:t>
      </w:r>
      <w:r w:rsidRPr="00092CC9">
        <w:rPr>
          <w:rStyle w:val="Tun9b"/>
        </w:rPr>
        <w:t>stavební práce</w:t>
      </w:r>
      <w:r>
        <w:t xml:space="preserve">“). Předloženým seznamem </w:t>
      </w:r>
      <w:r w:rsidR="00CB7818">
        <w:t xml:space="preserve">pozemních </w:t>
      </w:r>
      <w:r>
        <w:t xml:space="preserve">stavebních prací přitom musí dodavatel prokázat, že hodnota </w:t>
      </w:r>
      <w:r w:rsidR="00CB7818">
        <w:t xml:space="preserve">pozemních </w:t>
      </w:r>
      <w:r>
        <w:t xml:space="preserve">stavebních prací jím poskytnutých na uvedených stavbách za posledních </w:t>
      </w:r>
      <w:r w:rsidRPr="005E2CF9">
        <w:t>5 let</w:t>
      </w:r>
      <w:r>
        <w:t xml:space="preserve"> před zahájením zadávacího řízení činí v součtu, včetně případných poddodávek, nejméně </w:t>
      </w:r>
      <w:r w:rsidR="006A0768">
        <w:rPr>
          <w:b/>
        </w:rPr>
        <w:t>800 mil.</w:t>
      </w:r>
      <w:r>
        <w:t xml:space="preserve"> </w:t>
      </w:r>
      <w:r w:rsidRPr="00D13174">
        <w:rPr>
          <w:b/>
        </w:rPr>
        <w:t>Kč</w:t>
      </w:r>
      <w:r>
        <w:t xml:space="preserve"> </w:t>
      </w:r>
      <w:r w:rsidRPr="006A0768">
        <w:t>bez DPH. H</w:t>
      </w:r>
      <w:r>
        <w:t xml:space="preserve">odnotou </w:t>
      </w:r>
      <w:r w:rsidR="00CB7818">
        <w:t xml:space="preserve">pozemních </w:t>
      </w:r>
      <w:r>
        <w:t xml:space="preserve">stavebních prací se </w:t>
      </w:r>
      <w:r w:rsidRPr="00E74F21">
        <w:rPr>
          <w:rFonts w:cs="Arial"/>
          <w:iCs/>
        </w:rPr>
        <w:t>pro účely posouzení splnění kritérií technické kvalifikace</w:t>
      </w:r>
      <w:r>
        <w:t xml:space="preserve"> rozumí cena, za kterou dodavatel provedl předmětné </w:t>
      </w:r>
      <w:r w:rsidR="00CB7818">
        <w:t xml:space="preserve">pozemní </w:t>
      </w:r>
      <w:r>
        <w:t xml:space="preserve">stavební práce; tato cena nebude upravována o míru inflace tak, aby odpovídala současným hodnotám </w:t>
      </w:r>
      <w:r w:rsidR="00CB7818">
        <w:t xml:space="preserve">pozemních </w:t>
      </w:r>
      <w:r>
        <w:t>stavebních prací.</w:t>
      </w:r>
    </w:p>
    <w:p w14:paraId="76901298" w14:textId="48CC0484" w:rsidR="006A0768" w:rsidRPr="009963B5" w:rsidRDefault="006A0768" w:rsidP="006A0768">
      <w:pPr>
        <w:pStyle w:val="Textbezslovn"/>
        <w:ind w:left="1097"/>
      </w:pPr>
      <w:r>
        <w:t xml:space="preserve">Zadavatel dále požaduje, aby dodavatel kromě informací uvedených v  seznamu </w:t>
      </w:r>
      <w:r w:rsidR="00CB7818">
        <w:t xml:space="preserve">pozemních </w:t>
      </w:r>
      <w:r>
        <w:t xml:space="preserve">stavebních prací předložil </w:t>
      </w:r>
      <w:r w:rsidRPr="00092CC9">
        <w:rPr>
          <w:rStyle w:val="Tun9b"/>
        </w:rPr>
        <w:t>osvědčení objednatelů</w:t>
      </w:r>
      <w:r>
        <w:t xml:space="preserve"> o řádném </w:t>
      </w:r>
      <w:r w:rsidRPr="00681EFA">
        <w:t xml:space="preserve">poskytnutí a dokončení nejvýznamnějších </w:t>
      </w:r>
      <w:r w:rsidR="00CB7818">
        <w:t xml:space="preserve">pozemních </w:t>
      </w:r>
      <w:r w:rsidRPr="00681EFA">
        <w:t>stavebních prací tak, aby prokázal, že dodavatel v posledních 5 letech před zahájením zadávacího řízení řádně poskytl a dokončil alespoň následující</w:t>
      </w:r>
      <w:r>
        <w:t xml:space="preserve"> nejvýznamnější </w:t>
      </w:r>
      <w:r w:rsidR="00CB7818">
        <w:t xml:space="preserve">pozemní </w:t>
      </w:r>
      <w:r>
        <w:t xml:space="preserve">stavební práce, u nichž hodnota (tj. hodnota zakázky jako celku) </w:t>
      </w:r>
      <w:r w:rsidRPr="00092CC9">
        <w:rPr>
          <w:rStyle w:val="Tun9b"/>
        </w:rPr>
        <w:t xml:space="preserve">každé jednotlivé nejvýznamnější </w:t>
      </w:r>
      <w:r w:rsidR="00CB7818">
        <w:rPr>
          <w:rStyle w:val="Tun9b"/>
        </w:rPr>
        <w:t xml:space="preserve">pozemní </w:t>
      </w:r>
      <w:r w:rsidRPr="00092CC9">
        <w:rPr>
          <w:rStyle w:val="Tun9b"/>
        </w:rPr>
        <w:t>stavební práce</w:t>
      </w:r>
      <w:r>
        <w:t xml:space="preserve">, včetně případných poddodávek, musí </w:t>
      </w:r>
      <w:r w:rsidRPr="009963B5">
        <w:t xml:space="preserve">dosahovat alespoň </w:t>
      </w:r>
      <w:r w:rsidR="00D644D8">
        <w:rPr>
          <w:b/>
        </w:rPr>
        <w:t>150</w:t>
      </w:r>
      <w:r w:rsidRPr="006424DC">
        <w:rPr>
          <w:b/>
        </w:rPr>
        <w:t xml:space="preserve"> mil.</w:t>
      </w:r>
      <w:r w:rsidRPr="006424DC">
        <w:t xml:space="preserve"> </w:t>
      </w:r>
      <w:r w:rsidRPr="006424DC">
        <w:rPr>
          <w:b/>
        </w:rPr>
        <w:t>Kč</w:t>
      </w:r>
      <w:r w:rsidRPr="0071207A">
        <w:rPr>
          <w:color w:val="FF0000"/>
        </w:rPr>
        <w:t xml:space="preserve"> </w:t>
      </w:r>
      <w:r w:rsidRPr="009963B5">
        <w:t>bez DPH (dále jen jako „</w:t>
      </w:r>
      <w:r w:rsidRPr="009963B5">
        <w:rPr>
          <w:rStyle w:val="Tun9b"/>
        </w:rPr>
        <w:t xml:space="preserve">nejvýznamnější </w:t>
      </w:r>
      <w:r w:rsidR="00CB7818">
        <w:rPr>
          <w:rStyle w:val="Tun9b"/>
        </w:rPr>
        <w:t xml:space="preserve">pozemní </w:t>
      </w:r>
      <w:r w:rsidRPr="009963B5">
        <w:rPr>
          <w:rStyle w:val="Tun9b"/>
        </w:rPr>
        <w:t>stavební práce</w:t>
      </w:r>
      <w:r w:rsidRPr="009963B5">
        <w:t xml:space="preserve">“). </w:t>
      </w:r>
    </w:p>
    <w:p w14:paraId="10263CAB" w14:textId="043FB361" w:rsidR="006A0768" w:rsidRPr="0050339F" w:rsidRDefault="006A0768" w:rsidP="00D644D8">
      <w:pPr>
        <w:pStyle w:val="Textbezslovn"/>
        <w:ind w:left="1097"/>
      </w:pPr>
      <w:r>
        <w:t xml:space="preserve">Za nejvýznamnější </w:t>
      </w:r>
      <w:r w:rsidR="00CB7818">
        <w:t xml:space="preserve">pozemní </w:t>
      </w:r>
      <w:r>
        <w:t xml:space="preserve">stavební práce považuje zadavatel níže uvedené stavební práce s hodnotou zakázky ve výši stanovené v předchozím odstavci, v rámci nichž musí </w:t>
      </w:r>
      <w:r w:rsidRPr="0050339F">
        <w:t>dodavatel doložit rovněž následující požadavky:</w:t>
      </w:r>
    </w:p>
    <w:p w14:paraId="546F4A35" w14:textId="42C5CDBB" w:rsidR="006A0768" w:rsidRDefault="006A0768" w:rsidP="00CD2402">
      <w:pPr>
        <w:pStyle w:val="Textbezslovn"/>
        <w:numPr>
          <w:ilvl w:val="0"/>
          <w:numId w:val="35"/>
        </w:numPr>
      </w:pPr>
      <w:r w:rsidRPr="0050339F">
        <w:t xml:space="preserve">nejméně jedna nejvýznamnější </w:t>
      </w:r>
      <w:r w:rsidR="00CB7818">
        <w:t xml:space="preserve">pozemní </w:t>
      </w:r>
      <w:r w:rsidRPr="0050339F">
        <w:t xml:space="preserve">stavební práce musí zahrnovat novostavbu </w:t>
      </w:r>
      <w:r w:rsidR="00D644D8">
        <w:rPr>
          <w:b/>
        </w:rPr>
        <w:t>vícepodlažní</w:t>
      </w:r>
      <w:r w:rsidRPr="0050339F">
        <w:t xml:space="preserve"> </w:t>
      </w:r>
      <w:r w:rsidR="00D644D8" w:rsidRPr="00D644D8">
        <w:rPr>
          <w:rStyle w:val="Tun9b"/>
        </w:rPr>
        <w:t>pozemní stavby</w:t>
      </w:r>
      <w:r w:rsidR="00D644D8">
        <w:rPr>
          <w:rStyle w:val="Tun9b"/>
        </w:rPr>
        <w:t xml:space="preserve"> s monolitickým </w:t>
      </w:r>
      <w:r w:rsidR="003A4209">
        <w:rPr>
          <w:rStyle w:val="Tun9b"/>
        </w:rPr>
        <w:t>železobetonovým skelete</w:t>
      </w:r>
      <w:r w:rsidR="00D644D8">
        <w:rPr>
          <w:rStyle w:val="Tun9b"/>
        </w:rPr>
        <w:t>m.</w:t>
      </w:r>
    </w:p>
    <w:p w14:paraId="59340031" w14:textId="5A7188C8"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 xml:space="preserve">Za opravu </w:t>
      </w:r>
      <w:r w:rsidRPr="00906665">
        <w:lastRenderedPageBreak/>
        <w:t>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6F1E0EE5"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3BAA7DF2" w:rsidR="00344144" w:rsidRDefault="00344144" w:rsidP="002C04EE">
      <w:pPr>
        <w:pStyle w:val="Textbezslovn"/>
      </w:pPr>
      <w:r w:rsidRPr="00451D51">
        <w:t>Jako stavební</w:t>
      </w:r>
      <w:r w:rsidR="003156C6">
        <w:t>, resp. pozemní stavební</w:t>
      </w:r>
      <w:r w:rsidRPr="00451D51">
        <w:t xml:space="preserve"> práci nelze doložit samotné uzavření rámcové dohody s</w:t>
      </w:r>
      <w:r>
        <w:t> </w:t>
      </w:r>
      <w:r w:rsidRPr="00451D51">
        <w:t>objednatelem</w:t>
      </w:r>
      <w:r>
        <w:t>, v takovém případě je třeba doložit</w:t>
      </w:r>
      <w:r w:rsidRPr="00F95A2C">
        <w:t xml:space="preserve"> </w:t>
      </w:r>
      <w:r w:rsidRPr="00451D51">
        <w:t>konkrétní stavební</w:t>
      </w:r>
      <w:r w:rsidR="003156C6">
        <w:t>, resp. pozemní stavební</w:t>
      </w:r>
      <w:r w:rsidRPr="00451D51">
        <w:t xml:space="preserve"> práce realizované </w:t>
      </w:r>
      <w:r>
        <w:t xml:space="preserve">dle </w:t>
      </w:r>
      <w:r w:rsidRPr="00451D51">
        <w:t>dílčích smluv</w:t>
      </w:r>
      <w:r>
        <w:t xml:space="preserve"> </w:t>
      </w:r>
      <w:r w:rsidRPr="00451D51">
        <w:t>(objednávek)</w:t>
      </w:r>
      <w:r>
        <w:t xml:space="preserve"> uzavřených na základě rámcové dohody.</w:t>
      </w:r>
    </w:p>
    <w:p w14:paraId="721E0475" w14:textId="4FC65736" w:rsidR="0035531B" w:rsidRDefault="0035531B" w:rsidP="002C04EE">
      <w:pPr>
        <w:pStyle w:val="Textbezslovn"/>
      </w:pPr>
      <w:r>
        <w:t>Stavební, resp. nejvýznamnější stavební</w:t>
      </w:r>
      <w:r w:rsidR="003156C6">
        <w:t>, pozemní či nejvýznamnější pozemní stavební</w:t>
      </w:r>
      <w:r>
        <w:t xml:space="preserve"> práce je třeba doložit</w:t>
      </w:r>
      <w:r w:rsidR="00092CC9">
        <w:t xml:space="preserve"> v </w:t>
      </w:r>
      <w:r>
        <w:t xml:space="preserve">takovém počtu, aby byla </w:t>
      </w:r>
      <w:r w:rsidRPr="008D4592">
        <w:t>dosažena požadovaná hodnota prací</w:t>
      </w:r>
      <w:r w:rsidR="00092CC9" w:rsidRPr="008D4592">
        <w:t xml:space="preserve"> v </w:t>
      </w:r>
      <w:r w:rsidRPr="008D4592">
        <w:t>součtu za posledních 5 let. Pro odstranění pochybností zadavatel uvádí, že požadavek kritéria technické kvalifikace na doložení stavebních, resp. nejvýznamnějších stavebních</w:t>
      </w:r>
      <w:r w:rsidR="003156C6">
        <w:t>, pozemních či nejvýznamnějších pozemních stavebních</w:t>
      </w:r>
      <w:r w:rsidRPr="008D4592">
        <w:t xml:space="preserve"> prací lze splnit předložením seznamu</w:t>
      </w:r>
      <w:r w:rsidR="00845C50" w:rsidRPr="008D4592">
        <w:t xml:space="preserve"> a </w:t>
      </w:r>
      <w:r w:rsidRPr="008D4592">
        <w:t>osvědčení</w:t>
      </w:r>
      <w:r w:rsidR="00092CC9" w:rsidRPr="008D4592">
        <w:t xml:space="preserve"> o </w:t>
      </w:r>
      <w:r w:rsidRPr="008D4592">
        <w:t>řádném poskytnutí</w:t>
      </w:r>
      <w:r w:rsidR="00845C50" w:rsidRPr="008D4592">
        <w:t xml:space="preserve"> a </w:t>
      </w:r>
      <w:r w:rsidRPr="008D4592">
        <w:t>dokončení i pouze jediné práce, jejíž hodnota představuje alespoň požadovanou hodnotu prací</w:t>
      </w:r>
      <w:r w:rsidR="00092CC9" w:rsidRPr="008D4592">
        <w:t xml:space="preserve"> v </w:t>
      </w:r>
      <w:r w:rsidRPr="008D4592">
        <w:t>součtu za posledních 5 let</w:t>
      </w:r>
      <w:r w:rsidR="00845C50">
        <w:t xml:space="preserve"> a </w:t>
      </w:r>
      <w:r>
        <w:t>splňuje i všechny minimální hodnoty</w:t>
      </w:r>
      <w:r w:rsidR="00BB4AF2">
        <w:t xml:space="preserve"> u </w:t>
      </w:r>
      <w:r>
        <w:t>jednotlivých nejvýznamnějších stavebních</w:t>
      </w:r>
      <w:r w:rsidR="003156C6">
        <w:t>, resp. nejvýznamnějších pozemních stavebních</w:t>
      </w:r>
      <w:r>
        <w:t xml:space="preserve">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02590F37" w:rsidR="0035531B" w:rsidRDefault="0035531B" w:rsidP="002C04EE">
      <w:pPr>
        <w:pStyle w:val="Textbezslovn"/>
      </w:pPr>
      <w:r>
        <w:t>Zadavatel dále výslovně upozorňuje, že požadované minimální hodnoty (tj. hodnoty zakázky jako celku, jakož i hodnoty dílčích částí plnění) nejvýznamnějších stavebních</w:t>
      </w:r>
      <w:r w:rsidR="00537814">
        <w:t>, resp. nejvýznamnějších pozemních stavebních</w:t>
      </w:r>
      <w:r>
        <w:t xml:space="preserve"> prací nelze, kromě dále uvedených výjimek, za účelem prokázání technické kvalifikace sčítat</w:t>
      </w:r>
      <w:r w:rsidR="0060115D">
        <w:t xml:space="preserve"> z </w:t>
      </w:r>
      <w:r>
        <w:t>více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w:t>
      </w:r>
      <w:r w:rsidR="00537814">
        <w:t>, resp. nejvýznamnější pozemní stavební</w:t>
      </w:r>
      <w:r>
        <w:t xml:space="preserve">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w:t>
      </w:r>
      <w:r w:rsidR="00537814">
        <w:t>, resp. nejvýznamnější pozemní stavební</w:t>
      </w:r>
      <w:r>
        <w:t xml:space="preserve"> práce doložit další „referencí“</w:t>
      </w:r>
      <w:r w:rsidR="00930B79">
        <w:rPr>
          <w:rStyle w:val="Znakapoznpodarou"/>
        </w:rPr>
        <w:footnoteReference w:id="3"/>
      </w:r>
      <w:r>
        <w:t xml:space="preserve">. </w:t>
      </w:r>
    </w:p>
    <w:p w14:paraId="7DB2D6D2" w14:textId="59C43B8A" w:rsidR="0035531B" w:rsidRDefault="0035531B" w:rsidP="00B429CF">
      <w:pPr>
        <w:pStyle w:val="Textbezslovn"/>
      </w:pPr>
      <w:r>
        <w:t xml:space="preserve">Seznam stavebních </w:t>
      </w:r>
      <w:r w:rsidR="00537814">
        <w:t xml:space="preserve">a pozemních stavebních </w:t>
      </w:r>
      <w:r>
        <w:t>prací bude předložen ve formě dle vzorového formuláře obsaženého</w:t>
      </w:r>
      <w:r w:rsidR="00092CC9">
        <w:t xml:space="preserve"> v </w:t>
      </w:r>
      <w:r>
        <w:t>Příloze č. 4 těchto Pokynů.</w:t>
      </w:r>
      <w:r w:rsidR="00092CC9">
        <w:t xml:space="preserve"> </w:t>
      </w:r>
      <w:r w:rsidR="00B920B5">
        <w:t>V</w:t>
      </w:r>
      <w:r w:rsidR="00092CC9">
        <w:t> </w:t>
      </w:r>
      <w:r>
        <w:t xml:space="preserve">seznamu stavebních </w:t>
      </w:r>
      <w:r w:rsidR="00537814">
        <w:t xml:space="preserve">a pozemních stavebních </w:t>
      </w:r>
      <w:r>
        <w:t>prací budou uvedeny rovněž nejvýznamnější stavební</w:t>
      </w:r>
      <w:r w:rsidR="00537814">
        <w:t>, resp. nejvýznamnější pozemní stavební</w:t>
      </w:r>
      <w:r>
        <w:t xml:space="preserve"> práce.</w:t>
      </w:r>
      <w:r w:rsidR="00092CC9">
        <w:t xml:space="preserve"> </w:t>
      </w:r>
      <w:r w:rsidR="002D35C5">
        <w:t>V</w:t>
      </w:r>
      <w:r w:rsidR="00092CC9">
        <w:t> </w:t>
      </w:r>
      <w:r>
        <w:t>předloženém seznamu musí být uvedeny všechny požadované údaje, zejména název práce, předmět plnění</w:t>
      </w:r>
      <w:r w:rsidR="00845C50">
        <w:t xml:space="preserve"> s </w:t>
      </w:r>
      <w:r>
        <w:t xml:space="preserve">uvedením všech </w:t>
      </w:r>
      <w:r>
        <w:lastRenderedPageBreak/>
        <w:t>zadavatelem výše požadovaných údajů (včetně minimálních hodnot), cena, doba</w:t>
      </w:r>
      <w:r w:rsidR="00845C50">
        <w:t xml:space="preserve"> a </w:t>
      </w:r>
      <w:r>
        <w:t>místo provádění prací, identifikace objednatele</w:t>
      </w:r>
      <w:r w:rsidR="00845C50">
        <w:t xml:space="preserve"> a </w:t>
      </w:r>
      <w:r>
        <w:t>kontaktní údaje na osobu na straně objednatele,</w:t>
      </w:r>
      <w:r w:rsidR="00BB4AF2">
        <w:t xml:space="preserve"> u </w:t>
      </w:r>
      <w:r>
        <w:t>níž je možné ověřit rozhodné skutečnosti ohledně realizované práce. Přílohou seznamu budou osvědčení objednatelů</w:t>
      </w:r>
      <w:r w:rsidR="00092CC9">
        <w:t xml:space="preserve"> o </w:t>
      </w:r>
      <w:r>
        <w:t>řádném poskytnutí</w:t>
      </w:r>
      <w:r w:rsidR="00845C50">
        <w:t xml:space="preserve"> a </w:t>
      </w:r>
      <w:r>
        <w:t>dokončení nejvýznamnějších stavebních</w:t>
      </w:r>
      <w:r w:rsidR="00537814">
        <w:t>, resp. nejvýznamnějších pozemních stavebních</w:t>
      </w:r>
      <w:r>
        <w:t xml:space="preserve"> prací,</w:t>
      </w:r>
      <w:r w:rsidR="00845C50">
        <w:t xml:space="preserve"> a </w:t>
      </w:r>
      <w:r>
        <w:t>to</w:t>
      </w:r>
      <w:r w:rsidR="00092CC9">
        <w:t xml:space="preserve"> v </w:t>
      </w:r>
      <w:r>
        <w:t>rozsahu, jak je uvedeno výše. Tato osvědčení musí obsahovat všechny požadované údaje, zejména název práce, předmět plnění</w:t>
      </w:r>
      <w:r w:rsidR="00845C50">
        <w:t xml:space="preserve"> s </w:t>
      </w:r>
      <w:r>
        <w:t>uvedením zadavatelem výše požadovaných údajů (včetně minimálních hodnot), cenu, dobu</w:t>
      </w:r>
      <w:r w:rsidR="00845C50">
        <w:t xml:space="preserve"> </w:t>
      </w:r>
      <w:r>
        <w:t>provádění prací, identifikaci objednatele</w:t>
      </w:r>
      <w:r w:rsidR="00845C50">
        <w:t xml:space="preserve"> a </w:t>
      </w:r>
      <w:r>
        <w:t>musí obsahovat údaj</w:t>
      </w:r>
      <w:r w:rsidR="00092CC9">
        <w:t xml:space="preserve"> o </w:t>
      </w:r>
      <w:r>
        <w:t>tom, zda byly tyto práce provedeny řádně.</w:t>
      </w:r>
      <w:r w:rsidR="00092CC9">
        <w:t xml:space="preserve"> </w:t>
      </w:r>
      <w:r w:rsidR="002924B8">
        <w:t>V</w:t>
      </w:r>
      <w:r w:rsidR="00092CC9">
        <w:t> </w:t>
      </w:r>
      <w:r>
        <w:t>předloženém osvědčení musí být vždy uvedeny identifikační údaje dodavatele, jemuž bylo osvědčení vydáno, resp. dodavatele, který práce provedl. Seznam i osvědčení musí být předloženy i</w:t>
      </w:r>
      <w:r w:rsidR="00092CC9">
        <w:t xml:space="preserve"> v </w:t>
      </w:r>
      <w:r>
        <w:t xml:space="preserve">případě, že byla objednatelem Správa železnic, státní organizace. </w:t>
      </w:r>
    </w:p>
    <w:p w14:paraId="50E83345" w14:textId="7E5D29FB" w:rsidR="0035531B" w:rsidRDefault="0035531B" w:rsidP="00930B79">
      <w:pPr>
        <w:pStyle w:val="Textbezslovn"/>
      </w:pPr>
      <w:r>
        <w:t xml:space="preserve">Doba </w:t>
      </w:r>
      <w:r w:rsidR="00D31E39" w:rsidRPr="008D4592">
        <w:t xml:space="preserve">posledních </w:t>
      </w:r>
      <w:r w:rsidRPr="008D4592">
        <w:t xml:space="preserve">5 let </w:t>
      </w:r>
      <w:r w:rsidR="00D31E39" w:rsidRPr="008D4592">
        <w:t xml:space="preserve">před zahájením zadávacího řízení </w:t>
      </w:r>
      <w:r w:rsidRPr="008D4592">
        <w:t xml:space="preserve">se </w:t>
      </w:r>
      <w:r w:rsidR="000A2EAF" w:rsidRPr="008D4592">
        <w:t xml:space="preserve">pro účely prokázání technické kvalifikace ohledně referenčních zakázek </w:t>
      </w:r>
      <w:r w:rsidRPr="008D4592">
        <w:t>považuje za splněnou, pokud byly stavební/nejvýznamnější</w:t>
      </w:r>
      <w:r w:rsidR="00537814">
        <w:t>, resp. pozemní stavební/nejvýznamnější</w:t>
      </w:r>
      <w:r w:rsidRPr="008D4592">
        <w:t xml:space="preserve"> </w:t>
      </w:r>
      <w:r w:rsidR="00537814">
        <w:t xml:space="preserve">pozemní </w:t>
      </w:r>
      <w:r w:rsidRPr="008D4592">
        <w:t>stavební práce</w:t>
      </w:r>
      <w:r w:rsidR="00092CC9" w:rsidRPr="008D4592">
        <w:t xml:space="preserve"> </w:t>
      </w:r>
      <w:r w:rsidR="000A2EAF" w:rsidRPr="008D4592">
        <w:t xml:space="preserve">dokončeny </w:t>
      </w:r>
      <w:r w:rsidR="00092CC9" w:rsidRPr="008D4592">
        <w:t>v </w:t>
      </w:r>
      <w:r w:rsidRPr="008D4592">
        <w:t>průběhu této doby</w:t>
      </w:r>
      <w:r w:rsidR="000A2EAF" w:rsidRPr="008D4592">
        <w:t xml:space="preserve"> nebo kdykoli po zahájení zadávacího řízení, včetně doby po podání nabídek, a to nejpozději do doby zadavatelem případně stanovené k předložení údajů a dokladů dle § 46 ZZVZ. Pro </w:t>
      </w:r>
      <w:r w:rsidRPr="008D4592">
        <w:t xml:space="preserve">prokázání kvalifikace postačuje, aby byl požadovaný finanční objem </w:t>
      </w:r>
      <w:r w:rsidR="00293D72" w:rsidRPr="008D4592">
        <w:t xml:space="preserve">či jiné minimální hodnoty </w:t>
      </w:r>
      <w:r w:rsidRPr="008D4592">
        <w:t>prací dosažen</w:t>
      </w:r>
      <w:r w:rsidR="00293D72" w:rsidRPr="008D4592">
        <w:t>y</w:t>
      </w:r>
      <w:r w:rsidRPr="008D4592">
        <w:t xml:space="preserve"> za celou dobu realizace prací, nikoliv pouze</w:t>
      </w:r>
      <w:r w:rsidR="00092CC9" w:rsidRPr="008D4592">
        <w:t xml:space="preserve"> v </w:t>
      </w:r>
      <w:r w:rsidRPr="008D4592">
        <w:t>průběhu posledních 5 let před zahájením zadávacího řízení. Dokončením se</w:t>
      </w:r>
      <w:r w:rsidR="00BB4AF2" w:rsidRPr="008D4592">
        <w:t xml:space="preserve"> u </w:t>
      </w:r>
      <w:r w:rsidR="007B1E1B" w:rsidRPr="008D4592">
        <w:t>stavebních/</w:t>
      </w:r>
      <w:r w:rsidRPr="008D4592">
        <w:t>nejvýznamnějších</w:t>
      </w:r>
      <w:r w:rsidR="00537814">
        <w:t>, resp. pozemních stavebních/nejvýznamnějších</w:t>
      </w:r>
      <w:r w:rsidR="00537814" w:rsidRPr="008D4592">
        <w:t xml:space="preserve"> </w:t>
      </w:r>
      <w:r w:rsidR="00537814">
        <w:t>pozemních</w:t>
      </w:r>
      <w:r w:rsidRPr="008D4592">
        <w:t xml:space="preserve"> stavebních prací </w:t>
      </w:r>
      <w:r w:rsidR="002A30C7" w:rsidRPr="008D4592">
        <w:t xml:space="preserve">pro účely prokázání technické kvalifikace v tomto zadávacím řízení </w:t>
      </w:r>
      <w:r w:rsidRPr="008D4592">
        <w:t xml:space="preserve">rozumí </w:t>
      </w:r>
      <w:r w:rsidR="007B1E1B" w:rsidRPr="008D4592">
        <w:t xml:space="preserve">i </w:t>
      </w:r>
      <w:r w:rsidRPr="008D4592">
        <w:t>uvedení díla</w:t>
      </w:r>
      <w:r w:rsidR="007B1E1B" w:rsidRPr="008D4592">
        <w:t>, resp. poslední části</w:t>
      </w:r>
      <w:r w:rsidR="00227BC8" w:rsidRPr="008D4592">
        <w:t xml:space="preserve"> práce</w:t>
      </w:r>
      <w:r w:rsidRPr="008D4592">
        <w:t>, alespoň do zkušebního provozu. Zadavatel nicméně za dílo dokončené</w:t>
      </w:r>
      <w:r w:rsidR="00092CC9" w:rsidRPr="008D4592">
        <w:t xml:space="preserve"> v </w:t>
      </w:r>
      <w:r w:rsidRPr="008D4592">
        <w:t>období posledních 5 let bude považovat též dílo, které</w:t>
      </w:r>
      <w:r w:rsidR="00092CC9" w:rsidRPr="008D4592">
        <w:t xml:space="preserve"> v </w:t>
      </w:r>
      <w:r w:rsidRPr="008D4592">
        <w:t>tomto období bylo dokončeno jako celek, tj. včetně plnění navazujících na zkušební provoz, např. zpracování dokumentace skutečného provedení</w:t>
      </w:r>
      <w:r>
        <w:t xml:space="preserve"> stavby.</w:t>
      </w:r>
    </w:p>
    <w:p w14:paraId="7703B701" w14:textId="3C8D25F1"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prací uvedených</w:t>
      </w:r>
      <w:r w:rsidR="00092CC9">
        <w:t xml:space="preserve"> v </w:t>
      </w:r>
      <w:r>
        <w:t>seznamu</w:t>
      </w:r>
      <w:r w:rsidR="00845C50">
        <w:t xml:space="preserve"> a </w:t>
      </w:r>
      <w:r>
        <w:t>osvědčení, resp. jiných rovnocenných dokladech.</w:t>
      </w:r>
    </w:p>
    <w:p w14:paraId="64909281" w14:textId="3E4855CE" w:rsidR="0035531B" w:rsidRDefault="0035531B" w:rsidP="00930B79">
      <w:pPr>
        <w:pStyle w:val="Textbezslovn"/>
      </w:pPr>
      <w:r>
        <w:t>Nejvýznamnější stavební</w:t>
      </w:r>
      <w:r w:rsidR="00537814">
        <w:t>, resp. nejvýznamnější pozemní stavební</w:t>
      </w:r>
      <w:r>
        <w:t xml:space="preserve"> prací se rozumí jeden dokončený obchodní případ (tj.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w:t>
      </w:r>
      <w:r w:rsidR="00537814">
        <w:t>, resp. nejvýznamnějších pozemních stavebních</w:t>
      </w:r>
      <w:r>
        <w:t xml:space="preserve"> prací prostřednictvím stejného obchodního případu/referenční zakázky, splní-li tento požadavky na práce výše. Hodnota konkrétních prací však může být vždy započítána pouze do jedné</w:t>
      </w:r>
      <w:r w:rsidR="0060115D">
        <w:t xml:space="preserve"> z </w:t>
      </w:r>
      <w:r>
        <w:t>prokazovaných prací.</w:t>
      </w:r>
    </w:p>
    <w:p w14:paraId="1951437F" w14:textId="33E86F31"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70D509D8" w:rsidR="0035531B" w:rsidRDefault="0035531B" w:rsidP="00930B79">
      <w:pPr>
        <w:pStyle w:val="Textbezslovn"/>
      </w:pPr>
      <w:r>
        <w:t>Je-li osvědčení objednatele</w:t>
      </w:r>
      <w:r w:rsidR="00092CC9">
        <w:t xml:space="preserve"> o </w:t>
      </w:r>
      <w:r>
        <w:t>řádném plnění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 xml:space="preserve">rámci společnosti/sdružení či seskupení dodavatelů provedl požadovaný </w:t>
      </w:r>
      <w:r>
        <w:lastRenderedPageBreak/>
        <w:t>objem, resp. splnil minimální hodnoty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práce je vydáno pouze pro tohoto dodavatele, jako člena společnosti/sdružení či seskupení dodavatelů, včetně uvedení ceny pouze jím provedených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4B0438BD"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w:t>
      </w:r>
      <w:r w:rsidR="00537814">
        <w:t>, pozemní stavební či nejvýznamnější pozemní</w:t>
      </w:r>
      <w:r>
        <w:t xml:space="preserve"> stavební práce.</w:t>
      </w:r>
    </w:p>
    <w:p w14:paraId="6B0F462C" w14:textId="1CC88B3A"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w:t>
      </w:r>
      <w:r w:rsidR="00FA3A26">
        <w:t>,</w:t>
      </w:r>
      <w:r w:rsidR="00FA3A26" w:rsidRPr="00FA3A26">
        <w:t xml:space="preserve"> </w:t>
      </w:r>
      <w:r w:rsidR="00FA3A26">
        <w:t>pozemní stavební či nejvýznamnější pozemní</w:t>
      </w:r>
      <w:r>
        <w:t xml:space="preserve">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7C23C039"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w:t>
      </w:r>
      <w:r w:rsidR="00277CAE" w:rsidRPr="00930B79">
        <w:rPr>
          <w:rStyle w:val="Tun9b"/>
        </w:rPr>
        <w:t xml:space="preserve">stavbyvedoucího, zástupce stavbyvedoucího, </w:t>
      </w:r>
      <w:r w:rsidR="00277CAE" w:rsidRPr="008E4E94">
        <w:rPr>
          <w:rFonts w:ascii="Verdana" w:hAnsi="Verdana" w:cs="Calibri"/>
          <w:b/>
        </w:rPr>
        <w:t>specialisty (vedoucího prací) na železniční svršek, specialisty (vedoucího prací) na železniční spodek, specialisty (vedoucího prací) na</w:t>
      </w:r>
      <w:r w:rsidR="00277CAE">
        <w:rPr>
          <w:rFonts w:ascii="Verdana" w:hAnsi="Verdana" w:cs="Calibri"/>
          <w:b/>
        </w:rPr>
        <w:t xml:space="preserve"> mosty a inženýrské konstrukce a </w:t>
      </w:r>
      <w:r w:rsidR="00277CAE" w:rsidRPr="008E4E94">
        <w:rPr>
          <w:rFonts w:ascii="Verdana" w:hAnsi="Verdana" w:cs="Calibri"/>
          <w:b/>
        </w:rPr>
        <w:t>specialisty (vedoucího prací) na zabezpečovací zařízení</w:t>
      </w:r>
      <w:r w:rsidR="00277CAE">
        <w:rPr>
          <w:rFonts w:ascii="Verdana" w:hAnsi="Verdana" w:cs="Calibri"/>
          <w:b/>
        </w:rPr>
        <w:t xml:space="preserve"> </w:t>
      </w:r>
      <w:r w:rsidRPr="00930B79">
        <w:rPr>
          <w:rStyle w:val="Tun9b"/>
        </w:rPr>
        <w:t>však nelze takto sloučit, tyto funkce musí zastávat vždy odlišné fyzické osoby.</w:t>
      </w:r>
    </w:p>
    <w:p w14:paraId="18CF7063" w14:textId="77777777" w:rsidR="0035531B" w:rsidRPr="00045032"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045032">
        <w:t>následující podmínky (což musí vyplývat</w:t>
      </w:r>
      <w:r w:rsidR="0060115D" w:rsidRPr="00045032">
        <w:t xml:space="preserve"> z </w:t>
      </w:r>
      <w:r w:rsidRPr="00045032">
        <w:t>dodavatelem předkládaných dokumentů):</w:t>
      </w:r>
    </w:p>
    <w:p w14:paraId="3ED4C9C1" w14:textId="77777777" w:rsidR="0035531B" w:rsidRPr="00045032" w:rsidRDefault="0035531B" w:rsidP="009067B5">
      <w:pPr>
        <w:pStyle w:val="Odstavec1-1a"/>
        <w:numPr>
          <w:ilvl w:val="0"/>
          <w:numId w:val="12"/>
        </w:numPr>
        <w:rPr>
          <w:rStyle w:val="Tun9b"/>
          <w:b w:val="0"/>
          <w:sz w:val="14"/>
        </w:rPr>
      </w:pPr>
      <w:r w:rsidRPr="00045032">
        <w:rPr>
          <w:rStyle w:val="Tun9b"/>
        </w:rPr>
        <w:t>stavbyvedoucí</w:t>
      </w:r>
    </w:p>
    <w:p w14:paraId="044CB66D" w14:textId="77777777" w:rsidR="0035531B" w:rsidRPr="00045032" w:rsidRDefault="0035531B" w:rsidP="00930B79">
      <w:pPr>
        <w:pStyle w:val="Odrka1-2-"/>
      </w:pPr>
      <w:r w:rsidRPr="00045032">
        <w:t>minimálně středoškolské vzdělání;</w:t>
      </w:r>
    </w:p>
    <w:p w14:paraId="0DFF27C0" w14:textId="77777777" w:rsidR="0035531B" w:rsidRPr="00045032" w:rsidRDefault="0035531B" w:rsidP="00930B79">
      <w:pPr>
        <w:pStyle w:val="Odrka1-2-"/>
      </w:pPr>
      <w:r w:rsidRPr="00045032">
        <w:lastRenderedPageBreak/>
        <w:t>nejméně 5 let praxe</w:t>
      </w:r>
      <w:r w:rsidR="00092CC9" w:rsidRPr="00045032">
        <w:t xml:space="preserve"> v </w:t>
      </w:r>
      <w:r w:rsidRPr="00045032">
        <w:t xml:space="preserve">řízení provádění staveb železničních drah; </w:t>
      </w:r>
    </w:p>
    <w:p w14:paraId="10A4B46A" w14:textId="43F1AFBA" w:rsidR="0035531B" w:rsidRPr="00045032" w:rsidRDefault="0035531B" w:rsidP="00F44AC3">
      <w:pPr>
        <w:pStyle w:val="Odrka1-2-"/>
      </w:pPr>
      <w:r w:rsidRPr="00045032">
        <w:t>zkušenost</w:t>
      </w:r>
      <w:r w:rsidR="00845C50" w:rsidRPr="00045032">
        <w:t xml:space="preserve"> s </w:t>
      </w:r>
      <w:r w:rsidRPr="00045032">
        <w:t>řízením realizace alespoň jedné zakázky - stavby železničních drah</w:t>
      </w:r>
      <w:r w:rsidR="00092CC9" w:rsidRPr="00045032">
        <w:t xml:space="preserve"> v </w:t>
      </w:r>
      <w:r w:rsidRPr="00814C5E">
        <w:t xml:space="preserve">hodnotě nejméně </w:t>
      </w:r>
      <w:r w:rsidR="003A4209">
        <w:rPr>
          <w:b/>
        </w:rPr>
        <w:t>52</w:t>
      </w:r>
      <w:r w:rsidR="00814C5E" w:rsidRPr="00814C5E">
        <w:rPr>
          <w:b/>
        </w:rPr>
        <w:t>0 mil.</w:t>
      </w:r>
      <w:r w:rsidRPr="00814C5E">
        <w:t xml:space="preserve"> Kč bez DPH,</w:t>
      </w:r>
      <w:r w:rsidR="00845C50" w:rsidRPr="00814C5E">
        <w:t xml:space="preserve"> </w:t>
      </w:r>
      <w:r w:rsidR="00057CE9" w:rsidRPr="00814C5E">
        <w:t>jež zahrnovala novostavbu</w:t>
      </w:r>
      <w:r w:rsidR="00045032" w:rsidRPr="00814C5E">
        <w:t xml:space="preserve"> nebo</w:t>
      </w:r>
      <w:r w:rsidR="00057CE9" w:rsidRPr="00814C5E">
        <w:t xml:space="preserve"> rekonstrukci železničního svršku </w:t>
      </w:r>
      <w:r w:rsidR="00057CE9" w:rsidRPr="00814C5E">
        <w:rPr>
          <w:rFonts w:ascii="Verdana" w:hAnsi="Verdana" w:cs="Calibri"/>
        </w:rPr>
        <w:t xml:space="preserve">a spodku </w:t>
      </w:r>
      <w:r w:rsidR="00057CE9" w:rsidRPr="00814C5E">
        <w:t xml:space="preserve">na </w:t>
      </w:r>
      <w:r w:rsidR="00057CE9" w:rsidRPr="00045032">
        <w:t>elektrifikované trati</w:t>
      </w:r>
      <w:r w:rsidR="00045032" w:rsidRPr="00045032">
        <w:t>,</w:t>
      </w:r>
      <w:r w:rsidR="00057CE9" w:rsidRPr="00045032">
        <w:t xml:space="preserve"> </w:t>
      </w:r>
      <w:r w:rsidR="00845C50" w:rsidRPr="00045032">
        <w:t>a </w:t>
      </w:r>
      <w:r w:rsidRPr="00045032">
        <w:t>to</w:t>
      </w:r>
      <w:r w:rsidR="00092CC9" w:rsidRPr="00045032">
        <w:t xml:space="preserve"> v </w:t>
      </w:r>
      <w:r w:rsidRPr="00045032">
        <w:t>posledních 10 letech před zahájením zadávacího řízení;</w:t>
      </w:r>
    </w:p>
    <w:p w14:paraId="19A9FACF" w14:textId="7463850C" w:rsidR="0035531B" w:rsidRPr="00F107C7" w:rsidRDefault="0035531B" w:rsidP="00AD1771">
      <w:pPr>
        <w:pStyle w:val="Odrka1-2-"/>
      </w:pPr>
      <w:r w:rsidRPr="00F107C7">
        <w:t>musí předložit doklad</w:t>
      </w:r>
      <w:r w:rsidR="00092CC9" w:rsidRPr="00F107C7">
        <w:t xml:space="preserve"> o </w:t>
      </w:r>
      <w:r w:rsidRPr="00F107C7">
        <w:t>autorizaci</w:t>
      </w:r>
      <w:r w:rsidR="00092CC9" w:rsidRPr="00F107C7">
        <w:t xml:space="preserve"> v </w:t>
      </w:r>
      <w:r w:rsidRPr="00F107C7">
        <w:t xml:space="preserve">rozsahu dle § 5 odst. 3 písm. b) </w:t>
      </w:r>
      <w:r w:rsidR="00C574FE" w:rsidRPr="00F107C7">
        <w:t xml:space="preserve">autorizačního </w:t>
      </w:r>
      <w:r w:rsidRPr="00F107C7">
        <w:t>zákona, tedy</w:t>
      </w:r>
      <w:r w:rsidR="00092CC9" w:rsidRPr="00F107C7">
        <w:t xml:space="preserve"> v </w:t>
      </w:r>
      <w:r w:rsidRPr="00F107C7">
        <w:t>oboru dopravní stavby;</w:t>
      </w:r>
    </w:p>
    <w:p w14:paraId="2907A8CC" w14:textId="77777777" w:rsidR="0035531B" w:rsidRPr="00F107C7" w:rsidRDefault="0035531B" w:rsidP="00930B79">
      <w:pPr>
        <w:pStyle w:val="Odstavec1-1a"/>
        <w:rPr>
          <w:rStyle w:val="Tun9b"/>
        </w:rPr>
      </w:pPr>
      <w:r w:rsidRPr="00F107C7">
        <w:rPr>
          <w:rStyle w:val="Tun9b"/>
        </w:rPr>
        <w:t>zástupce stavbyvedoucího</w:t>
      </w:r>
    </w:p>
    <w:p w14:paraId="25E36C88" w14:textId="77777777" w:rsidR="0035531B" w:rsidRPr="00F107C7" w:rsidRDefault="0035531B" w:rsidP="00930B79">
      <w:pPr>
        <w:pStyle w:val="Odrka1-2-"/>
      </w:pPr>
      <w:r w:rsidRPr="00F107C7">
        <w:t>minimálně středoškolské vzdělání;</w:t>
      </w:r>
    </w:p>
    <w:p w14:paraId="1E170A7E" w14:textId="77777777" w:rsidR="0035531B" w:rsidRPr="00F107C7" w:rsidRDefault="0035531B" w:rsidP="00930B79">
      <w:pPr>
        <w:pStyle w:val="Odrka1-2-"/>
      </w:pPr>
      <w:r w:rsidRPr="00F107C7">
        <w:t>nejméně 5 let praxe</w:t>
      </w:r>
      <w:r w:rsidR="00092CC9" w:rsidRPr="00F107C7">
        <w:t xml:space="preserve"> v </w:t>
      </w:r>
      <w:r w:rsidRPr="00F107C7">
        <w:t>řízení provádění staveb železničních drah;</w:t>
      </w:r>
    </w:p>
    <w:p w14:paraId="75777BAF" w14:textId="7286321B" w:rsidR="0035531B" w:rsidRPr="00F107C7" w:rsidRDefault="0035531B" w:rsidP="00930B79">
      <w:pPr>
        <w:pStyle w:val="Odrka1-2-"/>
      </w:pPr>
      <w:r w:rsidRPr="00F107C7">
        <w:t>zkušenost</w:t>
      </w:r>
      <w:r w:rsidR="00845C50" w:rsidRPr="00F107C7">
        <w:t xml:space="preserve"> s </w:t>
      </w:r>
      <w:r w:rsidRPr="00F107C7">
        <w:t>řízením realizace alespoň jedné zakázky - stavby železničních drah</w:t>
      </w:r>
      <w:r w:rsidR="00092CC9" w:rsidRPr="00F107C7">
        <w:t xml:space="preserve"> v </w:t>
      </w:r>
      <w:r w:rsidRPr="00F107C7">
        <w:t xml:space="preserve">hodnotě nejméně </w:t>
      </w:r>
      <w:r w:rsidR="003A4209">
        <w:rPr>
          <w:b/>
        </w:rPr>
        <w:t>260</w:t>
      </w:r>
      <w:r w:rsidR="00814C5E" w:rsidRPr="00814C5E">
        <w:rPr>
          <w:b/>
        </w:rPr>
        <w:t xml:space="preserve"> mil.</w:t>
      </w:r>
      <w:r w:rsidRPr="00814C5E">
        <w:t xml:space="preserve"> Kč bez DPH,</w:t>
      </w:r>
      <w:r w:rsidR="00845C50" w:rsidRPr="00814C5E">
        <w:t xml:space="preserve"> </w:t>
      </w:r>
      <w:r w:rsidR="00815F1A" w:rsidRPr="00814C5E">
        <w:t>jež zahrnovala novostavbu</w:t>
      </w:r>
      <w:r w:rsidR="00F107C7" w:rsidRPr="00814C5E">
        <w:t xml:space="preserve"> nebo</w:t>
      </w:r>
      <w:r w:rsidR="00815F1A" w:rsidRPr="00814C5E">
        <w:t xml:space="preserve"> rekonstrukci železničního svršku </w:t>
      </w:r>
      <w:r w:rsidR="00815F1A" w:rsidRPr="00814C5E">
        <w:rPr>
          <w:rFonts w:ascii="Verdana" w:hAnsi="Verdana" w:cs="Calibri"/>
        </w:rPr>
        <w:t xml:space="preserve">a spodku </w:t>
      </w:r>
      <w:r w:rsidR="00F107C7" w:rsidRPr="00814C5E">
        <w:t xml:space="preserve">na elektrifikované </w:t>
      </w:r>
      <w:r w:rsidR="00F107C7" w:rsidRPr="00F107C7">
        <w:t xml:space="preserve">trati, </w:t>
      </w:r>
      <w:r w:rsidR="00845C50" w:rsidRPr="00F107C7">
        <w:t>a </w:t>
      </w:r>
      <w:r w:rsidRPr="00F107C7">
        <w:t>to</w:t>
      </w:r>
      <w:r w:rsidR="00092CC9" w:rsidRPr="00F107C7">
        <w:t xml:space="preserve"> v </w:t>
      </w:r>
      <w:r w:rsidRPr="00F107C7">
        <w:t>posledních 10 letech před zahájením zadávacího řízení;</w:t>
      </w:r>
    </w:p>
    <w:p w14:paraId="4646DAEA" w14:textId="0B872A1C" w:rsidR="0035531B" w:rsidRPr="004D1C14" w:rsidRDefault="0035531B" w:rsidP="00930B79">
      <w:pPr>
        <w:pStyle w:val="Odrka1-2-"/>
      </w:pPr>
      <w:r w:rsidRPr="00F107C7">
        <w:t>musí předložit doklad</w:t>
      </w:r>
      <w:r w:rsidR="00092CC9" w:rsidRPr="00F107C7">
        <w:t xml:space="preserve"> o </w:t>
      </w:r>
      <w:r w:rsidRPr="00F107C7">
        <w:t>autorizaci</w:t>
      </w:r>
      <w:r w:rsidR="00092CC9" w:rsidRPr="00F107C7">
        <w:t xml:space="preserve"> v </w:t>
      </w:r>
      <w:r w:rsidRPr="00F107C7">
        <w:t>rozsahu dle § 5 odst. 3 písm. b</w:t>
      </w:r>
      <w:r w:rsidR="00814C5E">
        <w:t xml:space="preserve">) </w:t>
      </w:r>
      <w:r w:rsidRPr="00F107C7">
        <w:t xml:space="preserve">autorizačního </w:t>
      </w:r>
      <w:r w:rsidRPr="004D1C14">
        <w:t>zákona, tedy</w:t>
      </w:r>
      <w:r w:rsidR="00092CC9" w:rsidRPr="004D1C14">
        <w:t xml:space="preserve"> v </w:t>
      </w:r>
      <w:r w:rsidRPr="004D1C14">
        <w:t>oboru dopravní stavby;</w:t>
      </w:r>
    </w:p>
    <w:p w14:paraId="27492158" w14:textId="77777777" w:rsidR="0035531B" w:rsidRPr="004D1C14" w:rsidRDefault="0035531B" w:rsidP="00930B79">
      <w:pPr>
        <w:pStyle w:val="Odstavec1-1a"/>
        <w:rPr>
          <w:rStyle w:val="Tun9b"/>
        </w:rPr>
      </w:pPr>
      <w:r w:rsidRPr="004D1C14">
        <w:rPr>
          <w:rStyle w:val="Tun9b"/>
        </w:rPr>
        <w:t xml:space="preserve">specialista (vedoucí prací) na železniční svršek </w:t>
      </w:r>
    </w:p>
    <w:p w14:paraId="3B90FABF" w14:textId="77777777" w:rsidR="0035531B" w:rsidRPr="004D1C14" w:rsidRDefault="0035531B" w:rsidP="00930B79">
      <w:pPr>
        <w:pStyle w:val="Odrka1-2-"/>
      </w:pPr>
      <w:r w:rsidRPr="004D1C14">
        <w:t>minimálně středoškolské vzdělání;</w:t>
      </w:r>
    </w:p>
    <w:p w14:paraId="43F039B1" w14:textId="77777777" w:rsidR="0035531B" w:rsidRPr="004D1C14" w:rsidRDefault="0035531B" w:rsidP="00930B79">
      <w:pPr>
        <w:pStyle w:val="Odrka1-2-"/>
      </w:pPr>
      <w:r w:rsidRPr="004D1C14">
        <w:t>nejméně 5 let praxe</w:t>
      </w:r>
      <w:r w:rsidR="00092CC9" w:rsidRPr="004D1C14">
        <w:t xml:space="preserve"> v </w:t>
      </w:r>
      <w:r w:rsidRPr="004D1C14">
        <w:t xml:space="preserve">oboru své specializace </w:t>
      </w:r>
      <w:r w:rsidR="0084414D" w:rsidRPr="004D1C14">
        <w:t xml:space="preserve">(železniční svršek) </w:t>
      </w:r>
      <w:r w:rsidRPr="004D1C14">
        <w:t>při provádění staveb;</w:t>
      </w:r>
    </w:p>
    <w:p w14:paraId="0AF2A500" w14:textId="3EF91504" w:rsidR="0035531B" w:rsidRPr="00814C5E" w:rsidRDefault="0035531B" w:rsidP="00930B79">
      <w:pPr>
        <w:pStyle w:val="Odrka1-2-"/>
      </w:pPr>
      <w:r w:rsidRPr="000C5A86">
        <w:t>zkušenost</w:t>
      </w:r>
      <w:r w:rsidR="00845C50" w:rsidRPr="000C5A86">
        <w:t xml:space="preserve"> s </w:t>
      </w:r>
      <w:r w:rsidRPr="000C5A86">
        <w:t>realizací alespoň jedné zakázky - stavby železničních drah, jež zahrnovala novostavbu</w:t>
      </w:r>
      <w:r w:rsidR="00770ECA" w:rsidRPr="000C5A86">
        <w:t xml:space="preserve"> nebo</w:t>
      </w:r>
      <w:r w:rsidRPr="000C5A86">
        <w:t xml:space="preserve"> rekonstrukci železničního svršku na dvoukolejné nebo vícekolejné elektrifikované trati</w:t>
      </w:r>
      <w:r w:rsidR="00845C50" w:rsidRPr="000C5A86">
        <w:t xml:space="preserve"> s</w:t>
      </w:r>
      <w:r w:rsidR="00115DD3" w:rsidRPr="000C5A86">
        <w:t>e souhrnnou</w:t>
      </w:r>
      <w:r w:rsidR="00845C50" w:rsidRPr="000C5A86">
        <w:t> </w:t>
      </w:r>
      <w:r w:rsidRPr="000C5A86">
        <w:t xml:space="preserve">délkou traťového úseku </w:t>
      </w:r>
      <w:r w:rsidRPr="00814C5E">
        <w:t xml:space="preserve">nejméně </w:t>
      </w:r>
      <w:r w:rsidR="000C5A86" w:rsidRPr="00814C5E">
        <w:t xml:space="preserve">1 </w:t>
      </w:r>
      <w:r w:rsidRPr="00814C5E">
        <w:t>km, nebo</w:t>
      </w:r>
      <w:r w:rsidR="00092CC9" w:rsidRPr="00814C5E">
        <w:t xml:space="preserve"> v </w:t>
      </w:r>
      <w:r w:rsidRPr="00814C5E">
        <w:t>železniční stanici na elektrifikované trati</w:t>
      </w:r>
      <w:r w:rsidR="00845C50" w:rsidRPr="00814C5E">
        <w:t xml:space="preserve"> s </w:t>
      </w:r>
      <w:r w:rsidRPr="00814C5E">
        <w:t xml:space="preserve">minimálním počtem </w:t>
      </w:r>
      <w:r w:rsidR="000C5A86" w:rsidRPr="00814C5E">
        <w:t>8</w:t>
      </w:r>
      <w:r w:rsidRPr="00814C5E">
        <w:t xml:space="preserve"> ks výhybek,</w:t>
      </w:r>
      <w:r w:rsidR="00845C50" w:rsidRPr="00814C5E">
        <w:t xml:space="preserve"> a </w:t>
      </w:r>
      <w:r w:rsidRPr="00814C5E">
        <w:t>to</w:t>
      </w:r>
      <w:r w:rsidR="00092CC9" w:rsidRPr="00814C5E">
        <w:t xml:space="preserve"> v </w:t>
      </w:r>
      <w:r w:rsidRPr="00814C5E">
        <w:t xml:space="preserve">hodnotě nejméně </w:t>
      </w:r>
      <w:r w:rsidR="003A4209" w:rsidRPr="003A4209">
        <w:rPr>
          <w:b/>
        </w:rPr>
        <w:t>53</w:t>
      </w:r>
      <w:r w:rsidR="00D16B85" w:rsidRPr="003A4209">
        <w:rPr>
          <w:b/>
        </w:rPr>
        <w:t xml:space="preserve"> </w:t>
      </w:r>
      <w:r w:rsidR="00D16B85" w:rsidRPr="00814C5E">
        <w:rPr>
          <w:b/>
        </w:rPr>
        <w:t>mil.</w:t>
      </w:r>
      <w:r w:rsidRPr="00814C5E">
        <w:t xml:space="preserve"> Kč bez DPH (částka Kč se vztahuje</w:t>
      </w:r>
      <w:r w:rsidR="00BC6D2B" w:rsidRPr="00814C5E">
        <w:t xml:space="preserve"> k </w:t>
      </w:r>
      <w:r w:rsidRPr="00814C5E">
        <w:t>hodnotě novostavby</w:t>
      </w:r>
      <w:r w:rsidR="00770ECA" w:rsidRPr="00814C5E">
        <w:t xml:space="preserve"> nebo</w:t>
      </w:r>
      <w:r w:rsidRPr="00814C5E">
        <w:t xml:space="preserve"> rekonstrukce železničního svršku,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posledních 10 letech před zahájením zadávacího řízení;</w:t>
      </w:r>
    </w:p>
    <w:p w14:paraId="5649737C" w14:textId="13322FCA" w:rsidR="0035531B" w:rsidRPr="00AB62D5" w:rsidRDefault="004D1C14" w:rsidP="00AD1771">
      <w:pPr>
        <w:pStyle w:val="Odrka1-2-"/>
      </w:pPr>
      <w:r w:rsidRPr="00506EBC">
        <w:t xml:space="preserve">musí předložit doklad o autorizaci v rozsahu dle § 5 odst. 3 písm. b) </w:t>
      </w:r>
      <w:r w:rsidRPr="00AB62D5">
        <w:t>autorizačního zákona, tedy v oboru dopravní stavby;</w:t>
      </w:r>
    </w:p>
    <w:p w14:paraId="5AE02CF8" w14:textId="77777777" w:rsidR="0035531B" w:rsidRPr="00AB62D5" w:rsidRDefault="0035531B" w:rsidP="008B2021">
      <w:pPr>
        <w:pStyle w:val="Odstavec1-1a"/>
        <w:rPr>
          <w:rStyle w:val="Tun9b"/>
        </w:rPr>
      </w:pPr>
      <w:r w:rsidRPr="00AB62D5">
        <w:rPr>
          <w:rStyle w:val="Tun9b"/>
        </w:rPr>
        <w:t>specialista (vedoucí prací) na železniční spodek</w:t>
      </w:r>
    </w:p>
    <w:p w14:paraId="652A0686" w14:textId="77777777" w:rsidR="0035531B" w:rsidRPr="00AB62D5" w:rsidRDefault="0035531B" w:rsidP="008B2021">
      <w:pPr>
        <w:pStyle w:val="Odrka1-2-"/>
      </w:pPr>
      <w:r w:rsidRPr="00AB62D5">
        <w:t>minimálně středoškolské vzdělání;</w:t>
      </w:r>
    </w:p>
    <w:p w14:paraId="18493A1E" w14:textId="77777777" w:rsidR="0035531B" w:rsidRPr="00585021" w:rsidRDefault="0035531B" w:rsidP="008B2021">
      <w:pPr>
        <w:pStyle w:val="Odrka1-2-"/>
      </w:pPr>
      <w:r w:rsidRPr="00AB62D5">
        <w:t>nejméně 5 let praxe</w:t>
      </w:r>
      <w:r w:rsidR="00092CC9" w:rsidRPr="00AB62D5">
        <w:t xml:space="preserve"> v </w:t>
      </w:r>
      <w:r w:rsidRPr="00AB62D5">
        <w:t xml:space="preserve">oboru své specializace </w:t>
      </w:r>
      <w:r w:rsidR="0084414D" w:rsidRPr="00AB62D5">
        <w:t xml:space="preserve">(železniční spodek) </w:t>
      </w:r>
      <w:r w:rsidRPr="00AB62D5">
        <w:t xml:space="preserve">při provádění </w:t>
      </w:r>
      <w:r w:rsidRPr="00585021">
        <w:t>staveb;</w:t>
      </w:r>
    </w:p>
    <w:p w14:paraId="4C4758E7" w14:textId="59920BFD" w:rsidR="0035531B" w:rsidRPr="00585021" w:rsidRDefault="0035531B" w:rsidP="008B2021">
      <w:pPr>
        <w:pStyle w:val="Odrka1-2-"/>
      </w:pPr>
      <w:r w:rsidRPr="00585021">
        <w:t>zkušenost</w:t>
      </w:r>
      <w:r w:rsidR="00845C50" w:rsidRPr="00585021">
        <w:t xml:space="preserve"> s </w:t>
      </w:r>
      <w:r w:rsidRPr="00585021">
        <w:t xml:space="preserve">realizací alespoň jedné zakázky - stavby železničních drah, jež </w:t>
      </w:r>
      <w:r w:rsidRPr="00814C5E">
        <w:t>zahrnovala novostavbu</w:t>
      </w:r>
      <w:r w:rsidR="00585021" w:rsidRPr="00814C5E">
        <w:t xml:space="preserve"> nebo</w:t>
      </w:r>
      <w:r w:rsidRPr="00814C5E">
        <w:t xml:space="preserve"> rekonstrukci </w:t>
      </w:r>
      <w:r w:rsidR="00DE6A35" w:rsidRPr="00814C5E">
        <w:t xml:space="preserve">tělesa </w:t>
      </w:r>
      <w:r w:rsidRPr="00814C5E">
        <w:t>železničního spodku</w:t>
      </w:r>
      <w:r w:rsidR="00092CC9" w:rsidRPr="00814C5E">
        <w:t xml:space="preserve"> v </w:t>
      </w:r>
      <w:r w:rsidRPr="00814C5E">
        <w:t xml:space="preserve">hodnotě nejméně </w:t>
      </w:r>
      <w:r w:rsidR="003A4209">
        <w:rPr>
          <w:b/>
        </w:rPr>
        <w:t>18</w:t>
      </w:r>
      <w:r w:rsidR="00D16B85" w:rsidRPr="00814C5E">
        <w:rPr>
          <w:b/>
        </w:rPr>
        <w:t xml:space="preserve"> mil.</w:t>
      </w:r>
      <w:r w:rsidRPr="00814C5E">
        <w:t xml:space="preserve"> Kč bez DPH</w:t>
      </w:r>
      <w:r w:rsidR="00585021" w:rsidRPr="00814C5E">
        <w:t xml:space="preserve"> </w:t>
      </w:r>
      <w:r w:rsidRPr="00814C5E">
        <w:t>(částka Kč se vztahuje</w:t>
      </w:r>
      <w:r w:rsidR="00BC6D2B" w:rsidRPr="00814C5E">
        <w:t xml:space="preserve"> k </w:t>
      </w:r>
      <w:r w:rsidRPr="00814C5E">
        <w:t>hodnotě novostavby</w:t>
      </w:r>
      <w:r w:rsidR="00585021" w:rsidRPr="00814C5E">
        <w:t xml:space="preserve"> nebo</w:t>
      </w:r>
      <w:r w:rsidRPr="00814C5E">
        <w:t xml:space="preserve"> rekonstrukce </w:t>
      </w:r>
      <w:r w:rsidR="00C57268" w:rsidRPr="00814C5E">
        <w:t xml:space="preserve">tělesa </w:t>
      </w:r>
      <w:r w:rsidRPr="00814C5E">
        <w:t>železničního spodku,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 xml:space="preserve">posledních 10 letech před zahájením zadávacího </w:t>
      </w:r>
      <w:r w:rsidRPr="00585021">
        <w:t>řízení;</w:t>
      </w:r>
    </w:p>
    <w:p w14:paraId="682A851C" w14:textId="6980994F" w:rsidR="0035531B" w:rsidRPr="00AF531D" w:rsidRDefault="00585021" w:rsidP="008B2021">
      <w:pPr>
        <w:pStyle w:val="Odrka1-2-"/>
      </w:pPr>
      <w:r w:rsidRPr="00585021">
        <w:t xml:space="preserve">musí předložit doklad o autorizaci v rozsahu dle § 5 odst. 3 písm. b) </w:t>
      </w:r>
      <w:r w:rsidRPr="00AF531D">
        <w:t>autorizačního zákona, tedy v oboru dopravní stavby;</w:t>
      </w:r>
    </w:p>
    <w:p w14:paraId="4241724A" w14:textId="77777777" w:rsidR="0035531B" w:rsidRPr="00AF531D" w:rsidRDefault="0035531B" w:rsidP="008B2021">
      <w:pPr>
        <w:pStyle w:val="Odstavec1-1a"/>
        <w:rPr>
          <w:rStyle w:val="Tun9b"/>
        </w:rPr>
      </w:pPr>
      <w:r w:rsidRPr="00AF531D">
        <w:rPr>
          <w:rStyle w:val="Tun9b"/>
        </w:rPr>
        <w:t>specialista (vedoucí prací) na pozemní stavby</w:t>
      </w:r>
    </w:p>
    <w:p w14:paraId="63CA6908" w14:textId="77777777" w:rsidR="0035531B" w:rsidRPr="00AF531D" w:rsidRDefault="0035531B" w:rsidP="008B2021">
      <w:pPr>
        <w:pStyle w:val="Odrka1-2-"/>
      </w:pPr>
      <w:r w:rsidRPr="00AF531D">
        <w:t>minimálně středoškolské vzdělání;</w:t>
      </w:r>
    </w:p>
    <w:p w14:paraId="672C442D" w14:textId="77777777" w:rsidR="0035531B" w:rsidRPr="00AF531D" w:rsidRDefault="0035531B" w:rsidP="008B2021">
      <w:pPr>
        <w:pStyle w:val="Odrka1-2-"/>
      </w:pPr>
      <w:r w:rsidRPr="00AF531D">
        <w:t>nejméně 5 let praxe</w:t>
      </w:r>
      <w:r w:rsidR="00092CC9" w:rsidRPr="00AF531D">
        <w:t xml:space="preserve"> v </w:t>
      </w:r>
      <w:r w:rsidRPr="00AF531D">
        <w:t xml:space="preserve">oboru své specializace </w:t>
      </w:r>
      <w:r w:rsidR="0084414D" w:rsidRPr="00AF531D">
        <w:t xml:space="preserve">(pozemní stavby) </w:t>
      </w:r>
      <w:r w:rsidRPr="00AF531D">
        <w:t>při provádění staveb;</w:t>
      </w:r>
    </w:p>
    <w:p w14:paraId="28405E3F" w14:textId="072EFEB0" w:rsidR="0035531B" w:rsidRPr="00814C5E" w:rsidRDefault="0035531B" w:rsidP="008B2021">
      <w:pPr>
        <w:pStyle w:val="Odrka1-2-"/>
      </w:pPr>
      <w:r w:rsidRPr="00AF531D">
        <w:t>zkušenost</w:t>
      </w:r>
      <w:r w:rsidR="00845C50" w:rsidRPr="00AF531D">
        <w:t xml:space="preserve"> s </w:t>
      </w:r>
      <w:r w:rsidRPr="00AF531D">
        <w:t xml:space="preserve">realizací alespoň jedné zakázky - stavby, jež zahrnovala </w:t>
      </w:r>
      <w:r w:rsidRPr="00814C5E">
        <w:t>novostavbu</w:t>
      </w:r>
      <w:r w:rsidR="00AF531D" w:rsidRPr="00814C5E">
        <w:t xml:space="preserve"> </w:t>
      </w:r>
      <w:r w:rsidR="00AB6233">
        <w:t xml:space="preserve">vícepodlažní </w:t>
      </w:r>
      <w:r w:rsidR="00AB6233" w:rsidRPr="00AB6233">
        <w:rPr>
          <w:rStyle w:val="Tun9b"/>
          <w:b w:val="0"/>
        </w:rPr>
        <w:t>pozemní stavby s monolitickým železobetonovým skeletem</w:t>
      </w:r>
      <w:r w:rsidR="00AB6233" w:rsidRPr="00AB6233">
        <w:rPr>
          <w:b/>
        </w:rPr>
        <w:t xml:space="preserve"> </w:t>
      </w:r>
      <w:r w:rsidR="00922345">
        <w:t xml:space="preserve">v </w:t>
      </w:r>
      <w:r w:rsidRPr="00814C5E">
        <w:t xml:space="preserve">hodnotě nejméně </w:t>
      </w:r>
      <w:r w:rsidR="00AB6233">
        <w:rPr>
          <w:b/>
        </w:rPr>
        <w:t>150</w:t>
      </w:r>
      <w:r w:rsidR="00E0482A" w:rsidRPr="00814C5E">
        <w:rPr>
          <w:b/>
        </w:rPr>
        <w:t xml:space="preserve"> mil.</w:t>
      </w:r>
      <w:r w:rsidRPr="00814C5E">
        <w:t xml:space="preserve"> Kč bez DPH (částka Kč se vztahuje</w:t>
      </w:r>
      <w:r w:rsidR="00BC6D2B" w:rsidRPr="00814C5E">
        <w:t xml:space="preserve"> k </w:t>
      </w:r>
      <w:r w:rsidRPr="00814C5E">
        <w:t>hodnotě novostavby</w:t>
      </w:r>
      <w:r w:rsidR="00AF531D" w:rsidRPr="00814C5E">
        <w:t xml:space="preserve"> </w:t>
      </w:r>
      <w:r w:rsidR="00AB6233">
        <w:t>pozemní stavby</w:t>
      </w:r>
      <w:r w:rsidRPr="00814C5E">
        <w:t>,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posledních 10 letech před zahájením zadávacího řízení;</w:t>
      </w:r>
    </w:p>
    <w:p w14:paraId="486C5FF1" w14:textId="244B745E" w:rsidR="0035531B" w:rsidRPr="00814C5E" w:rsidRDefault="006516C1" w:rsidP="008B2021">
      <w:pPr>
        <w:pStyle w:val="Odrka1-2-"/>
      </w:pPr>
      <w:r w:rsidRPr="00814C5E">
        <w:rPr>
          <w:rFonts w:cs="Calibri"/>
        </w:rPr>
        <w:t>musí předložit doklad o autorizaci v rozsahu dle § 5 odst. 3 písm. a) autorizačního zákona, tedy v oboru pozemní stavby</w:t>
      </w:r>
      <w:r w:rsidR="0035531B" w:rsidRPr="00814C5E">
        <w:t>;</w:t>
      </w:r>
    </w:p>
    <w:p w14:paraId="00A97E37" w14:textId="77777777" w:rsidR="0035531B" w:rsidRPr="00814C5E" w:rsidRDefault="0035531B" w:rsidP="008B2021">
      <w:pPr>
        <w:pStyle w:val="Odstavec1-1a"/>
        <w:rPr>
          <w:b/>
        </w:rPr>
      </w:pPr>
      <w:r w:rsidRPr="00814C5E">
        <w:rPr>
          <w:b/>
        </w:rPr>
        <w:lastRenderedPageBreak/>
        <w:t>specialista (vedoucí prací) na mosty</w:t>
      </w:r>
      <w:r w:rsidR="00845C50" w:rsidRPr="00814C5E">
        <w:rPr>
          <w:b/>
        </w:rPr>
        <w:t xml:space="preserve"> a </w:t>
      </w:r>
      <w:r w:rsidRPr="00814C5E">
        <w:rPr>
          <w:b/>
        </w:rPr>
        <w:t>inženýrské konstrukce</w:t>
      </w:r>
    </w:p>
    <w:p w14:paraId="015BB969" w14:textId="77777777" w:rsidR="0035531B" w:rsidRPr="00814C5E" w:rsidRDefault="0035531B" w:rsidP="008B2021">
      <w:pPr>
        <w:pStyle w:val="Odrka1-2-"/>
      </w:pPr>
      <w:r w:rsidRPr="00814C5E">
        <w:t>minimálně středoškolské vzdělání;</w:t>
      </w:r>
    </w:p>
    <w:p w14:paraId="36E491D1" w14:textId="77777777" w:rsidR="0035531B" w:rsidRPr="00814C5E" w:rsidRDefault="0035531B" w:rsidP="008B2021">
      <w:pPr>
        <w:pStyle w:val="Odrka1-2-"/>
      </w:pPr>
      <w:r w:rsidRPr="00814C5E">
        <w:t>nejméně 5 let praxe</w:t>
      </w:r>
      <w:r w:rsidR="00092CC9" w:rsidRPr="00814C5E">
        <w:t xml:space="preserve"> v </w:t>
      </w:r>
      <w:r w:rsidRPr="00814C5E">
        <w:t xml:space="preserve">oboru své specializace </w:t>
      </w:r>
      <w:r w:rsidR="0084414D" w:rsidRPr="00814C5E">
        <w:t xml:space="preserve">(mosty a inženýrské konstrukce) </w:t>
      </w:r>
      <w:r w:rsidRPr="00814C5E">
        <w:t>při provádění staveb;</w:t>
      </w:r>
    </w:p>
    <w:p w14:paraId="79BAC564" w14:textId="756E3636" w:rsidR="0035531B" w:rsidRPr="00814C5E" w:rsidRDefault="0035531B" w:rsidP="008B2021">
      <w:pPr>
        <w:pStyle w:val="Odrka1-2-"/>
      </w:pPr>
      <w:r w:rsidRPr="00814C5E">
        <w:t>zkušenost</w:t>
      </w:r>
      <w:r w:rsidR="00845C50" w:rsidRPr="00814C5E">
        <w:t xml:space="preserve"> s </w:t>
      </w:r>
      <w:r w:rsidRPr="00814C5E">
        <w:t xml:space="preserve">realizací alespoň jedné zakázky - stavby, jež zahrnovala </w:t>
      </w:r>
      <w:r w:rsidR="00A405BE" w:rsidRPr="00711F91">
        <w:t xml:space="preserve">novostavbu </w:t>
      </w:r>
      <w:proofErr w:type="spellStart"/>
      <w:r w:rsidR="00A405BE" w:rsidRPr="00A405BE">
        <w:t>vícepolového</w:t>
      </w:r>
      <w:proofErr w:type="spellEnd"/>
      <w:r w:rsidR="00A405BE" w:rsidRPr="00A405BE">
        <w:t xml:space="preserve"> </w:t>
      </w:r>
      <w:r w:rsidR="00A405BE" w:rsidRPr="00A405BE">
        <w:rPr>
          <w:rStyle w:val="Tun9b"/>
          <w:b w:val="0"/>
        </w:rPr>
        <w:t>železničního nebo silničního monolitického železobetonového předpjatého mostu</w:t>
      </w:r>
      <w:r w:rsidR="00A405BE" w:rsidRPr="00711F91">
        <w:t xml:space="preserve"> v hodnotě nejméně </w:t>
      </w:r>
      <w:r w:rsidR="00A405BE" w:rsidRPr="000D0E11">
        <w:rPr>
          <w:b/>
        </w:rPr>
        <w:t xml:space="preserve">100 </w:t>
      </w:r>
      <w:r w:rsidR="00A405BE" w:rsidRPr="00711F91">
        <w:rPr>
          <w:b/>
        </w:rPr>
        <w:t xml:space="preserve">mil. </w:t>
      </w:r>
      <w:r w:rsidR="00A405BE" w:rsidRPr="00711F91">
        <w:t>Kč bez DPH o </w:t>
      </w:r>
      <w:r w:rsidR="00A405BE">
        <w:t xml:space="preserve">celkové délce </w:t>
      </w:r>
      <w:r w:rsidR="00A405BE" w:rsidRPr="00A405BE">
        <w:t>minimálně 100</w:t>
      </w:r>
      <w:r w:rsidR="00A405BE" w:rsidRPr="00711F91">
        <w:t xml:space="preserve"> m</w:t>
      </w:r>
      <w:r w:rsidRPr="00814C5E">
        <w:t xml:space="preserve"> (částka Kč se vztahuje</w:t>
      </w:r>
      <w:r w:rsidR="00BC6D2B" w:rsidRPr="00814C5E">
        <w:t xml:space="preserve"> k </w:t>
      </w:r>
      <w:r w:rsidRPr="00814C5E">
        <w:t>hodnotě novostavby</w:t>
      </w:r>
      <w:r w:rsidR="000B120C" w:rsidRPr="00814C5E">
        <w:t xml:space="preserve"> </w:t>
      </w:r>
      <w:proofErr w:type="spellStart"/>
      <w:r w:rsidR="00A405BE">
        <w:t>vícepolového</w:t>
      </w:r>
      <w:proofErr w:type="spellEnd"/>
      <w:r w:rsidR="00A405BE">
        <w:t xml:space="preserve"> </w:t>
      </w:r>
      <w:r w:rsidRPr="00814C5E">
        <w:t>železničního</w:t>
      </w:r>
      <w:r w:rsidR="00A405BE">
        <w:t xml:space="preserve"> nebo silničního monolitického</w:t>
      </w:r>
      <w:r w:rsidR="000B120C" w:rsidRPr="00814C5E">
        <w:t xml:space="preserve"> železobetonového</w:t>
      </w:r>
      <w:r w:rsidRPr="00814C5E">
        <w:t xml:space="preserve"> mostu,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posledních 10 letech před zahájením zadávacího řízení;</w:t>
      </w:r>
    </w:p>
    <w:p w14:paraId="0D338358" w14:textId="46B64427" w:rsidR="0035531B" w:rsidRPr="000E14FF" w:rsidRDefault="0035531B" w:rsidP="008B2021">
      <w:pPr>
        <w:pStyle w:val="Odrka1-2-"/>
      </w:pPr>
      <w:r w:rsidRPr="000B120C">
        <w:t>musí předložit doklad</w:t>
      </w:r>
      <w:r w:rsidR="00092CC9" w:rsidRPr="000B120C">
        <w:t xml:space="preserve"> o </w:t>
      </w:r>
      <w:r w:rsidRPr="000B120C">
        <w:t>autorizaci</w:t>
      </w:r>
      <w:r w:rsidR="00092CC9" w:rsidRPr="000B120C">
        <w:t xml:space="preserve"> v </w:t>
      </w:r>
      <w:r w:rsidRPr="000B120C">
        <w:t xml:space="preserve">rozsahu dle § 5 odst. 3 písm. d) </w:t>
      </w:r>
      <w:r w:rsidRPr="000E14FF">
        <w:t>autorizačního zákona, tedy</w:t>
      </w:r>
      <w:r w:rsidR="00092CC9" w:rsidRPr="000E14FF">
        <w:t xml:space="preserve"> v </w:t>
      </w:r>
      <w:r w:rsidRPr="000E14FF">
        <w:t>oboru mosty</w:t>
      </w:r>
      <w:r w:rsidR="00845C50" w:rsidRPr="000E14FF">
        <w:t xml:space="preserve"> a </w:t>
      </w:r>
      <w:r w:rsidRPr="000E14FF">
        <w:t>inženýrské konstrukce;</w:t>
      </w:r>
    </w:p>
    <w:p w14:paraId="0C427DBF" w14:textId="77777777" w:rsidR="0035531B" w:rsidRPr="000E14FF" w:rsidRDefault="0035531B" w:rsidP="008B2021">
      <w:pPr>
        <w:pStyle w:val="Odstavec1-1a"/>
        <w:rPr>
          <w:rStyle w:val="Tun9b"/>
        </w:rPr>
      </w:pPr>
      <w:r w:rsidRPr="000E14FF">
        <w:rPr>
          <w:rStyle w:val="Tun9b"/>
        </w:rPr>
        <w:t>specialista (vedoucí prací) na zabezpečovací zařízení</w:t>
      </w:r>
    </w:p>
    <w:p w14:paraId="6DDEB365" w14:textId="77777777" w:rsidR="0035531B" w:rsidRPr="000E14FF" w:rsidRDefault="0035531B" w:rsidP="008B2021">
      <w:pPr>
        <w:pStyle w:val="Odrka1-2-"/>
      </w:pPr>
      <w:r w:rsidRPr="000E14FF">
        <w:t>minimálně středoškolské vzdělání;</w:t>
      </w:r>
    </w:p>
    <w:p w14:paraId="13950D93" w14:textId="77777777" w:rsidR="0035531B" w:rsidRPr="000E14FF" w:rsidRDefault="0035531B" w:rsidP="008B2021">
      <w:pPr>
        <w:pStyle w:val="Odrka1-2-"/>
      </w:pPr>
      <w:r w:rsidRPr="000E14FF">
        <w:t>nejméně 5 let praxe</w:t>
      </w:r>
      <w:r w:rsidR="00092CC9" w:rsidRPr="000E14FF">
        <w:t xml:space="preserve"> v </w:t>
      </w:r>
      <w:r w:rsidRPr="000E14FF">
        <w:t xml:space="preserve">oboru své specializace </w:t>
      </w:r>
      <w:r w:rsidR="0084414D" w:rsidRPr="000E14FF">
        <w:t xml:space="preserve">(zabezpečovací zařízení) </w:t>
      </w:r>
      <w:r w:rsidRPr="000E14FF">
        <w:t>při provádění staveb;</w:t>
      </w:r>
    </w:p>
    <w:p w14:paraId="3CC607E0" w14:textId="6AF69DC4" w:rsidR="0035531B" w:rsidRPr="000E14FF" w:rsidRDefault="0035531B" w:rsidP="008B2021">
      <w:pPr>
        <w:pStyle w:val="Odrka1-2-"/>
      </w:pPr>
      <w:r w:rsidRPr="000E14FF">
        <w:t>zkušenost</w:t>
      </w:r>
      <w:r w:rsidR="00845C50" w:rsidRPr="000E14FF">
        <w:t xml:space="preserve"> s </w:t>
      </w:r>
      <w:r w:rsidRPr="000E14FF">
        <w:t xml:space="preserve">realizací alespoň jedné zakázky - stavby železničních drah, jež </w:t>
      </w:r>
      <w:r w:rsidRPr="00814C5E">
        <w:t>zahrnovala novostavbu</w:t>
      </w:r>
      <w:r w:rsidR="000E14FF" w:rsidRPr="00814C5E">
        <w:t xml:space="preserve"> nebo</w:t>
      </w:r>
      <w:r w:rsidRPr="00814C5E">
        <w:t xml:space="preserve"> rekonstrukci staničního a/nebo traťového zabezpečovacího zařízení železničních drah na trati</w:t>
      </w:r>
      <w:r w:rsidR="00845C50" w:rsidRPr="00814C5E">
        <w:t xml:space="preserve"> s</w:t>
      </w:r>
      <w:r w:rsidR="00115DD3" w:rsidRPr="00814C5E">
        <w:t>e souhrnnou</w:t>
      </w:r>
      <w:r w:rsidR="00845C50" w:rsidRPr="00814C5E">
        <w:t> </w:t>
      </w:r>
      <w:r w:rsidRPr="00814C5E">
        <w:t xml:space="preserve">délkou traťového úseku nejméně </w:t>
      </w:r>
      <w:r w:rsidR="006A607E" w:rsidRPr="00814C5E">
        <w:t>1</w:t>
      </w:r>
      <w:r w:rsidRPr="00814C5E">
        <w:t xml:space="preserve"> km, nebo</w:t>
      </w:r>
      <w:r w:rsidR="00092CC9" w:rsidRPr="00814C5E">
        <w:t xml:space="preserve"> v </w:t>
      </w:r>
      <w:r w:rsidRPr="00814C5E">
        <w:t>železniční stanici na trati</w:t>
      </w:r>
      <w:r w:rsidR="00845C50" w:rsidRPr="00814C5E">
        <w:t xml:space="preserve"> s </w:t>
      </w:r>
      <w:r w:rsidRPr="00814C5E">
        <w:t xml:space="preserve">minimálním počtem </w:t>
      </w:r>
      <w:r w:rsidR="006A607E" w:rsidRPr="00814C5E">
        <w:t>8</w:t>
      </w:r>
      <w:r w:rsidRPr="00814C5E">
        <w:t xml:space="preserve"> ks výhybek,</w:t>
      </w:r>
      <w:r w:rsidR="00845C50" w:rsidRPr="00814C5E">
        <w:t xml:space="preserve"> a </w:t>
      </w:r>
      <w:r w:rsidRPr="00814C5E">
        <w:t>to</w:t>
      </w:r>
      <w:r w:rsidR="00092CC9" w:rsidRPr="00814C5E">
        <w:t xml:space="preserve"> v </w:t>
      </w:r>
      <w:r w:rsidRPr="00814C5E">
        <w:t xml:space="preserve">hodnotě nejméně </w:t>
      </w:r>
      <w:r w:rsidR="00575D34" w:rsidRPr="00814C5E">
        <w:rPr>
          <w:b/>
        </w:rPr>
        <w:t>2</w:t>
      </w:r>
      <w:r w:rsidR="0040008E">
        <w:rPr>
          <w:b/>
        </w:rPr>
        <w:t>5</w:t>
      </w:r>
      <w:r w:rsidR="00575D34" w:rsidRPr="00814C5E">
        <w:rPr>
          <w:b/>
        </w:rPr>
        <w:t xml:space="preserve"> mil.</w:t>
      </w:r>
      <w:r w:rsidRPr="00814C5E">
        <w:t xml:space="preserve"> Kč bez DPH (částka Kč se vztahuje</w:t>
      </w:r>
      <w:r w:rsidR="00BC6D2B" w:rsidRPr="00814C5E">
        <w:t xml:space="preserve"> k </w:t>
      </w:r>
      <w:r w:rsidRPr="00814C5E">
        <w:t>hodnotě novostavby</w:t>
      </w:r>
      <w:r w:rsidR="000E14FF" w:rsidRPr="00814C5E">
        <w:t xml:space="preserve"> nebo</w:t>
      </w:r>
      <w:r w:rsidRPr="00814C5E">
        <w:t xml:space="preserve"> rekonstrukce</w:t>
      </w:r>
      <w:r w:rsidR="0040352D" w:rsidRPr="00814C5E">
        <w:t xml:space="preserve"> </w:t>
      </w:r>
      <w:r w:rsidRPr="00814C5E">
        <w:t>zabezpečovacího zařízení železničních drah, nikoli</w:t>
      </w:r>
      <w:r w:rsidR="00BC6D2B" w:rsidRPr="00814C5E">
        <w:t xml:space="preserve"> k </w:t>
      </w:r>
      <w:r w:rsidRPr="00814C5E">
        <w:t>hodnotě zakázky jako celku),</w:t>
      </w:r>
      <w:r w:rsidR="00845C50" w:rsidRPr="00814C5E">
        <w:t xml:space="preserve"> </w:t>
      </w:r>
      <w:r w:rsidR="00845C50" w:rsidRPr="000E14FF">
        <w:t>a </w:t>
      </w:r>
      <w:r w:rsidRPr="000E14FF">
        <w:t>to</w:t>
      </w:r>
      <w:r w:rsidR="00092CC9" w:rsidRPr="000E14FF">
        <w:t xml:space="preserve"> v </w:t>
      </w:r>
      <w:r w:rsidRPr="000E14FF">
        <w:t>posledních 10 letech před zahájením zadávacího řízení;</w:t>
      </w:r>
    </w:p>
    <w:p w14:paraId="477FF6BE" w14:textId="7FAE42AB" w:rsidR="0035531B" w:rsidRPr="003B599F" w:rsidRDefault="0035531B" w:rsidP="008B2021">
      <w:pPr>
        <w:pStyle w:val="Odrka1-2-"/>
      </w:pPr>
      <w:r w:rsidRPr="000E14FF">
        <w:t>musí předložit doklad</w:t>
      </w:r>
      <w:r w:rsidR="00092CC9" w:rsidRPr="000E14FF">
        <w:t xml:space="preserve"> o </w:t>
      </w:r>
      <w:r w:rsidRPr="000E14FF">
        <w:t>autorizaci</w:t>
      </w:r>
      <w:r w:rsidR="00092CC9" w:rsidRPr="000E14FF">
        <w:t xml:space="preserve"> v </w:t>
      </w:r>
      <w:r w:rsidRPr="000E14FF">
        <w:t xml:space="preserve">rozsahu dle § 5 odst. 3 písm. e) </w:t>
      </w:r>
      <w:r w:rsidRPr="003B599F">
        <w:t>autorizačního zákona, tedy</w:t>
      </w:r>
      <w:r w:rsidR="00092CC9" w:rsidRPr="003B599F">
        <w:t xml:space="preserve"> v </w:t>
      </w:r>
      <w:r w:rsidRPr="003B599F">
        <w:t>oboru technologická zařízení staveb;</w:t>
      </w:r>
    </w:p>
    <w:p w14:paraId="1329B823" w14:textId="77777777" w:rsidR="0035531B" w:rsidRPr="003B599F" w:rsidRDefault="0035531B" w:rsidP="008B2021">
      <w:pPr>
        <w:pStyle w:val="Odstavec1-1a"/>
        <w:rPr>
          <w:rStyle w:val="Tun9b"/>
        </w:rPr>
      </w:pPr>
      <w:r w:rsidRPr="003B599F">
        <w:rPr>
          <w:rStyle w:val="Tun9b"/>
        </w:rPr>
        <w:t>specialista (vedoucí prací) na sdělovací zařízení</w:t>
      </w:r>
    </w:p>
    <w:p w14:paraId="4289CA6A" w14:textId="77777777" w:rsidR="0035531B" w:rsidRPr="003B599F" w:rsidRDefault="0035531B" w:rsidP="008B2021">
      <w:pPr>
        <w:pStyle w:val="Odrka1-2-"/>
      </w:pPr>
      <w:r w:rsidRPr="003B599F">
        <w:t>minimálně středoškolské vzdělání;</w:t>
      </w:r>
    </w:p>
    <w:p w14:paraId="3B272B16" w14:textId="77777777" w:rsidR="0035531B" w:rsidRPr="003B599F" w:rsidRDefault="0035531B" w:rsidP="008B2021">
      <w:pPr>
        <w:pStyle w:val="Odrka1-2-"/>
      </w:pPr>
      <w:r w:rsidRPr="003B599F">
        <w:t>nejméně 5 let praxe</w:t>
      </w:r>
      <w:r w:rsidR="00092CC9" w:rsidRPr="003B599F">
        <w:t xml:space="preserve"> v </w:t>
      </w:r>
      <w:r w:rsidRPr="003B599F">
        <w:t xml:space="preserve">oboru své specializace </w:t>
      </w:r>
      <w:r w:rsidR="0084414D" w:rsidRPr="003B599F">
        <w:t xml:space="preserve">(sdělovací zařízení) </w:t>
      </w:r>
      <w:r w:rsidRPr="003B599F">
        <w:t>při provádění staveb;</w:t>
      </w:r>
    </w:p>
    <w:p w14:paraId="68ACB804" w14:textId="585A9629" w:rsidR="0035531B" w:rsidRPr="003B599F" w:rsidRDefault="0035531B" w:rsidP="008B2021">
      <w:pPr>
        <w:pStyle w:val="Odrka1-2-"/>
      </w:pPr>
      <w:r w:rsidRPr="00814C5E">
        <w:t>zkušenost</w:t>
      </w:r>
      <w:r w:rsidR="00845C50" w:rsidRPr="00814C5E">
        <w:t xml:space="preserve"> s </w:t>
      </w:r>
      <w:r w:rsidRPr="00814C5E">
        <w:t>realizací alespoň jedné zakázky - stavby železničních drah, jež zahrnovala novostavbu</w:t>
      </w:r>
      <w:r w:rsidR="003B599F" w:rsidRPr="00814C5E">
        <w:t xml:space="preserve"> nebo</w:t>
      </w:r>
      <w:r w:rsidRPr="00814C5E">
        <w:t xml:space="preserve"> rekonstrukci sdělovacího zařízení železničních drah</w:t>
      </w:r>
      <w:r w:rsidR="00092CC9" w:rsidRPr="00814C5E">
        <w:t xml:space="preserve"> v </w:t>
      </w:r>
      <w:r w:rsidRPr="00814C5E">
        <w:t xml:space="preserve">hodnotě nejméně </w:t>
      </w:r>
      <w:r w:rsidR="0066683A">
        <w:rPr>
          <w:b/>
        </w:rPr>
        <w:t>48</w:t>
      </w:r>
      <w:r w:rsidR="00B40C33" w:rsidRPr="00814C5E">
        <w:rPr>
          <w:b/>
        </w:rPr>
        <w:t xml:space="preserve"> mil.</w:t>
      </w:r>
      <w:r w:rsidRPr="00814C5E">
        <w:t xml:space="preserve"> Kč bez DPH (částka Kč se vztahuje</w:t>
      </w:r>
      <w:r w:rsidR="00BC6D2B" w:rsidRPr="00814C5E">
        <w:t xml:space="preserve"> k </w:t>
      </w:r>
      <w:r w:rsidRPr="00814C5E">
        <w:t>hodnotě novostavby</w:t>
      </w:r>
      <w:r w:rsidR="003B599F" w:rsidRPr="00814C5E">
        <w:t xml:space="preserve"> nebo</w:t>
      </w:r>
      <w:r w:rsidRPr="00814C5E">
        <w:t xml:space="preserve"> rekonstrukce sdělovacího </w:t>
      </w:r>
      <w:r w:rsidRPr="003B599F">
        <w:t>zařízení železničních drah, nikoli</w:t>
      </w:r>
      <w:r w:rsidR="00BC6D2B" w:rsidRPr="003B599F">
        <w:t xml:space="preserve"> k </w:t>
      </w:r>
      <w:r w:rsidRPr="003B599F">
        <w:t>hodnotě zakázky jako celku),</w:t>
      </w:r>
      <w:r w:rsidR="00845C50" w:rsidRPr="003B599F">
        <w:t xml:space="preserve"> a </w:t>
      </w:r>
      <w:r w:rsidRPr="003B599F">
        <w:t>to</w:t>
      </w:r>
      <w:r w:rsidR="00092CC9" w:rsidRPr="003B599F">
        <w:t xml:space="preserve"> v </w:t>
      </w:r>
      <w:r w:rsidRPr="003B599F">
        <w:t>posledních 10 letech před zahájením zadávacího řízení;</w:t>
      </w:r>
    </w:p>
    <w:p w14:paraId="451C672A" w14:textId="3E16B07D" w:rsidR="0035531B" w:rsidRPr="009710F2" w:rsidRDefault="0035531B" w:rsidP="008B2021">
      <w:pPr>
        <w:pStyle w:val="Odrka1-2-"/>
      </w:pPr>
      <w:r w:rsidRPr="003B599F">
        <w:t>musí předložit doklad</w:t>
      </w:r>
      <w:r w:rsidR="00092CC9" w:rsidRPr="003B599F">
        <w:t xml:space="preserve"> o </w:t>
      </w:r>
      <w:r w:rsidRPr="003B599F">
        <w:t>autorizaci</w:t>
      </w:r>
      <w:r w:rsidR="00092CC9" w:rsidRPr="003B599F">
        <w:t xml:space="preserve"> v </w:t>
      </w:r>
      <w:r w:rsidRPr="003B599F">
        <w:t xml:space="preserve">rozsahu dle § 5 odst. 3 písm. e) </w:t>
      </w:r>
      <w:r w:rsidRPr="009710F2">
        <w:t>autorizačního zákona, tedy</w:t>
      </w:r>
      <w:r w:rsidR="00092CC9" w:rsidRPr="009710F2">
        <w:t xml:space="preserve"> v </w:t>
      </w:r>
      <w:r w:rsidRPr="009710F2">
        <w:t>oboru technologická zařízení staveb;</w:t>
      </w:r>
    </w:p>
    <w:p w14:paraId="6DAE9DCE" w14:textId="77777777" w:rsidR="0035531B" w:rsidRPr="009710F2" w:rsidRDefault="0035531B" w:rsidP="008B2021">
      <w:pPr>
        <w:pStyle w:val="Odstavec1-1a"/>
        <w:rPr>
          <w:rStyle w:val="Tun9b"/>
        </w:rPr>
      </w:pPr>
      <w:r w:rsidRPr="009710F2">
        <w:rPr>
          <w:rStyle w:val="Tun9b"/>
        </w:rPr>
        <w:t xml:space="preserve">specialista (vedoucí prací) na trakční vedení </w:t>
      </w:r>
    </w:p>
    <w:p w14:paraId="5EE8E916" w14:textId="77777777" w:rsidR="0035531B" w:rsidRPr="009710F2" w:rsidRDefault="0035531B" w:rsidP="008B2021">
      <w:pPr>
        <w:pStyle w:val="Odrka1-2-"/>
      </w:pPr>
      <w:r w:rsidRPr="009710F2">
        <w:t>minimálně středoškolské vzdělání;</w:t>
      </w:r>
    </w:p>
    <w:p w14:paraId="2842D792" w14:textId="77777777" w:rsidR="0035531B" w:rsidRPr="009710F2" w:rsidRDefault="0035531B" w:rsidP="008B2021">
      <w:pPr>
        <w:pStyle w:val="Odrka1-2-"/>
      </w:pPr>
      <w:r w:rsidRPr="009710F2">
        <w:t>nejméně 5 let praxe</w:t>
      </w:r>
      <w:r w:rsidR="00092CC9" w:rsidRPr="009710F2">
        <w:t xml:space="preserve"> v </w:t>
      </w:r>
      <w:r w:rsidRPr="009710F2">
        <w:t xml:space="preserve">oboru své specializace </w:t>
      </w:r>
      <w:r w:rsidR="0084414D" w:rsidRPr="009710F2">
        <w:t xml:space="preserve">(trakční vedení) </w:t>
      </w:r>
      <w:r w:rsidRPr="009710F2">
        <w:t>při provádění staveb;</w:t>
      </w:r>
    </w:p>
    <w:p w14:paraId="7AB26086" w14:textId="4A5C23A4" w:rsidR="0035531B" w:rsidRPr="00814C5E" w:rsidRDefault="0035531B" w:rsidP="008B2021">
      <w:pPr>
        <w:pStyle w:val="Odrka1-2-"/>
      </w:pPr>
      <w:r w:rsidRPr="009710F2">
        <w:t>zkušenost</w:t>
      </w:r>
      <w:r w:rsidR="00845C50" w:rsidRPr="009710F2">
        <w:t xml:space="preserve"> s </w:t>
      </w:r>
      <w:r w:rsidRPr="009710F2">
        <w:t xml:space="preserve">realizací alespoň jedné zakázky - stavby železničních drah, jež zahrnovala </w:t>
      </w:r>
      <w:r w:rsidRPr="00814C5E">
        <w:t>novostavbu</w:t>
      </w:r>
      <w:r w:rsidR="009710F2" w:rsidRPr="00814C5E">
        <w:t xml:space="preserve"> nebo </w:t>
      </w:r>
      <w:r w:rsidRPr="00814C5E">
        <w:t>rekonstrukci trakčního vedení na dvoukolejné nebo vícekolejné trati</w:t>
      </w:r>
      <w:r w:rsidR="00845C50" w:rsidRPr="00814C5E">
        <w:t xml:space="preserve"> s</w:t>
      </w:r>
      <w:r w:rsidR="00115DD3" w:rsidRPr="00814C5E">
        <w:t>e souhrnnou</w:t>
      </w:r>
      <w:r w:rsidR="00845C50" w:rsidRPr="00814C5E">
        <w:t> </w:t>
      </w:r>
      <w:r w:rsidRPr="00814C5E">
        <w:t xml:space="preserve">délkou traťového úseku nejméně </w:t>
      </w:r>
      <w:r w:rsidR="006A607E" w:rsidRPr="00814C5E">
        <w:t>1</w:t>
      </w:r>
      <w:r w:rsidRPr="00814C5E">
        <w:t xml:space="preserve"> km, nebo</w:t>
      </w:r>
      <w:r w:rsidR="00092CC9" w:rsidRPr="00814C5E">
        <w:t xml:space="preserve"> v </w:t>
      </w:r>
      <w:r w:rsidRPr="00814C5E">
        <w:t>železniční stanici na trati</w:t>
      </w:r>
      <w:r w:rsidR="00845C50" w:rsidRPr="00814C5E">
        <w:t xml:space="preserve"> s </w:t>
      </w:r>
      <w:r w:rsidRPr="00814C5E">
        <w:t xml:space="preserve">minimálním počtem </w:t>
      </w:r>
      <w:r w:rsidR="006A607E" w:rsidRPr="00814C5E">
        <w:t>8</w:t>
      </w:r>
      <w:r w:rsidRPr="00814C5E">
        <w:t xml:space="preserve"> ks výhybek,</w:t>
      </w:r>
      <w:r w:rsidR="00845C50" w:rsidRPr="00814C5E">
        <w:t xml:space="preserve"> a </w:t>
      </w:r>
      <w:r w:rsidRPr="00814C5E">
        <w:t>to</w:t>
      </w:r>
      <w:r w:rsidR="00092CC9" w:rsidRPr="00814C5E">
        <w:t xml:space="preserve"> v </w:t>
      </w:r>
      <w:r w:rsidRPr="00814C5E">
        <w:t xml:space="preserve">hodnotě nejméně </w:t>
      </w:r>
      <w:r w:rsidR="0066683A">
        <w:rPr>
          <w:b/>
        </w:rPr>
        <w:t>40</w:t>
      </w:r>
      <w:r w:rsidR="00FB0F16" w:rsidRPr="00814C5E">
        <w:rPr>
          <w:b/>
        </w:rPr>
        <w:t xml:space="preserve"> mil.</w:t>
      </w:r>
      <w:r w:rsidRPr="00814C5E">
        <w:t xml:space="preserve"> Kč bez</w:t>
      </w:r>
      <w:r w:rsidR="009710F2" w:rsidRPr="00814C5E">
        <w:t xml:space="preserve"> DPH</w:t>
      </w:r>
      <w:r w:rsidRPr="00814C5E">
        <w:t xml:space="preserve"> (částka Kč se vztahuje</w:t>
      </w:r>
      <w:r w:rsidR="00BC6D2B" w:rsidRPr="00814C5E">
        <w:t xml:space="preserve"> k </w:t>
      </w:r>
      <w:r w:rsidRPr="00814C5E">
        <w:t>hodnotě novostavby</w:t>
      </w:r>
      <w:r w:rsidR="009710F2" w:rsidRPr="00814C5E">
        <w:t xml:space="preserve"> nebo</w:t>
      </w:r>
      <w:r w:rsidRPr="00814C5E">
        <w:t xml:space="preserve"> rekonstrukce</w:t>
      </w:r>
      <w:r w:rsidR="0040352D" w:rsidRPr="00814C5E">
        <w:t xml:space="preserve"> </w:t>
      </w:r>
      <w:r w:rsidRPr="00814C5E">
        <w:t>trakčního vedení,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posledních 10 letech před zahájením zadávacího řízení;</w:t>
      </w:r>
    </w:p>
    <w:p w14:paraId="35DA5609" w14:textId="4A3E9651" w:rsidR="0035531B" w:rsidRPr="008C1F05" w:rsidRDefault="0035531B" w:rsidP="008B2021">
      <w:pPr>
        <w:pStyle w:val="Odrka1-2-"/>
      </w:pPr>
      <w:r w:rsidRPr="00814C5E">
        <w:t>musí předložit doklad</w:t>
      </w:r>
      <w:r w:rsidR="00092CC9" w:rsidRPr="00814C5E">
        <w:t xml:space="preserve"> o </w:t>
      </w:r>
      <w:r w:rsidRPr="00814C5E">
        <w:t>autorizaci</w:t>
      </w:r>
      <w:r w:rsidR="00092CC9" w:rsidRPr="00814C5E">
        <w:t xml:space="preserve"> v </w:t>
      </w:r>
      <w:r w:rsidRPr="00814C5E">
        <w:t>rozsahu dle § 5 odst</w:t>
      </w:r>
      <w:r w:rsidRPr="008C1F05">
        <w:t>. 3 písm. e) autorizačního zákona, tedy</w:t>
      </w:r>
      <w:r w:rsidR="00092CC9" w:rsidRPr="008C1F05">
        <w:t xml:space="preserve"> v </w:t>
      </w:r>
      <w:r w:rsidRPr="008C1F05">
        <w:t>oboru technologická zařízení staveb;</w:t>
      </w:r>
    </w:p>
    <w:p w14:paraId="14235517" w14:textId="77777777" w:rsidR="0035531B" w:rsidRPr="008C1F05" w:rsidRDefault="0035531B" w:rsidP="008B2021">
      <w:pPr>
        <w:pStyle w:val="Odstavec1-1a"/>
        <w:rPr>
          <w:rStyle w:val="Tun9b"/>
        </w:rPr>
      </w:pPr>
      <w:r w:rsidRPr="008C1F05">
        <w:rPr>
          <w:rStyle w:val="Tun9b"/>
        </w:rPr>
        <w:lastRenderedPageBreak/>
        <w:t>specialista (vedoucí prací) na silnoproud</w:t>
      </w:r>
    </w:p>
    <w:p w14:paraId="2A841837" w14:textId="77777777" w:rsidR="0035531B" w:rsidRPr="008C1F05" w:rsidRDefault="0035531B" w:rsidP="008B2021">
      <w:pPr>
        <w:pStyle w:val="Odrka1-2-"/>
      </w:pPr>
      <w:r w:rsidRPr="008C1F05">
        <w:t>minimálně středoškolské vzdělání;</w:t>
      </w:r>
    </w:p>
    <w:p w14:paraId="28A1CD0D" w14:textId="77777777" w:rsidR="0035531B" w:rsidRPr="00814C5E" w:rsidRDefault="0035531B" w:rsidP="008B2021">
      <w:pPr>
        <w:pStyle w:val="Odrka1-2-"/>
      </w:pPr>
      <w:r w:rsidRPr="008C1F05">
        <w:t xml:space="preserve">nejméně </w:t>
      </w:r>
      <w:r w:rsidRPr="00814C5E">
        <w:t>5 let praxe</w:t>
      </w:r>
      <w:r w:rsidR="00092CC9" w:rsidRPr="00814C5E">
        <w:t xml:space="preserve"> v </w:t>
      </w:r>
      <w:r w:rsidRPr="00814C5E">
        <w:t xml:space="preserve">oboru své specializace </w:t>
      </w:r>
      <w:r w:rsidR="0084414D" w:rsidRPr="00814C5E">
        <w:t xml:space="preserve">(silnoproud) </w:t>
      </w:r>
      <w:r w:rsidRPr="00814C5E">
        <w:t>při provádění staveb;</w:t>
      </w:r>
    </w:p>
    <w:p w14:paraId="624421BF" w14:textId="042D0451" w:rsidR="0035531B" w:rsidRPr="00736022" w:rsidRDefault="0035531B" w:rsidP="008B2021">
      <w:pPr>
        <w:pStyle w:val="Odrka1-2-"/>
      </w:pPr>
      <w:r w:rsidRPr="00814C5E">
        <w:t>zkušenost</w:t>
      </w:r>
      <w:r w:rsidR="00845C50" w:rsidRPr="00814C5E">
        <w:t xml:space="preserve"> s </w:t>
      </w:r>
      <w:r w:rsidRPr="00814C5E">
        <w:t>realizací alespoň jedné zakázky - stavby železničních drah, jež zahrnovala novostavbu</w:t>
      </w:r>
      <w:r w:rsidR="008C1F05" w:rsidRPr="00814C5E">
        <w:t xml:space="preserve"> nebo</w:t>
      </w:r>
      <w:r w:rsidRPr="00814C5E">
        <w:t xml:space="preserve"> rekonstrukci silnoproudých zařízení železničních drah</w:t>
      </w:r>
      <w:r w:rsidR="00092CC9" w:rsidRPr="00814C5E">
        <w:t xml:space="preserve"> v </w:t>
      </w:r>
      <w:r w:rsidRPr="00814C5E">
        <w:t xml:space="preserve">hodnotě nejméně </w:t>
      </w:r>
      <w:r w:rsidR="0066683A">
        <w:rPr>
          <w:b/>
        </w:rPr>
        <w:t xml:space="preserve">22 </w:t>
      </w:r>
      <w:r w:rsidR="00FB0F16" w:rsidRPr="00814C5E">
        <w:rPr>
          <w:b/>
        </w:rPr>
        <w:t>mil.</w:t>
      </w:r>
      <w:r w:rsidRPr="00814C5E">
        <w:t xml:space="preserve"> Kč bez DPH (částka Kč se vztahuje</w:t>
      </w:r>
      <w:r w:rsidR="00BC6D2B" w:rsidRPr="00814C5E">
        <w:t xml:space="preserve"> k </w:t>
      </w:r>
      <w:r w:rsidRPr="00814C5E">
        <w:t>hodnotě novostavby</w:t>
      </w:r>
      <w:r w:rsidR="008C1F05" w:rsidRPr="00814C5E">
        <w:t xml:space="preserve"> nebo</w:t>
      </w:r>
      <w:r w:rsidRPr="00814C5E">
        <w:t xml:space="preserve"> rekonstrukce</w:t>
      </w:r>
      <w:r w:rsidR="0040352D" w:rsidRPr="00814C5E">
        <w:t xml:space="preserve"> </w:t>
      </w:r>
      <w:r w:rsidRPr="00814C5E">
        <w:t>silnoproudých zařízení železničních drah, nikoli</w:t>
      </w:r>
      <w:r w:rsidR="00BC6D2B" w:rsidRPr="00814C5E">
        <w:t xml:space="preserve"> k </w:t>
      </w:r>
      <w:r w:rsidRPr="00814C5E">
        <w:t>hodnotě zakázky jako celku),</w:t>
      </w:r>
      <w:r w:rsidR="00845C50" w:rsidRPr="00814C5E">
        <w:t xml:space="preserve"> a </w:t>
      </w:r>
      <w:r w:rsidRPr="00814C5E">
        <w:t>to</w:t>
      </w:r>
      <w:r w:rsidR="00092CC9" w:rsidRPr="00814C5E">
        <w:t xml:space="preserve"> v </w:t>
      </w:r>
      <w:r w:rsidRPr="00814C5E">
        <w:t xml:space="preserve">posledních 10 letech </w:t>
      </w:r>
      <w:r w:rsidRPr="008C1F05">
        <w:t xml:space="preserve">před zahájením </w:t>
      </w:r>
      <w:r w:rsidRPr="00736022">
        <w:t>zadávacího řízení;</w:t>
      </w:r>
    </w:p>
    <w:p w14:paraId="6ACF74CD" w14:textId="1EC8446A" w:rsidR="0035531B" w:rsidRPr="00736022" w:rsidRDefault="0035531B" w:rsidP="008B2021">
      <w:pPr>
        <w:pStyle w:val="Odrka1-2-"/>
      </w:pPr>
      <w:r w:rsidRPr="00736022">
        <w:t>musí předložit doklad</w:t>
      </w:r>
      <w:r w:rsidR="00092CC9" w:rsidRPr="00736022">
        <w:t xml:space="preserve"> o </w:t>
      </w:r>
      <w:r w:rsidRPr="00736022">
        <w:t>autorizaci</w:t>
      </w:r>
      <w:r w:rsidR="00092CC9" w:rsidRPr="00736022">
        <w:t xml:space="preserve"> v </w:t>
      </w:r>
      <w:r w:rsidRPr="00736022">
        <w:t>rozsahu dle § 5 odst. 3 písm. e) autorizačního zákona, tedy</w:t>
      </w:r>
      <w:r w:rsidR="00092CC9" w:rsidRPr="00736022">
        <w:t xml:space="preserve"> v </w:t>
      </w:r>
      <w:r w:rsidRPr="00736022">
        <w:t>oboru technologická zařízení staveb;</w:t>
      </w:r>
    </w:p>
    <w:p w14:paraId="33C0C333" w14:textId="77777777" w:rsidR="0035531B" w:rsidRPr="00736022" w:rsidRDefault="0035531B" w:rsidP="008B2021">
      <w:pPr>
        <w:pStyle w:val="Odstavec1-1a"/>
        <w:rPr>
          <w:rStyle w:val="Tun9b"/>
        </w:rPr>
      </w:pPr>
      <w:r w:rsidRPr="00736022">
        <w:rPr>
          <w:rStyle w:val="Tun9b"/>
        </w:rPr>
        <w:t>specialista (vedoucí prací) na geotechniku</w:t>
      </w:r>
    </w:p>
    <w:p w14:paraId="050D5692" w14:textId="77777777" w:rsidR="0035531B" w:rsidRPr="00736022" w:rsidRDefault="0035531B" w:rsidP="008B2021">
      <w:pPr>
        <w:pStyle w:val="Odrka1-2-"/>
      </w:pPr>
      <w:r w:rsidRPr="00736022">
        <w:t>minimálně středoškolské vzdělání;</w:t>
      </w:r>
    </w:p>
    <w:p w14:paraId="6BBEC6C0" w14:textId="77777777" w:rsidR="0035531B" w:rsidRPr="00736022" w:rsidRDefault="0035531B" w:rsidP="008B2021">
      <w:pPr>
        <w:pStyle w:val="Odrka1-2-"/>
      </w:pPr>
      <w:r w:rsidRPr="00736022">
        <w:t>nejméně 5 let praxe</w:t>
      </w:r>
      <w:r w:rsidR="00092CC9" w:rsidRPr="00736022">
        <w:t xml:space="preserve"> v </w:t>
      </w:r>
      <w:r w:rsidRPr="00736022">
        <w:t xml:space="preserve">oboru své specializace </w:t>
      </w:r>
      <w:r w:rsidR="0084414D" w:rsidRPr="00736022">
        <w:t xml:space="preserve">(geotechnika) </w:t>
      </w:r>
      <w:r w:rsidRPr="00736022">
        <w:t>při provádění staveb;</w:t>
      </w:r>
    </w:p>
    <w:p w14:paraId="10DB97EF" w14:textId="0E80775A" w:rsidR="0035531B" w:rsidRPr="00966FBD" w:rsidRDefault="0035531B" w:rsidP="008B2021">
      <w:pPr>
        <w:pStyle w:val="Odrka1-2-"/>
      </w:pPr>
      <w:r w:rsidRPr="00736022">
        <w:t>zkušenost</w:t>
      </w:r>
      <w:r w:rsidR="00845C50" w:rsidRPr="00736022">
        <w:t xml:space="preserve"> s </w:t>
      </w:r>
      <w:r w:rsidRPr="00736022">
        <w:t>realizací alespoň jedné zakázky - dopravní stavby</w:t>
      </w:r>
      <w:r w:rsidR="00092CC9" w:rsidRPr="00736022">
        <w:t xml:space="preserve"> v </w:t>
      </w:r>
      <w:r w:rsidRPr="00736022">
        <w:t xml:space="preserve">hodnotě </w:t>
      </w:r>
      <w:r w:rsidRPr="00814C5E">
        <w:t xml:space="preserve">nejméně </w:t>
      </w:r>
      <w:r w:rsidR="0067433E">
        <w:rPr>
          <w:b/>
        </w:rPr>
        <w:t>19</w:t>
      </w:r>
      <w:r w:rsidR="001C76E4" w:rsidRPr="00814C5E">
        <w:rPr>
          <w:b/>
        </w:rPr>
        <w:t>0 mil.</w:t>
      </w:r>
      <w:r w:rsidR="00814C5E" w:rsidRPr="00814C5E">
        <w:t xml:space="preserve"> Kč bez DPH, </w:t>
      </w:r>
      <w:r w:rsidRPr="00814C5E">
        <w:t xml:space="preserve">jejímž předmětem byla </w:t>
      </w:r>
      <w:r w:rsidRPr="00736022">
        <w:t>mj. geotechnická činnost při novostavbě</w:t>
      </w:r>
      <w:r w:rsidR="00723D56">
        <w:t xml:space="preserve"> nebo</w:t>
      </w:r>
      <w:r w:rsidRPr="00736022">
        <w:t xml:space="preserve"> rekonstrukci dopravní stavby,</w:t>
      </w:r>
      <w:r w:rsidR="00845C50" w:rsidRPr="00736022">
        <w:t xml:space="preserve"> a </w:t>
      </w:r>
      <w:r w:rsidRPr="00736022">
        <w:t>to</w:t>
      </w:r>
      <w:r w:rsidR="00092CC9" w:rsidRPr="00736022">
        <w:t xml:space="preserve"> </w:t>
      </w:r>
      <w:r w:rsidR="00092CC9" w:rsidRPr="00966FBD">
        <w:t>v </w:t>
      </w:r>
      <w:r w:rsidRPr="00966FBD">
        <w:t>posledních 10 letech před zahájením zadávacího řízení;</w:t>
      </w:r>
    </w:p>
    <w:p w14:paraId="536059C1" w14:textId="6787C7DF" w:rsidR="0035531B" w:rsidRPr="00966FBD" w:rsidRDefault="0035531B" w:rsidP="0035531B">
      <w:pPr>
        <w:pStyle w:val="Odrka1-2-"/>
      </w:pPr>
      <w:r w:rsidRPr="00966FBD">
        <w:t>musí předložit doklad</w:t>
      </w:r>
      <w:r w:rsidR="00092CC9" w:rsidRPr="00966FBD">
        <w:t xml:space="preserve"> o </w:t>
      </w:r>
      <w:r w:rsidRPr="00966FBD">
        <w:t>autorizaci</w:t>
      </w:r>
      <w:r w:rsidR="00092CC9" w:rsidRPr="00966FBD">
        <w:t xml:space="preserve"> v </w:t>
      </w:r>
      <w:r w:rsidRPr="00966FBD">
        <w:t>rozsahu dle § 5 odst. 3 písm. i) autorizačního zákona, tedy</w:t>
      </w:r>
      <w:r w:rsidR="00092CC9" w:rsidRPr="00966FBD">
        <w:t xml:space="preserve"> v </w:t>
      </w:r>
      <w:r w:rsidRPr="00966FBD">
        <w:t>oboru geotechnika;</w:t>
      </w:r>
    </w:p>
    <w:p w14:paraId="68AF3B34" w14:textId="77777777" w:rsidR="0035531B" w:rsidRPr="00966FBD" w:rsidRDefault="0035531B" w:rsidP="008B2021">
      <w:pPr>
        <w:pStyle w:val="Odstavec1-1a"/>
        <w:rPr>
          <w:rStyle w:val="Tun9b"/>
        </w:rPr>
      </w:pPr>
      <w:r w:rsidRPr="00966FBD">
        <w:rPr>
          <w:rStyle w:val="Tun9b"/>
        </w:rPr>
        <w:t>osoba odpovědná za kontrolu kvality</w:t>
      </w:r>
    </w:p>
    <w:p w14:paraId="257F2F4E" w14:textId="77777777" w:rsidR="0035531B" w:rsidRPr="00966FBD" w:rsidRDefault="0035531B" w:rsidP="008B2021">
      <w:pPr>
        <w:pStyle w:val="Odrka1-2-"/>
      </w:pPr>
      <w:r w:rsidRPr="00966FBD">
        <w:t>minimálně středoškolské vzdělání;</w:t>
      </w:r>
    </w:p>
    <w:p w14:paraId="1B468F04" w14:textId="77777777" w:rsidR="0035531B" w:rsidRPr="00966FBD" w:rsidRDefault="0035531B" w:rsidP="0035531B">
      <w:pPr>
        <w:pStyle w:val="Odrka1-2-"/>
      </w:pPr>
      <w:r w:rsidRPr="00966FBD">
        <w:t>nejméně 5 let praxe</w:t>
      </w:r>
      <w:r w:rsidR="00092CC9" w:rsidRPr="00966FBD">
        <w:t xml:space="preserve"> v </w:t>
      </w:r>
      <w:r w:rsidRPr="00966FBD">
        <w:t>oboru kontroly kvality, se znalostí ověřování kvality stavebních materiálů;</w:t>
      </w:r>
    </w:p>
    <w:p w14:paraId="7CE95175" w14:textId="77777777" w:rsidR="0035531B" w:rsidRPr="00966FBD" w:rsidRDefault="0035531B" w:rsidP="008B2021">
      <w:pPr>
        <w:pStyle w:val="Odstavec1-1a"/>
        <w:rPr>
          <w:rStyle w:val="Tun9b"/>
        </w:rPr>
      </w:pPr>
      <w:r w:rsidRPr="00966FBD">
        <w:rPr>
          <w:rStyle w:val="Tun9b"/>
        </w:rPr>
        <w:t>osoba odpovědná za bezpečnost</w:t>
      </w:r>
      <w:r w:rsidR="00845C50" w:rsidRPr="00966FBD">
        <w:rPr>
          <w:rStyle w:val="Tun9b"/>
        </w:rPr>
        <w:t xml:space="preserve"> a </w:t>
      </w:r>
      <w:r w:rsidRPr="00966FBD">
        <w:rPr>
          <w:rStyle w:val="Tun9b"/>
        </w:rPr>
        <w:t>ochranu zdraví při práci</w:t>
      </w:r>
    </w:p>
    <w:p w14:paraId="1DE700DF" w14:textId="77777777" w:rsidR="0035531B" w:rsidRPr="00966FBD" w:rsidRDefault="0035531B" w:rsidP="008B2021">
      <w:pPr>
        <w:pStyle w:val="Odrka1-2-"/>
      </w:pPr>
      <w:r w:rsidRPr="00966FBD">
        <w:t>minimálně středoškolské vzdělání;</w:t>
      </w:r>
    </w:p>
    <w:p w14:paraId="42193F28" w14:textId="5B028D11" w:rsidR="0035531B" w:rsidRDefault="0035531B" w:rsidP="008B2021">
      <w:pPr>
        <w:pStyle w:val="Odrka1-2-"/>
      </w:pPr>
      <w:r w:rsidRPr="00966FBD">
        <w:t>nejméně 5 let praxe</w:t>
      </w:r>
      <w:r w:rsidR="00092CC9" w:rsidRPr="00966FBD">
        <w:t xml:space="preserve"> v </w:t>
      </w:r>
      <w:r w:rsidRPr="00966FBD">
        <w:t>oboru bezpečnosti</w:t>
      </w:r>
      <w:r w:rsidR="00845C50" w:rsidRPr="00966FBD">
        <w:t xml:space="preserve"> a </w:t>
      </w:r>
      <w:r w:rsidRPr="00966FBD">
        <w:t>ochrany zdraví při práci;</w:t>
      </w:r>
    </w:p>
    <w:p w14:paraId="0BEAA1B7" w14:textId="5CE146E7" w:rsidR="00966FBD" w:rsidRPr="00966FBD" w:rsidRDefault="00966FBD" w:rsidP="008B2021">
      <w:pPr>
        <w:pStyle w:val="Odrka1-2-"/>
      </w:pPr>
      <w:r>
        <w:t xml:space="preserve">musí předložit </w:t>
      </w:r>
      <w:r w:rsidRPr="00FF0109">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p>
    <w:p w14:paraId="5D98BAB2" w14:textId="77777777" w:rsidR="0035531B" w:rsidRPr="00966FBD" w:rsidRDefault="0035531B" w:rsidP="008B2021">
      <w:pPr>
        <w:pStyle w:val="Odstavec1-1a"/>
        <w:rPr>
          <w:rStyle w:val="Tun9b"/>
        </w:rPr>
      </w:pPr>
      <w:r w:rsidRPr="00966FBD">
        <w:rPr>
          <w:rStyle w:val="Tun9b"/>
        </w:rPr>
        <w:t>osoba odpovědná za ochranu životního prostředí</w:t>
      </w:r>
    </w:p>
    <w:p w14:paraId="473F1E59" w14:textId="77777777" w:rsidR="0035531B" w:rsidRPr="00966FBD" w:rsidRDefault="0035531B" w:rsidP="008B2021">
      <w:pPr>
        <w:pStyle w:val="Odrka1-2-"/>
      </w:pPr>
      <w:r w:rsidRPr="00966FBD">
        <w:t>minimálně středoškolské vzdělání;</w:t>
      </w:r>
    </w:p>
    <w:p w14:paraId="5B7C1472" w14:textId="77777777" w:rsidR="0035531B" w:rsidRPr="00966FBD" w:rsidRDefault="0035531B" w:rsidP="008B2021">
      <w:pPr>
        <w:pStyle w:val="Odrka1-2-"/>
      </w:pPr>
      <w:r w:rsidRPr="00966FBD">
        <w:t>nejméně 5 let praxe</w:t>
      </w:r>
      <w:r w:rsidR="00092CC9" w:rsidRPr="00966FBD">
        <w:t xml:space="preserve"> v </w:t>
      </w:r>
      <w:r w:rsidRPr="00966FBD">
        <w:t>oboru ochrany životního prostředí;</w:t>
      </w:r>
    </w:p>
    <w:p w14:paraId="42294AA2" w14:textId="77777777" w:rsidR="0035531B" w:rsidRPr="00966FBD" w:rsidRDefault="0035531B" w:rsidP="008B2021">
      <w:pPr>
        <w:pStyle w:val="Odstavec1-1a"/>
        <w:rPr>
          <w:rStyle w:val="Tun9b"/>
        </w:rPr>
      </w:pPr>
      <w:r w:rsidRPr="00966FBD">
        <w:rPr>
          <w:rStyle w:val="Tun9b"/>
        </w:rPr>
        <w:t>osoba odpovědná za odpadové hospodářství</w:t>
      </w:r>
    </w:p>
    <w:p w14:paraId="4520EDEF" w14:textId="77777777" w:rsidR="0035531B" w:rsidRPr="001576AF" w:rsidRDefault="0035531B" w:rsidP="008B2021">
      <w:pPr>
        <w:pStyle w:val="Odrka1-2-"/>
      </w:pPr>
      <w:r w:rsidRPr="001576AF">
        <w:t>minimálně středoškolské vzdělání;</w:t>
      </w:r>
    </w:p>
    <w:p w14:paraId="1B54D5CC" w14:textId="77777777" w:rsidR="0035531B" w:rsidRPr="001576AF" w:rsidRDefault="0035531B" w:rsidP="008B2021">
      <w:pPr>
        <w:pStyle w:val="Odrka1-2-"/>
      </w:pPr>
      <w:r w:rsidRPr="001576AF">
        <w:t>nejméně 5 let praxe</w:t>
      </w:r>
      <w:r w:rsidR="00092CC9" w:rsidRPr="001576AF">
        <w:t xml:space="preserve"> v </w:t>
      </w:r>
      <w:r w:rsidRPr="001576AF">
        <w:t>oboru odpadového hospodářství;</w:t>
      </w:r>
    </w:p>
    <w:p w14:paraId="209AC323" w14:textId="77777777" w:rsidR="0035531B" w:rsidRPr="001576AF" w:rsidRDefault="0035531B" w:rsidP="008B2021">
      <w:pPr>
        <w:pStyle w:val="Odstavec1-1a"/>
        <w:rPr>
          <w:rStyle w:val="Tun9b"/>
        </w:rPr>
      </w:pPr>
      <w:r w:rsidRPr="001576AF">
        <w:rPr>
          <w:rStyle w:val="Tun9b"/>
        </w:rPr>
        <w:t>úředně oprávněný zeměměřický inženýr</w:t>
      </w:r>
    </w:p>
    <w:p w14:paraId="6C3CC8E3" w14:textId="0CF47A0F" w:rsidR="0035531B" w:rsidRPr="001576AF" w:rsidRDefault="0035531B" w:rsidP="008B2021">
      <w:pPr>
        <w:pStyle w:val="Odrka1-2-"/>
      </w:pPr>
      <w:r w:rsidRPr="001576AF">
        <w:t>oprávnění pro ověřování výsledků zeměměřických činností</w:t>
      </w:r>
      <w:r w:rsidR="00092CC9" w:rsidRPr="001576AF">
        <w:t xml:space="preserve"> v </w:t>
      </w:r>
      <w:r w:rsidRPr="001576AF">
        <w:t>rozsahu dle § 13 odst. 1 písm. a)</w:t>
      </w:r>
      <w:r w:rsidR="00845C50" w:rsidRPr="001576AF">
        <w:t xml:space="preserve"> a </w:t>
      </w:r>
      <w:r w:rsidRPr="001576AF">
        <w:t>c) zákona č. 200/1994 Sb.,</w:t>
      </w:r>
      <w:r w:rsidR="00092CC9" w:rsidRPr="001576AF">
        <w:t xml:space="preserve"> o </w:t>
      </w:r>
      <w:r w:rsidRPr="001576AF">
        <w:t>zeměměřictví</w:t>
      </w:r>
      <w:r w:rsidR="00845C50" w:rsidRPr="001576AF">
        <w:t xml:space="preserve"> a</w:t>
      </w:r>
      <w:r w:rsidR="00092CC9" w:rsidRPr="001576AF">
        <w:t xml:space="preserve"> o </w:t>
      </w:r>
      <w:r w:rsidRPr="001576AF">
        <w:t>změně</w:t>
      </w:r>
      <w:r w:rsidR="00845C50" w:rsidRPr="001576AF">
        <w:t xml:space="preserve"> a </w:t>
      </w:r>
      <w:r w:rsidRPr="001576AF">
        <w:t>doplnění některých zákonů souvisejících</w:t>
      </w:r>
      <w:r w:rsidR="00845C50" w:rsidRPr="001576AF">
        <w:t xml:space="preserve"> s </w:t>
      </w:r>
      <w:r w:rsidRPr="001576AF">
        <w:t>jeho zavedením, ve znění pozdějších předpisů;</w:t>
      </w:r>
    </w:p>
    <w:p w14:paraId="72F3AEFD" w14:textId="7B180C88" w:rsidR="0035531B" w:rsidRPr="001576AF" w:rsidRDefault="0035531B" w:rsidP="008B2021">
      <w:pPr>
        <w:pStyle w:val="Odrka1-2-"/>
      </w:pPr>
      <w:r w:rsidRPr="00814C5E">
        <w:t>zkušenost</w:t>
      </w:r>
      <w:r w:rsidR="00845C50" w:rsidRPr="00814C5E">
        <w:t xml:space="preserve"> s </w:t>
      </w:r>
      <w:r w:rsidRPr="00814C5E">
        <w:t>realizací alespoň jedné zakázky - dopravní stavby</w:t>
      </w:r>
      <w:r w:rsidR="00092CC9" w:rsidRPr="00814C5E">
        <w:t xml:space="preserve"> v </w:t>
      </w:r>
      <w:r w:rsidRPr="00814C5E">
        <w:t xml:space="preserve">hodnotě nejméně </w:t>
      </w:r>
      <w:r w:rsidR="00AA218E">
        <w:rPr>
          <w:b/>
        </w:rPr>
        <w:t>28</w:t>
      </w:r>
      <w:r w:rsidR="00814C5E" w:rsidRPr="00814C5E">
        <w:rPr>
          <w:b/>
        </w:rPr>
        <w:t>0 mil.</w:t>
      </w:r>
      <w:r w:rsidRPr="00814C5E">
        <w:t xml:space="preserve"> Kč bez DPH, jejímž předmětem bylo </w:t>
      </w:r>
      <w:r w:rsidRPr="001576AF">
        <w:t>mj. ověřování zeměměřických činností při novostavbě</w:t>
      </w:r>
      <w:r w:rsidR="001A395E">
        <w:t xml:space="preserve"> nebo</w:t>
      </w:r>
      <w:r w:rsidRPr="001576AF">
        <w:t xml:space="preserve"> rekonstrukci dopravní stavby,</w:t>
      </w:r>
      <w:r w:rsidR="00845C50" w:rsidRPr="001576AF">
        <w:t xml:space="preserve"> a </w:t>
      </w:r>
      <w:r w:rsidRPr="001576AF">
        <w:t>to</w:t>
      </w:r>
      <w:r w:rsidR="00092CC9" w:rsidRPr="001576AF">
        <w:t xml:space="preserve"> v </w:t>
      </w:r>
      <w:r w:rsidRPr="001576AF">
        <w:t>posledních 10 letech před zahájením zadávacího řízení;</w:t>
      </w:r>
    </w:p>
    <w:p w14:paraId="098D09F0" w14:textId="77777777" w:rsidR="0035531B" w:rsidRPr="001576AF" w:rsidRDefault="0035531B" w:rsidP="008B2021">
      <w:pPr>
        <w:pStyle w:val="Odstavec1-1a"/>
        <w:rPr>
          <w:rStyle w:val="Tun9b"/>
        </w:rPr>
      </w:pPr>
      <w:r w:rsidRPr="001576AF">
        <w:rPr>
          <w:rStyle w:val="Tun9b"/>
        </w:rPr>
        <w:t xml:space="preserve">osoba odpovědná za </w:t>
      </w:r>
      <w:r w:rsidR="008F1DFC" w:rsidRPr="001576AF">
        <w:rPr>
          <w:rStyle w:val="Tun9b"/>
        </w:rPr>
        <w:t xml:space="preserve">realizační </w:t>
      </w:r>
      <w:r w:rsidRPr="001576AF">
        <w:rPr>
          <w:rStyle w:val="Tun9b"/>
        </w:rPr>
        <w:t>dokumentaci zabezpečovacího zařízení</w:t>
      </w:r>
    </w:p>
    <w:p w14:paraId="02C2F091" w14:textId="77777777" w:rsidR="0035531B" w:rsidRPr="001576AF" w:rsidRDefault="0035531B" w:rsidP="008B2021">
      <w:pPr>
        <w:pStyle w:val="Odrka1-2-"/>
      </w:pPr>
      <w:r w:rsidRPr="001576AF">
        <w:t>minimálně středoškolské vzdělání;</w:t>
      </w:r>
    </w:p>
    <w:p w14:paraId="0B939CE2" w14:textId="77777777" w:rsidR="0035531B" w:rsidRPr="001576AF" w:rsidRDefault="0035531B" w:rsidP="008B2021">
      <w:pPr>
        <w:pStyle w:val="Odrka1-2-"/>
      </w:pPr>
      <w:r w:rsidRPr="001576AF">
        <w:lastRenderedPageBreak/>
        <w:t>nejméně 5 let praxe</w:t>
      </w:r>
      <w:r w:rsidR="00092CC9" w:rsidRPr="001576AF">
        <w:t xml:space="preserve"> v </w:t>
      </w:r>
      <w:r w:rsidRPr="001576AF">
        <w:t>oboru své specializace</w:t>
      </w:r>
      <w:r w:rsidR="00610698" w:rsidRPr="001576AF">
        <w:t xml:space="preserve"> (zabezpečovací zařízení)</w:t>
      </w:r>
      <w:r w:rsidRPr="001576AF">
        <w:t>;</w:t>
      </w:r>
    </w:p>
    <w:p w14:paraId="38F6320B" w14:textId="1F4E8EA8" w:rsidR="0035531B" w:rsidRPr="001576AF" w:rsidRDefault="0035531B" w:rsidP="008B2021">
      <w:pPr>
        <w:pStyle w:val="Odrka1-2-"/>
      </w:pPr>
      <w:r w:rsidRPr="001576AF">
        <w:t>zkušenost</w:t>
      </w:r>
      <w:r w:rsidR="00845C50" w:rsidRPr="001576AF">
        <w:t xml:space="preserve"> s </w:t>
      </w:r>
      <w:r w:rsidRPr="001576AF">
        <w:t xml:space="preserve">projektováním </w:t>
      </w:r>
      <w:r w:rsidR="00382D08" w:rsidRPr="001576AF">
        <w:t xml:space="preserve">projektové </w:t>
      </w:r>
      <w:r w:rsidRPr="001576AF">
        <w:t xml:space="preserve">dokumentace pro provádění stavby zabezpečovacího zařízení ve smyslu přílohy č. 6 </w:t>
      </w:r>
      <w:proofErr w:type="spellStart"/>
      <w:r w:rsidRPr="001576AF">
        <w:t>vyhl</w:t>
      </w:r>
      <w:proofErr w:type="spellEnd"/>
      <w:r w:rsidRPr="001576AF">
        <w:t>. č. 146/2008 Sb., ve znění účinném do 30. 11. 2018</w:t>
      </w:r>
      <w:r w:rsidR="00BC56C3" w:rsidRPr="001576AF">
        <w:t>,</w:t>
      </w:r>
      <w:r w:rsidR="004948D1" w:rsidRPr="001576AF">
        <w:t xml:space="preserve"> </w:t>
      </w:r>
      <w:r w:rsidR="008F1DFC" w:rsidRPr="001576AF">
        <w:t>nebo realizační dokumentace</w:t>
      </w:r>
      <w:r w:rsidR="00382D08" w:rsidRPr="001576AF">
        <w:t xml:space="preserve"> zabezpečovacího zařízení</w:t>
      </w:r>
      <w:r w:rsidR="008F1DFC" w:rsidRPr="001576AF">
        <w:t>, která doplňuje a upřesňuje předchozí stupně dokumentace do úplného obsahu stupně dokumentace pro provádění stavby</w:t>
      </w:r>
      <w:r w:rsidRPr="001576AF">
        <w:t>,</w:t>
      </w:r>
      <w:r w:rsidR="00BB4AF2" w:rsidRPr="001576AF">
        <w:t xml:space="preserve"> u </w:t>
      </w:r>
      <w:r w:rsidRPr="00814C5E">
        <w:t>alespoň jedné zakázky - stavby železničních drah</w:t>
      </w:r>
      <w:r w:rsidR="00092CC9" w:rsidRPr="00814C5E">
        <w:t xml:space="preserve"> v </w:t>
      </w:r>
      <w:r w:rsidRPr="00814C5E">
        <w:t xml:space="preserve">hodnotě zakázky na zhotovení stavby nejméně </w:t>
      </w:r>
      <w:r w:rsidR="00AA218E" w:rsidRPr="00AA218E">
        <w:rPr>
          <w:b/>
        </w:rPr>
        <w:t>20</w:t>
      </w:r>
      <w:r w:rsidR="00BA789F" w:rsidRPr="00814C5E">
        <w:rPr>
          <w:b/>
        </w:rPr>
        <w:t xml:space="preserve"> mil. </w:t>
      </w:r>
      <w:r w:rsidRPr="00814C5E">
        <w:t>Kč bez DPH,</w:t>
      </w:r>
      <w:r w:rsidR="00845C50" w:rsidRPr="00814C5E">
        <w:t xml:space="preserve"> a </w:t>
      </w:r>
      <w:r w:rsidRPr="00814C5E">
        <w:t>to</w:t>
      </w:r>
      <w:r w:rsidR="00092CC9" w:rsidRPr="00814C5E">
        <w:t xml:space="preserve"> v </w:t>
      </w:r>
      <w:r w:rsidRPr="00814C5E">
        <w:t xml:space="preserve">posledních 10 letech před zahájením zadávacího </w:t>
      </w:r>
      <w:r w:rsidRPr="001576AF">
        <w:t>řízení;</w:t>
      </w:r>
    </w:p>
    <w:p w14:paraId="57EA9359" w14:textId="77777777" w:rsidR="0035531B" w:rsidRPr="001576AF" w:rsidRDefault="0035531B" w:rsidP="008B2021">
      <w:pPr>
        <w:pStyle w:val="Odstavec1-1a"/>
        <w:rPr>
          <w:rStyle w:val="Tun9b"/>
        </w:rPr>
      </w:pPr>
      <w:r w:rsidRPr="001576AF">
        <w:rPr>
          <w:rStyle w:val="Tun9b"/>
        </w:rPr>
        <w:t xml:space="preserve">osoba odpovědná za </w:t>
      </w:r>
      <w:r w:rsidR="008F1DFC" w:rsidRPr="001576AF">
        <w:rPr>
          <w:rStyle w:val="Tun9b"/>
        </w:rPr>
        <w:t xml:space="preserve">realizační </w:t>
      </w:r>
      <w:r w:rsidRPr="001576AF">
        <w:rPr>
          <w:rStyle w:val="Tun9b"/>
        </w:rPr>
        <w:t>dokumentaci sdělovacího zařízení</w:t>
      </w:r>
    </w:p>
    <w:p w14:paraId="5D239333" w14:textId="77777777" w:rsidR="0035531B" w:rsidRPr="001576AF" w:rsidRDefault="0035531B" w:rsidP="008B2021">
      <w:pPr>
        <w:pStyle w:val="Odrka1-2-"/>
      </w:pPr>
      <w:r w:rsidRPr="001576AF">
        <w:t>minimálně středoškolské vzdělání;</w:t>
      </w:r>
    </w:p>
    <w:p w14:paraId="38D2EB83" w14:textId="77777777" w:rsidR="0035531B" w:rsidRPr="001576AF" w:rsidRDefault="0035531B" w:rsidP="008B2021">
      <w:pPr>
        <w:pStyle w:val="Odrka1-2-"/>
      </w:pPr>
      <w:r w:rsidRPr="001576AF">
        <w:t>nejméně 5 let praxe</w:t>
      </w:r>
      <w:r w:rsidR="00092CC9" w:rsidRPr="001576AF">
        <w:t xml:space="preserve"> v </w:t>
      </w:r>
      <w:r w:rsidRPr="001576AF">
        <w:t>oboru své specializace</w:t>
      </w:r>
      <w:r w:rsidR="00610698" w:rsidRPr="001576AF">
        <w:t xml:space="preserve"> (sdělovací zařízení)</w:t>
      </w:r>
      <w:r w:rsidRPr="001576AF">
        <w:t>;</w:t>
      </w:r>
    </w:p>
    <w:p w14:paraId="0EA1CE38" w14:textId="54810349" w:rsidR="0035531B" w:rsidRPr="001576AF" w:rsidRDefault="0035531B" w:rsidP="008B2021">
      <w:pPr>
        <w:pStyle w:val="Odrka1-2-"/>
      </w:pPr>
      <w:r w:rsidRPr="001576AF">
        <w:t>zkušenost</w:t>
      </w:r>
      <w:r w:rsidR="00845C50" w:rsidRPr="001576AF">
        <w:t xml:space="preserve"> s </w:t>
      </w:r>
      <w:r w:rsidRPr="001576AF">
        <w:t xml:space="preserve">projektováním </w:t>
      </w:r>
      <w:r w:rsidR="00382D08" w:rsidRPr="001576AF">
        <w:t xml:space="preserve">projektové </w:t>
      </w:r>
      <w:r w:rsidRPr="001576AF">
        <w:t xml:space="preserve">dokumentace pro provádění stavby sdělovacího zařízení ve smyslu přílohy č. 6 </w:t>
      </w:r>
      <w:proofErr w:type="spellStart"/>
      <w:r w:rsidRPr="001576AF">
        <w:t>vyhl</w:t>
      </w:r>
      <w:proofErr w:type="spellEnd"/>
      <w:r w:rsidRPr="001576AF">
        <w:t>. č. 146/2008 Sb., ve znění účinném do 30. 11. 2018</w:t>
      </w:r>
      <w:r w:rsidR="00BC56C3" w:rsidRPr="001576AF">
        <w:t>,</w:t>
      </w:r>
      <w:r w:rsidR="004948D1" w:rsidRPr="001576AF">
        <w:t xml:space="preserve"> </w:t>
      </w:r>
      <w:r w:rsidR="008F1DFC" w:rsidRPr="001576AF">
        <w:t>nebo realizační dokumentace</w:t>
      </w:r>
      <w:r w:rsidR="00382D08" w:rsidRPr="001576AF">
        <w:t xml:space="preserve"> sdělovacího zařízení</w:t>
      </w:r>
      <w:r w:rsidR="008F1DFC" w:rsidRPr="001576AF">
        <w:t>, která doplňuje a upřesňuje předchozí stupně dokumentace do úplného obsahu stupně dokumentace pro provádění stavby</w:t>
      </w:r>
      <w:r w:rsidRPr="001576AF">
        <w:t>,</w:t>
      </w:r>
      <w:r w:rsidR="00BB4AF2" w:rsidRPr="001576AF">
        <w:t xml:space="preserve"> u </w:t>
      </w:r>
      <w:r w:rsidRPr="001576AF">
        <w:t xml:space="preserve">alespoň </w:t>
      </w:r>
      <w:r w:rsidRPr="00814C5E">
        <w:t>jedné zakázky - stavby železničních drah</w:t>
      </w:r>
      <w:r w:rsidR="00092CC9" w:rsidRPr="00814C5E">
        <w:t xml:space="preserve"> v </w:t>
      </w:r>
      <w:r w:rsidRPr="00814C5E">
        <w:t xml:space="preserve">hodnotě zakázky na zhotovení stavby nejméně </w:t>
      </w:r>
      <w:r w:rsidR="00BA789F" w:rsidRPr="00814C5E">
        <w:rPr>
          <w:b/>
        </w:rPr>
        <w:t>3</w:t>
      </w:r>
      <w:r w:rsidR="00AA218E">
        <w:rPr>
          <w:b/>
        </w:rPr>
        <w:t>8</w:t>
      </w:r>
      <w:r w:rsidR="00BA789F" w:rsidRPr="00814C5E">
        <w:rPr>
          <w:b/>
        </w:rPr>
        <w:t xml:space="preserve"> mil.</w:t>
      </w:r>
      <w:r w:rsidRPr="00814C5E">
        <w:t xml:space="preserve"> Kč bez DPH,</w:t>
      </w:r>
      <w:r w:rsidR="00845C50" w:rsidRPr="00814C5E">
        <w:t xml:space="preserve"> a </w:t>
      </w:r>
      <w:r w:rsidRPr="00814C5E">
        <w:t>to</w:t>
      </w:r>
      <w:r w:rsidR="00092CC9" w:rsidRPr="00814C5E">
        <w:t xml:space="preserve"> v </w:t>
      </w:r>
      <w:r w:rsidRPr="00814C5E">
        <w:t>posledních 10 letech p</w:t>
      </w:r>
      <w:r w:rsidR="00E32D44" w:rsidRPr="00814C5E">
        <w:t>řed zahájením zadávacího řízení</w:t>
      </w:r>
      <w:r w:rsidR="00E32D44" w:rsidRPr="001576AF">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5B628006" w:rsidR="0035531B" w:rsidRDefault="0035531B" w:rsidP="008B2021">
      <w:pPr>
        <w:pStyle w:val="Textbezslovn"/>
      </w:pPr>
      <w:r>
        <w:t xml:space="preserve">Zadavatel výše </w:t>
      </w:r>
      <w:r w:rsidR="00C75F96">
        <w:t xml:space="preserve">u jednotlivých členů </w:t>
      </w:r>
      <w:r w:rsidR="00C75F96" w:rsidRPr="002E5230">
        <w:t xml:space="preserve">odborného personálu zhotovitele </w:t>
      </w:r>
      <w:r w:rsidRPr="002E5230">
        <w:t>stanovil maximální lhůtu, za kterou budou uznány zkušenosti příslušných členů odborného personálu</w:t>
      </w:r>
      <w:r w:rsidR="00845C50" w:rsidRPr="002E5230">
        <w:t xml:space="preserve"> s </w:t>
      </w:r>
      <w:r w:rsidRPr="002E5230">
        <w:t xml:space="preserve"> řízením realizace</w:t>
      </w:r>
      <w:r w:rsidR="00ED78D2" w:rsidRPr="002E5230">
        <w:t xml:space="preserve"> nebo</w:t>
      </w:r>
      <w:r w:rsidRPr="002E5230">
        <w:t xml:space="preserve"> realizací </w:t>
      </w:r>
      <w:r w:rsidR="00ED78D2" w:rsidRPr="002E5230">
        <w:t xml:space="preserve">stavby </w:t>
      </w:r>
      <w:r w:rsidRPr="002E5230">
        <w:t xml:space="preserve">nebo </w:t>
      </w:r>
      <w:r w:rsidR="002E5230" w:rsidRPr="002E5230">
        <w:t xml:space="preserve">zpracováním dokumentace.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zadávacího řízení, ale příslušný člen odborného personálu na její </w:t>
      </w:r>
      <w:r>
        <w:lastRenderedPageBreak/>
        <w:t>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2DE3508"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2E5230">
        <w:t xml:space="preserve">stavby </w:t>
      </w:r>
      <w:r w:rsidRPr="002E5230">
        <w:t xml:space="preserve">nebo </w:t>
      </w:r>
      <w:r w:rsidR="00C75F96" w:rsidRPr="002E5230">
        <w:t xml:space="preserve">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77777777" w:rsidR="0006499F" w:rsidRPr="00C16E21" w:rsidRDefault="0006499F" w:rsidP="00BC6D2B">
            <w:r w:rsidRPr="00C16E21">
              <w:t>Zařízení:</w:t>
            </w:r>
          </w:p>
        </w:tc>
        <w:tc>
          <w:tcPr>
            <w:tcW w:w="2126" w:type="dxa"/>
            <w:tcBorders>
              <w:bottom w:val="single" w:sz="2" w:space="0" w:color="auto"/>
            </w:tcBorders>
          </w:tcPr>
          <w:p w14:paraId="014FFF3D"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77777777" w:rsidR="0006499F" w:rsidRPr="00C456BE" w:rsidRDefault="0006499F" w:rsidP="00BC6D2B">
            <w:r w:rsidRPr="00C456BE">
              <w:t>Stroj na pokládku kolejí a výhybek (stroj/zařízení umožňující výstavbu kolejí a výhybek)</w:t>
            </w:r>
          </w:p>
        </w:tc>
        <w:tc>
          <w:tcPr>
            <w:tcW w:w="2126" w:type="dxa"/>
            <w:tcBorders>
              <w:top w:val="single" w:sz="2" w:space="0" w:color="auto"/>
            </w:tcBorders>
            <w:shd w:val="clear" w:color="auto" w:fill="auto"/>
          </w:tcPr>
          <w:p w14:paraId="476075E5" w14:textId="77777777" w:rsidR="0006499F" w:rsidRPr="00C456BE" w:rsidRDefault="0006499F" w:rsidP="00BC6D2B">
            <w:pPr>
              <w:cnfStyle w:val="000000000000" w:firstRow="0" w:lastRow="0" w:firstColumn="0" w:lastColumn="0" w:oddVBand="0" w:evenVBand="0" w:oddHBand="0" w:evenHBand="0" w:firstRowFirstColumn="0" w:firstRowLastColumn="0" w:lastRowFirstColumn="0" w:lastRowLastColumn="0"/>
            </w:pPr>
            <w:r w:rsidRPr="00C456BE">
              <w:t>1 ks</w:t>
            </w:r>
          </w:p>
        </w:tc>
      </w:tr>
      <w:tr w:rsidR="0006499F" w:rsidRPr="008B2021" w14:paraId="267305EF"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77777777" w:rsidR="0006499F" w:rsidRPr="00C456BE" w:rsidRDefault="0006499F" w:rsidP="00BC6D2B">
            <w:r w:rsidRPr="00C456BE">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126ACE24" w14:textId="77777777" w:rsidR="0006499F" w:rsidRPr="00C456BE" w:rsidRDefault="0006499F" w:rsidP="00BC6D2B">
            <w:pPr>
              <w:cnfStyle w:val="000000000000" w:firstRow="0" w:lastRow="0" w:firstColumn="0" w:lastColumn="0" w:oddVBand="0" w:evenVBand="0" w:oddHBand="0" w:evenHBand="0" w:firstRowFirstColumn="0" w:firstRowLastColumn="0" w:lastRowFirstColumn="0" w:lastRowLastColumn="0"/>
            </w:pPr>
            <w:r w:rsidRPr="00C456BE">
              <w:t>1 ks</w:t>
            </w:r>
          </w:p>
        </w:tc>
      </w:tr>
      <w:tr w:rsidR="0006499F" w:rsidRPr="0006499F" w14:paraId="2CD693A3"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77777777" w:rsidR="0006499F" w:rsidRPr="00C456BE" w:rsidRDefault="0006499F" w:rsidP="00BC6D2B">
            <w:pPr>
              <w:rPr>
                <w:b w:val="0"/>
              </w:rPr>
            </w:pPr>
            <w:r w:rsidRPr="00C456BE">
              <w:rPr>
                <w:b w:val="0"/>
              </w:rPr>
              <w:lastRenderedPageBreak/>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77777777" w:rsidR="0006499F" w:rsidRPr="00C456BE"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C456BE">
              <w:rPr>
                <w:b w:val="0"/>
              </w:rPr>
              <w:t>1 ks</w:t>
            </w:r>
          </w:p>
        </w:tc>
      </w:tr>
    </w:tbl>
    <w:p w14:paraId="4C18A146"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7916510F" w14:textId="5632FB23" w:rsidR="0035531B" w:rsidRDefault="0035531B" w:rsidP="0006499F">
      <w:pPr>
        <w:pStyle w:val="Odrka1-1"/>
      </w:pPr>
      <w:r>
        <w:t xml:space="preserve">technické zařízení - </w:t>
      </w:r>
      <w:r w:rsidRPr="002E5230">
        <w:t>Automatické strojní zařízení pro úpravu směrové</w:t>
      </w:r>
      <w:r w:rsidR="00845C50" w:rsidRPr="002E5230">
        <w:t xml:space="preserve"> a </w:t>
      </w:r>
      <w:r w:rsidRPr="002E5230">
        <w:t>výškové polohy koleje</w:t>
      </w:r>
      <w:r w:rsidR="00845C50" w:rsidRPr="002E5230">
        <w:t xml:space="preserve"> a </w:t>
      </w:r>
      <w:r w:rsidRPr="002E5230">
        <w:t>výhybek</w:t>
      </w:r>
      <w:r w:rsidR="002E5230" w:rsidRPr="002E5230">
        <w:t xml:space="preserve"> </w:t>
      </w:r>
      <w:r w:rsidRPr="002E5230">
        <w:t>uvedené dodavatelem</w:t>
      </w:r>
      <w:r w:rsidR="00BC6D2B" w:rsidRPr="002E5230">
        <w:t xml:space="preserve"> k </w:t>
      </w:r>
      <w:r w:rsidRPr="002E5230">
        <w:t>prokázání splnění tohoto kvalifikačního kritéria musí splňovat</w:t>
      </w:r>
      <w:r>
        <w:t xml:space="preserv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77777777" w:rsidR="0035531B" w:rsidRPr="0006499F" w:rsidRDefault="0035531B" w:rsidP="0006499F">
      <w:pPr>
        <w:pStyle w:val="Textbezslovn"/>
        <w:rPr>
          <w:rStyle w:val="Tun9b"/>
        </w:rPr>
      </w:pPr>
      <w:r w:rsidRPr="0006499F">
        <w:rPr>
          <w:rStyle w:val="Tun9b"/>
        </w:rPr>
        <w:t xml:space="preserve">Výroba OK  </w:t>
      </w:r>
    </w:p>
    <w:p w14:paraId="5934C43D" w14:textId="5045C644" w:rsidR="0035531B" w:rsidRPr="0081064F"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81064F">
        <w:t xml:space="preserve">provádění (typ třídy EXC </w:t>
      </w:r>
      <w:r w:rsidR="00726E50" w:rsidRPr="0081064F">
        <w:t>3</w:t>
      </w:r>
      <w:r w:rsidRPr="0081064F">
        <w:t>), který vydává Evropskou komisí jmenovaný Oznámený subjekt.</w:t>
      </w:r>
    </w:p>
    <w:p w14:paraId="585946FA" w14:textId="77777777" w:rsidR="0035531B" w:rsidRPr="0081064F" w:rsidRDefault="0035531B" w:rsidP="0006499F">
      <w:pPr>
        <w:pStyle w:val="Textbezslovn"/>
        <w:rPr>
          <w:rStyle w:val="Tun9b"/>
        </w:rPr>
      </w:pPr>
      <w:r w:rsidRPr="0081064F">
        <w:rPr>
          <w:rStyle w:val="Tun9b"/>
        </w:rPr>
        <w:t xml:space="preserve">Montáž OK  </w:t>
      </w:r>
    </w:p>
    <w:p w14:paraId="7404D775" w14:textId="4EF10B3E" w:rsidR="0035531B" w:rsidRDefault="0035531B" w:rsidP="0006499F">
      <w:pPr>
        <w:pStyle w:val="Textbezslovn"/>
      </w:pPr>
      <w:r w:rsidRPr="0081064F">
        <w:t>Dodavatel prokazuje oprávnění</w:t>
      </w:r>
      <w:r w:rsidR="00BC6D2B" w:rsidRPr="0081064F">
        <w:t xml:space="preserve"> k </w:t>
      </w:r>
      <w:r w:rsidRPr="0081064F">
        <w:t xml:space="preserve">montáži ocelových konstrukcí (typ třídy EXC </w:t>
      </w:r>
      <w:r w:rsidR="00726E50" w:rsidRPr="0081064F">
        <w:t>3</w:t>
      </w:r>
      <w:r w:rsidRPr="0081064F">
        <w:t>) samostatným certifikátem způsobilosti</w:t>
      </w:r>
      <w:r w:rsidR="00BC6D2B" w:rsidRPr="0081064F">
        <w:t xml:space="preserve"> k </w:t>
      </w:r>
      <w:r w:rsidRPr="0081064F">
        <w:t>montáži ocelových konstrukcí na staveništi nebo certifikátem</w:t>
      </w:r>
      <w:r w:rsidR="00845C50" w:rsidRPr="0081064F">
        <w:t xml:space="preserve"> s </w:t>
      </w:r>
      <w:r w:rsidRPr="0081064F">
        <w:t>přílohou, která obdobně jako samostatný certifikát prokazuje plnění požadavků na provádění ocelových konstrukcí na staveništi</w:t>
      </w:r>
      <w:r w:rsidR="00092CC9" w:rsidRPr="0081064F">
        <w:t xml:space="preserve"> v </w:t>
      </w:r>
      <w:r w:rsidRPr="0081064F">
        <w:t xml:space="preserve">rozsahu požadavků ČSN </w:t>
      </w:r>
      <w:r w:rsidRPr="002E5230">
        <w:t>EN 1090-2+A1, ČSN 73 2603, ČSN EN ISO 3834 ve vztahu</w:t>
      </w:r>
      <w:r w:rsidR="00BC6D2B" w:rsidRPr="002E5230">
        <w:t xml:space="preserve"> k </w:t>
      </w:r>
      <w:r w:rsidRPr="002E5230">
        <w:t>procesům svařování při montáži</w:t>
      </w:r>
      <w:r w:rsidR="00845C50" w:rsidRPr="002E5230">
        <w:t xml:space="preserve"> a </w:t>
      </w:r>
      <w:r w:rsidRPr="002E5230">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w:t>
      </w:r>
      <w:r w:rsidR="00092CC9">
        <w:lastRenderedPageBreak/>
        <w:t>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w:t>
      </w:r>
      <w:r w:rsidR="00845C50">
        <w:lastRenderedPageBreak/>
        <w:t>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FE3B930" w14:textId="690E10AC" w:rsidR="0035531B" w:rsidRDefault="00EC097F" w:rsidP="0006499F">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9D6F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845C50" w:rsidRPr="0006499F">
        <w:rPr>
          <w:rStyle w:val="Tun9b"/>
        </w:rPr>
        <w:lastRenderedPageBreak/>
        <w:t>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34435BA" w14:textId="181E4320" w:rsidR="0035531B" w:rsidRDefault="0035531B" w:rsidP="009F6689">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 xml:space="preserve">odst. 9.3 těchto Pokynů.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1ACE1310" w14:textId="77777777" w:rsidR="00224981" w:rsidRPr="00DC3174" w:rsidRDefault="00224981" w:rsidP="009F6689">
      <w:pPr>
        <w:pStyle w:val="Text1-1"/>
        <w:spacing w:before="240"/>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87344444"/>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03760EE5"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r w:rsidR="008141A9" w:rsidRPr="008141A9">
        <w:t xml:space="preserve"> </w:t>
      </w:r>
      <w:r w:rsidR="008141A9">
        <w:t xml:space="preserve">Zadavatel požaduje, aby dodavatel v tomto formuláři uvedl rovněž údaje o majetkové struktuře dodavatele a všech </w:t>
      </w:r>
      <w:r w:rsidR="008141A9" w:rsidRPr="00CE1135">
        <w:t>poddodavatelů, prostřednictvím kterých v tomto zadávacím řízení prokazuje kvalifikac</w:t>
      </w:r>
      <w:r w:rsidR="008141A9">
        <w:t>i.</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w:t>
      </w:r>
      <w:r>
        <w:lastRenderedPageBreak/>
        <w:t>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425ED3DD" w:rsidR="0035531B" w:rsidRDefault="0035531B" w:rsidP="00EE2244">
      <w:pPr>
        <w:pStyle w:val="Odrka1-1"/>
      </w:pPr>
      <w:r w:rsidRPr="0031722E">
        <w:t xml:space="preserve">Specifikaci typu </w:t>
      </w:r>
      <w:r w:rsidRPr="00EC097F">
        <w:t>zabezpečovacího zařízení, zařízení elektrotechniky</w:t>
      </w:r>
      <w:r w:rsidR="00845C50" w:rsidRPr="00EC097F">
        <w:t xml:space="preserve"> a </w:t>
      </w:r>
      <w:r w:rsidRPr="00EC097F">
        <w:t>energetiky, které bude dodavatelem určeno</w:t>
      </w:r>
      <w:r w:rsidR="00BC6D2B" w:rsidRPr="00EC097F">
        <w:t xml:space="preserve"> k </w:t>
      </w:r>
      <w:r w:rsidRPr="00EC097F">
        <w:t>použití pro plnění předmětné veřejné zakázky</w:t>
      </w:r>
      <w:r w:rsidR="00845C50" w:rsidRPr="00EC097F">
        <w:t xml:space="preserve"> a </w:t>
      </w:r>
      <w:r w:rsidRPr="00EC097F">
        <w:t>které bude</w:t>
      </w:r>
      <w:r w:rsidR="00092CC9" w:rsidRPr="00EC097F">
        <w:t xml:space="preserve"> v </w:t>
      </w:r>
      <w:r w:rsidRPr="00EC097F">
        <w:t>souladu se Směrnicí č. 34 SŽDC „Směrnice pro uvádění do provozu výrobků, které jsou součástí sdělovacích</w:t>
      </w:r>
      <w:r w:rsidR="00845C50" w:rsidRPr="00EC097F">
        <w:t xml:space="preserve"> a </w:t>
      </w:r>
      <w:r w:rsidRPr="00EC097F">
        <w:t>zabezpečovacích zařízení</w:t>
      </w:r>
      <w:r w:rsidR="00845C50" w:rsidRPr="00EC097F">
        <w:t xml:space="preserve"> a </w:t>
      </w:r>
      <w:r w:rsidRPr="00EC097F">
        <w:t>zařízení elektrotechniky</w:t>
      </w:r>
      <w:r w:rsidR="00845C50" w:rsidRPr="00EC097F">
        <w:t xml:space="preserve"> a </w:t>
      </w:r>
      <w:r w:rsidRPr="00EC097F">
        <w:t>energetiky, na železniční dopravní cestě ve vlastnictví státu státní organizace Správa železniční dopravní cesty“,</w:t>
      </w:r>
      <w:r w:rsidR="00092CC9" w:rsidRPr="00EC097F">
        <w:t xml:space="preserve"> v </w:t>
      </w:r>
      <w:r w:rsidRPr="00EC097F">
        <w:t xml:space="preserve">platném znění. </w:t>
      </w:r>
      <w:r w:rsidR="006E0F98" w:rsidRPr="00EC097F">
        <w:t xml:space="preserve">Specifikaci typu zařízení předloží všichni dodavatelé v nabídce. </w:t>
      </w:r>
      <w:r w:rsidRPr="00EC097F">
        <w:t>Nebude-li dodavatel současně i výrobcem nebo dodavatelem takto určeného zabezpečovacího zařízení, zařízení elektrotechniky</w:t>
      </w:r>
      <w:r w:rsidR="00845C50" w:rsidRPr="00EC097F">
        <w:t xml:space="preserve"> a </w:t>
      </w:r>
      <w:r w:rsidRPr="00EC097F">
        <w:t xml:space="preserve">energetiky, předloží </w:t>
      </w:r>
      <w:r w:rsidR="006E0F98" w:rsidRPr="00EC097F">
        <w:t xml:space="preserve">následně vybraný </w:t>
      </w:r>
      <w:r w:rsidRPr="00EC097F">
        <w:t xml:space="preserve">dodavatel </w:t>
      </w:r>
      <w:r w:rsidR="006E0F98" w:rsidRPr="00EC097F">
        <w:t xml:space="preserve">v rámci poskytnutí součinnosti před uzavřením smlouvy postupem dle čl. 19 těchto Pokynů </w:t>
      </w:r>
      <w:r w:rsidRPr="00EC097F">
        <w:t>smlouv</w:t>
      </w:r>
      <w:r w:rsidR="006E0F98" w:rsidRPr="00EC097F">
        <w:t>u</w:t>
      </w:r>
      <w:r w:rsidRPr="00EC097F">
        <w:t xml:space="preserve"> uzavřen</w:t>
      </w:r>
      <w:r w:rsidR="006E0F98" w:rsidRPr="00EC097F">
        <w:t>ou</w:t>
      </w:r>
      <w:r w:rsidR="00845C50" w:rsidRPr="00EC097F">
        <w:t xml:space="preserve"> s </w:t>
      </w:r>
      <w:r w:rsidRPr="00EC097F">
        <w:t>výrobcem nebo dodavatelem tohoto zabezpečovacího zařízení, zařízení elektrotechniky</w:t>
      </w:r>
      <w:r w:rsidR="00845C50" w:rsidRPr="00EC097F">
        <w:t xml:space="preserve"> a </w:t>
      </w:r>
      <w:r w:rsidRPr="00EC097F">
        <w:t>energetiky, kterou prokáže, že bude mít toto zabezpečovací zařízení, zařízení elektrotechniky</w:t>
      </w:r>
      <w:r w:rsidR="00845C50" w:rsidRPr="00EC097F">
        <w:t xml:space="preserve"> a </w:t>
      </w:r>
      <w:r w:rsidRPr="00EC097F">
        <w:t>energetiky</w:t>
      </w:r>
      <w:r w:rsidR="00BC6D2B" w:rsidRPr="00EC097F">
        <w:t xml:space="preserve"> k </w:t>
      </w:r>
      <w:r w:rsidRPr="00EC097F">
        <w:t>jeho použití pro plnění předmětné veřejné zakázky</w:t>
      </w:r>
      <w:r w:rsidR="00BC6D2B" w:rsidRPr="00EC097F">
        <w:t xml:space="preserve"> k </w:t>
      </w:r>
      <w:r w:rsidRPr="00EC097F">
        <w:t>dispozici</w:t>
      </w:r>
      <w:r w:rsidR="00845C50" w:rsidRPr="00EC097F">
        <w:t xml:space="preserve"> a </w:t>
      </w:r>
      <w:r w:rsidRPr="00EC097F">
        <w:t>že bude mít zajištěnu i jeho odbornou montáž, případně bude smlouva obsahovat souhlas výrobce nebo dodavatele zabezpečovacího zařízení, zařízení elektrotechniky</w:t>
      </w:r>
      <w:r w:rsidR="00845C50" w:rsidRPr="00EC097F">
        <w:t xml:space="preserve"> a </w:t>
      </w:r>
      <w:r w:rsidRPr="00EC097F">
        <w:t>energetiky</w:t>
      </w:r>
      <w:r w:rsidR="00845C50" w:rsidRPr="00EC097F">
        <w:t xml:space="preserve"> s </w:t>
      </w:r>
      <w:r w:rsidRPr="00EC097F">
        <w:t>tím, že je dodavatel sám schopen toto zařízení odborně sestavit</w:t>
      </w:r>
      <w:r w:rsidR="00845C50" w:rsidRPr="00EC097F">
        <w:t xml:space="preserve"> a </w:t>
      </w:r>
      <w:r w:rsidRPr="00EC097F">
        <w:t>namontovat. Specifikace</w:t>
      </w:r>
      <w:r w:rsidRPr="0031722E">
        <w:t xml:space="preserve"> typu, případně smlouva</w:t>
      </w:r>
      <w:r w:rsidR="00845C50" w:rsidRPr="0031722E">
        <w:t xml:space="preserve"> s </w:t>
      </w:r>
      <w:r w:rsidRPr="0031722E">
        <w:t>výrobcem nebo dodavatelem, bude požadována pro následující zařízení:</w:t>
      </w:r>
    </w:p>
    <w:p w14:paraId="02F4BDE5" w14:textId="19010BD3" w:rsidR="00EC097F" w:rsidRPr="00C376A5" w:rsidRDefault="00EC097F" w:rsidP="00343BD8">
      <w:pPr>
        <w:pStyle w:val="Odrka1-1"/>
        <w:numPr>
          <w:ilvl w:val="0"/>
          <w:numId w:val="0"/>
        </w:numPr>
        <w:spacing w:after="60"/>
        <w:ind w:left="1077"/>
      </w:pPr>
      <w:r>
        <w:t xml:space="preserve">- </w:t>
      </w:r>
      <w:r w:rsidRPr="00C376A5">
        <w:t>definitivní staniční zabezpečovací zařízení,</w:t>
      </w:r>
    </w:p>
    <w:p w14:paraId="0225B3D1" w14:textId="77777777" w:rsidR="00EC097F" w:rsidRPr="00C376A5" w:rsidRDefault="00EC097F" w:rsidP="00343BD8">
      <w:pPr>
        <w:pStyle w:val="Odrka1-1"/>
        <w:numPr>
          <w:ilvl w:val="0"/>
          <w:numId w:val="0"/>
        </w:numPr>
        <w:spacing w:after="60"/>
        <w:ind w:left="1077"/>
      </w:pPr>
      <w:r w:rsidRPr="00C376A5">
        <w:t>- definitivní traťové zabezpečovací zařízení,</w:t>
      </w:r>
    </w:p>
    <w:p w14:paraId="12C4292C" w14:textId="420EA3B1" w:rsidR="00EC097F" w:rsidRPr="00C376A5" w:rsidRDefault="00EC097F" w:rsidP="00343BD8">
      <w:pPr>
        <w:pStyle w:val="Odrka1-1"/>
        <w:numPr>
          <w:ilvl w:val="0"/>
          <w:numId w:val="0"/>
        </w:numPr>
        <w:spacing w:after="60"/>
        <w:ind w:left="1077"/>
      </w:pPr>
      <w:r w:rsidRPr="00C376A5">
        <w:t>- silnoproudá technologie včetně DŘT,</w:t>
      </w:r>
    </w:p>
    <w:p w14:paraId="0A6C3303" w14:textId="77777777" w:rsidR="00EC097F" w:rsidRPr="00C376A5" w:rsidRDefault="00EC097F" w:rsidP="00343BD8">
      <w:pPr>
        <w:pStyle w:val="Odrka1-1"/>
        <w:numPr>
          <w:ilvl w:val="0"/>
          <w:numId w:val="0"/>
        </w:numPr>
        <w:spacing w:after="60"/>
        <w:ind w:left="1077"/>
      </w:pPr>
      <w:r w:rsidRPr="00C376A5">
        <w:t>- speciální elektrická zařízení pro zajištění provozu železniční dopravní cesty v rozsahu: systém elektrického ohřevu výměn,</w:t>
      </w:r>
    </w:p>
    <w:p w14:paraId="4AF2A86A" w14:textId="2FBD6C1F" w:rsidR="00EC097F" w:rsidRPr="00EC097F" w:rsidRDefault="00EC097F" w:rsidP="00343BD8">
      <w:pPr>
        <w:pStyle w:val="Odrka1-1"/>
        <w:numPr>
          <w:ilvl w:val="0"/>
          <w:numId w:val="0"/>
        </w:numPr>
        <w:ind w:left="1077"/>
        <w:rPr>
          <w:color w:val="FF0000"/>
        </w:rPr>
      </w:pPr>
      <w:r w:rsidRPr="00C376A5">
        <w:t>- trakční vedení</w:t>
      </w:r>
      <w:r w:rsidR="007F1105" w:rsidRPr="00C376A5">
        <w:t xml:space="preserve"> -</w:t>
      </w:r>
      <w:r w:rsidR="007F1105">
        <w:t xml:space="preserve"> </w:t>
      </w:r>
      <w:r w:rsidR="007F1105" w:rsidRPr="00C376A5">
        <w:t>k požadovanému systému (sestavě) trakčního vedení dodavatel doloží její schválení. Dodavatel dále doloží číslo (označení) provozovatelem schválených Technických podmínek základních prvků trakčního vedení v rozsahu: - děliče, odpojovače, motorové pohony odpojovačů, izolátory, stožáry, brány</w:t>
      </w:r>
      <w:r w:rsidRPr="00C376A5">
        <w:t>.</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7C87DD8C" w:rsidR="0035531B" w:rsidRDefault="0035531B" w:rsidP="0060115D">
      <w:pPr>
        <w:pStyle w:val="Odrka1-1"/>
      </w:pPr>
      <w:r>
        <w:lastRenderedPageBreak/>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44569472" w:rsidR="0035531B" w:rsidRDefault="0035531B" w:rsidP="0060115D">
      <w:pPr>
        <w:pStyle w:val="Odrka1-1"/>
      </w:pPr>
      <w:r>
        <w:t xml:space="preserve">Uvedené části plnění veřejné zakázky jsou </w:t>
      </w:r>
      <w:r w:rsidRPr="00D84735">
        <w:t xml:space="preserve">tvořeny </w:t>
      </w:r>
      <w:r w:rsidR="00B82A36" w:rsidRPr="00D84735">
        <w:t>SO</w:t>
      </w:r>
      <w:r w:rsidRPr="00D84735">
        <w:t>, jejichž</w:t>
      </w:r>
      <w:r>
        <w:t xml:space="preserve"> provádění má důležitý význam pro</w:t>
      </w:r>
      <w:r w:rsidR="00D846E7">
        <w:t xml:space="preserve"> realizaci stavby jako celku a včasné ukončení výlukových prací</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Vedoucí společník musí být určen po celou dobu trvání </w:t>
      </w:r>
      <w:r>
        <w:lastRenderedPageBreak/>
        <w:t>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tbl>
      <w:tblPr>
        <w:tblW w:w="8645" w:type="dxa"/>
        <w:tblInd w:w="709" w:type="dxa"/>
        <w:tblCellMar>
          <w:left w:w="70" w:type="dxa"/>
          <w:right w:w="70" w:type="dxa"/>
        </w:tblCellMar>
        <w:tblLook w:val="04A0" w:firstRow="1" w:lastRow="0" w:firstColumn="1" w:lastColumn="0" w:noHBand="0" w:noVBand="1"/>
      </w:tblPr>
      <w:tblGrid>
        <w:gridCol w:w="1418"/>
        <w:gridCol w:w="7227"/>
      </w:tblGrid>
      <w:tr w:rsidR="00380C2C" w:rsidRPr="00380C2C" w14:paraId="2CE668D5" w14:textId="77777777" w:rsidTr="00A41505">
        <w:trPr>
          <w:trHeight w:val="297"/>
        </w:trPr>
        <w:tc>
          <w:tcPr>
            <w:tcW w:w="1418" w:type="dxa"/>
            <w:shd w:val="clear" w:color="auto" w:fill="auto"/>
            <w:noWrap/>
            <w:vAlign w:val="center"/>
          </w:tcPr>
          <w:p w14:paraId="618AC603"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SO 01-10-01</w:t>
            </w:r>
          </w:p>
        </w:tc>
        <w:tc>
          <w:tcPr>
            <w:tcW w:w="7227" w:type="dxa"/>
            <w:shd w:val="clear" w:color="auto" w:fill="auto"/>
            <w:noWrap/>
            <w:vAlign w:val="center"/>
          </w:tcPr>
          <w:p w14:paraId="23DB3E01" w14:textId="77777777" w:rsidR="00A41505" w:rsidRPr="00380C2C" w:rsidRDefault="00A41505" w:rsidP="009D6F00">
            <w:pPr>
              <w:spacing w:after="0" w:line="240" w:lineRule="auto"/>
              <w:ind w:right="1413"/>
              <w:rPr>
                <w:rFonts w:eastAsia="Times New Roman" w:cs="Arial"/>
                <w:sz w:val="16"/>
                <w:szCs w:val="16"/>
                <w:lang w:eastAsia="cs-CZ"/>
              </w:rPr>
            </w:pPr>
            <w:r w:rsidRPr="00380C2C">
              <w:rPr>
                <w:rFonts w:eastAsia="Times New Roman" w:cs="Arial"/>
                <w:sz w:val="16"/>
                <w:szCs w:val="16"/>
                <w:lang w:eastAsia="cs-CZ"/>
              </w:rPr>
              <w:t>Praha-Bubny, železniční svršek</w:t>
            </w:r>
          </w:p>
        </w:tc>
      </w:tr>
      <w:tr w:rsidR="00380C2C" w:rsidRPr="00380C2C" w14:paraId="4F87AB21" w14:textId="77777777" w:rsidTr="00A41505">
        <w:trPr>
          <w:trHeight w:val="297"/>
        </w:trPr>
        <w:tc>
          <w:tcPr>
            <w:tcW w:w="1418" w:type="dxa"/>
            <w:shd w:val="clear" w:color="auto" w:fill="auto"/>
            <w:noWrap/>
            <w:vAlign w:val="center"/>
          </w:tcPr>
          <w:p w14:paraId="1E507D43"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SO 02-10-01</w:t>
            </w:r>
          </w:p>
        </w:tc>
        <w:tc>
          <w:tcPr>
            <w:tcW w:w="7227" w:type="dxa"/>
            <w:shd w:val="clear" w:color="auto" w:fill="auto"/>
            <w:noWrap/>
            <w:vAlign w:val="center"/>
          </w:tcPr>
          <w:p w14:paraId="10E22A91" w14:textId="77777777" w:rsidR="00A41505" w:rsidRPr="00380C2C" w:rsidRDefault="00A41505" w:rsidP="009D6F00">
            <w:pPr>
              <w:spacing w:after="0" w:line="240" w:lineRule="auto"/>
              <w:ind w:right="1413"/>
              <w:rPr>
                <w:rFonts w:eastAsia="Times New Roman" w:cs="Arial"/>
                <w:sz w:val="16"/>
                <w:szCs w:val="16"/>
                <w:lang w:eastAsia="cs-CZ"/>
              </w:rPr>
            </w:pPr>
            <w:r w:rsidRPr="00380C2C">
              <w:rPr>
                <w:rFonts w:eastAsia="Times New Roman" w:cs="Arial"/>
                <w:sz w:val="16"/>
                <w:szCs w:val="16"/>
                <w:lang w:eastAsia="cs-CZ"/>
              </w:rPr>
              <w:t>TÚ Praha-Bubny - Praha-Výstaviště, železniční svršek</w:t>
            </w:r>
          </w:p>
        </w:tc>
      </w:tr>
      <w:tr w:rsidR="00380C2C" w:rsidRPr="00380C2C" w14:paraId="0C9E26C8" w14:textId="77777777" w:rsidTr="00A41505">
        <w:trPr>
          <w:trHeight w:val="297"/>
        </w:trPr>
        <w:tc>
          <w:tcPr>
            <w:tcW w:w="1418" w:type="dxa"/>
            <w:shd w:val="clear" w:color="auto" w:fill="auto"/>
            <w:noWrap/>
            <w:vAlign w:val="center"/>
          </w:tcPr>
          <w:p w14:paraId="22BD0282"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SO 03-10-01</w:t>
            </w:r>
          </w:p>
        </w:tc>
        <w:tc>
          <w:tcPr>
            <w:tcW w:w="7227" w:type="dxa"/>
            <w:shd w:val="clear" w:color="auto" w:fill="auto"/>
            <w:noWrap/>
            <w:vAlign w:val="center"/>
          </w:tcPr>
          <w:p w14:paraId="4815EFD2" w14:textId="77777777" w:rsidR="00A41505" w:rsidRPr="00380C2C" w:rsidRDefault="00A41505" w:rsidP="009D6F00">
            <w:pPr>
              <w:spacing w:after="0" w:line="240" w:lineRule="auto"/>
              <w:ind w:right="1413"/>
              <w:rPr>
                <w:rFonts w:eastAsia="Times New Roman" w:cs="Arial"/>
                <w:sz w:val="16"/>
                <w:szCs w:val="16"/>
                <w:lang w:eastAsia="cs-CZ"/>
              </w:rPr>
            </w:pPr>
            <w:r w:rsidRPr="00380C2C">
              <w:rPr>
                <w:rFonts w:eastAsia="Times New Roman" w:cs="Arial"/>
                <w:sz w:val="16"/>
                <w:szCs w:val="16"/>
                <w:lang w:eastAsia="cs-CZ"/>
              </w:rPr>
              <w:t>Praha-Výstaviště, železniční svršek</w:t>
            </w:r>
          </w:p>
        </w:tc>
      </w:tr>
      <w:tr w:rsidR="00380C2C" w:rsidRPr="00380C2C" w14:paraId="1107A1B5" w14:textId="77777777" w:rsidTr="00A41505">
        <w:trPr>
          <w:trHeight w:val="297"/>
        </w:trPr>
        <w:tc>
          <w:tcPr>
            <w:tcW w:w="1418" w:type="dxa"/>
            <w:shd w:val="clear" w:color="auto" w:fill="auto"/>
            <w:noWrap/>
            <w:vAlign w:val="center"/>
          </w:tcPr>
          <w:p w14:paraId="2A4271D1"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SO 04-10-01</w:t>
            </w:r>
          </w:p>
        </w:tc>
        <w:tc>
          <w:tcPr>
            <w:tcW w:w="7227" w:type="dxa"/>
            <w:shd w:val="clear" w:color="auto" w:fill="auto"/>
            <w:noWrap/>
            <w:vAlign w:val="center"/>
          </w:tcPr>
          <w:p w14:paraId="52152A61" w14:textId="77777777" w:rsidR="00A41505" w:rsidRPr="00380C2C" w:rsidRDefault="00A41505" w:rsidP="009D6F00">
            <w:pPr>
              <w:spacing w:after="0" w:line="240" w:lineRule="auto"/>
              <w:ind w:right="1413"/>
              <w:rPr>
                <w:rFonts w:eastAsia="Times New Roman" w:cs="Arial"/>
                <w:sz w:val="16"/>
                <w:szCs w:val="16"/>
                <w:lang w:eastAsia="cs-CZ"/>
              </w:rPr>
            </w:pPr>
            <w:r w:rsidRPr="00380C2C">
              <w:rPr>
                <w:rFonts w:eastAsia="Times New Roman" w:cs="Arial"/>
                <w:sz w:val="16"/>
                <w:szCs w:val="16"/>
                <w:lang w:eastAsia="cs-CZ"/>
              </w:rPr>
              <w:t>TÚ Praha-Výstaviště - Praha-Dejvice, železniční svršek</w:t>
            </w:r>
          </w:p>
        </w:tc>
      </w:tr>
      <w:tr w:rsidR="00380C2C" w:rsidRPr="00380C2C" w14:paraId="0F5CFBDF" w14:textId="77777777" w:rsidTr="00A41505">
        <w:trPr>
          <w:trHeight w:val="297"/>
        </w:trPr>
        <w:tc>
          <w:tcPr>
            <w:tcW w:w="1418" w:type="dxa"/>
            <w:shd w:val="clear" w:color="auto" w:fill="auto"/>
            <w:noWrap/>
            <w:vAlign w:val="center"/>
          </w:tcPr>
          <w:p w14:paraId="6CD367C1"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SO 52-10-01</w:t>
            </w:r>
          </w:p>
        </w:tc>
        <w:tc>
          <w:tcPr>
            <w:tcW w:w="7227" w:type="dxa"/>
            <w:shd w:val="clear" w:color="auto" w:fill="auto"/>
            <w:noWrap/>
            <w:vAlign w:val="center"/>
          </w:tcPr>
          <w:p w14:paraId="05405080" w14:textId="77777777" w:rsidR="00A41505" w:rsidRPr="00380C2C" w:rsidRDefault="00A41505" w:rsidP="009D6F00">
            <w:pPr>
              <w:spacing w:after="0" w:line="240" w:lineRule="auto"/>
              <w:ind w:right="1413"/>
              <w:rPr>
                <w:rFonts w:eastAsia="Times New Roman" w:cs="Arial"/>
                <w:sz w:val="16"/>
                <w:szCs w:val="16"/>
                <w:lang w:eastAsia="cs-CZ"/>
              </w:rPr>
            </w:pPr>
            <w:r w:rsidRPr="00380C2C">
              <w:rPr>
                <w:rFonts w:eastAsia="Times New Roman" w:cs="Arial"/>
                <w:sz w:val="16"/>
                <w:szCs w:val="16"/>
                <w:lang w:eastAsia="cs-CZ"/>
              </w:rPr>
              <w:t>TÚ Praha-Bubny - Stromovka, železniční svršek</w:t>
            </w:r>
          </w:p>
        </w:tc>
      </w:tr>
      <w:tr w:rsidR="00380C2C" w:rsidRPr="00380C2C" w14:paraId="1C70A053" w14:textId="77777777" w:rsidTr="00A41505">
        <w:trPr>
          <w:trHeight w:val="297"/>
        </w:trPr>
        <w:tc>
          <w:tcPr>
            <w:tcW w:w="1418" w:type="dxa"/>
            <w:shd w:val="clear" w:color="auto" w:fill="auto"/>
            <w:noWrap/>
            <w:vAlign w:val="center"/>
            <w:hideMark/>
          </w:tcPr>
          <w:p w14:paraId="7D37446B"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SO 01-20-02</w:t>
            </w:r>
          </w:p>
        </w:tc>
        <w:tc>
          <w:tcPr>
            <w:tcW w:w="7227" w:type="dxa"/>
            <w:shd w:val="clear" w:color="auto" w:fill="auto"/>
            <w:noWrap/>
            <w:vAlign w:val="center"/>
            <w:hideMark/>
          </w:tcPr>
          <w:p w14:paraId="4C48B5BB" w14:textId="77777777" w:rsidR="00A41505" w:rsidRPr="00380C2C" w:rsidRDefault="00A41505" w:rsidP="00A41505">
            <w:pPr>
              <w:spacing w:after="0" w:line="240" w:lineRule="auto"/>
              <w:ind w:right="213"/>
              <w:rPr>
                <w:rFonts w:eastAsia="Times New Roman" w:cs="Arial"/>
                <w:sz w:val="16"/>
                <w:szCs w:val="16"/>
                <w:lang w:eastAsia="cs-CZ"/>
              </w:rPr>
            </w:pPr>
            <w:r w:rsidRPr="00380C2C">
              <w:rPr>
                <w:rFonts w:eastAsia="Times New Roman" w:cs="Arial"/>
                <w:sz w:val="16"/>
                <w:szCs w:val="16"/>
                <w:lang w:eastAsia="cs-CZ"/>
              </w:rPr>
              <w:t xml:space="preserve">Železniční most v km 0,450 – </w:t>
            </w:r>
            <w:r w:rsidRPr="00380C2C">
              <w:rPr>
                <w:rFonts w:eastAsia="Times New Roman" w:cs="Arial"/>
                <w:b/>
                <w:sz w:val="16"/>
                <w:szCs w:val="16"/>
                <w:lang w:eastAsia="cs-CZ"/>
              </w:rPr>
              <w:t>konkrétně tyto položky soupisu prací:</w:t>
            </w:r>
          </w:p>
        </w:tc>
      </w:tr>
      <w:tr w:rsidR="00380C2C" w:rsidRPr="00380C2C" w14:paraId="252F8E2A" w14:textId="77777777" w:rsidTr="00A41505">
        <w:trPr>
          <w:trHeight w:val="297"/>
        </w:trPr>
        <w:tc>
          <w:tcPr>
            <w:tcW w:w="1418" w:type="dxa"/>
            <w:shd w:val="clear" w:color="auto" w:fill="auto"/>
            <w:noWrap/>
            <w:vAlign w:val="center"/>
            <w:hideMark/>
          </w:tcPr>
          <w:p w14:paraId="27C35E61" w14:textId="77777777" w:rsidR="00A41505" w:rsidRPr="00380C2C" w:rsidRDefault="00A41505" w:rsidP="009D6F00">
            <w:pPr>
              <w:spacing w:after="0" w:line="240" w:lineRule="auto"/>
              <w:rPr>
                <w:rFonts w:eastAsia="Times New Roman" w:cs="Arial"/>
                <w:sz w:val="16"/>
                <w:szCs w:val="16"/>
                <w:lang w:eastAsia="cs-CZ"/>
              </w:rPr>
            </w:pPr>
          </w:p>
        </w:tc>
        <w:tc>
          <w:tcPr>
            <w:tcW w:w="7227" w:type="dxa"/>
            <w:shd w:val="clear" w:color="auto" w:fill="auto"/>
            <w:noWrap/>
            <w:vAlign w:val="center"/>
            <w:hideMark/>
          </w:tcPr>
          <w:tbl>
            <w:tblPr>
              <w:tblW w:w="6882" w:type="dxa"/>
              <w:tblCellMar>
                <w:left w:w="70" w:type="dxa"/>
                <w:right w:w="70" w:type="dxa"/>
              </w:tblCellMar>
              <w:tblLook w:val="04A0" w:firstRow="1" w:lastRow="0" w:firstColumn="1" w:lastColumn="0" w:noHBand="0" w:noVBand="1"/>
            </w:tblPr>
            <w:tblGrid>
              <w:gridCol w:w="369"/>
              <w:gridCol w:w="827"/>
              <w:gridCol w:w="162"/>
              <w:gridCol w:w="5524"/>
            </w:tblGrid>
            <w:tr w:rsidR="00380C2C" w:rsidRPr="00380C2C" w14:paraId="61D51AA7" w14:textId="77777777" w:rsidTr="009D6F00">
              <w:trPr>
                <w:trHeight w:val="255"/>
              </w:trPr>
              <w:tc>
                <w:tcPr>
                  <w:tcW w:w="369" w:type="dxa"/>
                  <w:tcBorders>
                    <w:top w:val="nil"/>
                    <w:left w:val="nil"/>
                    <w:bottom w:val="nil"/>
                    <w:right w:val="nil"/>
                  </w:tcBorders>
                  <w:shd w:val="clear" w:color="auto" w:fill="auto"/>
                  <w:noWrap/>
                  <w:hideMark/>
                </w:tcPr>
                <w:p w14:paraId="0D087AFF"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43</w:t>
                  </w:r>
                </w:p>
              </w:tc>
              <w:tc>
                <w:tcPr>
                  <w:tcW w:w="827" w:type="dxa"/>
                  <w:tcBorders>
                    <w:top w:val="nil"/>
                    <w:left w:val="nil"/>
                    <w:bottom w:val="nil"/>
                    <w:right w:val="nil"/>
                  </w:tcBorders>
                  <w:shd w:val="clear" w:color="auto" w:fill="auto"/>
                  <w:noWrap/>
                  <w:hideMark/>
                </w:tcPr>
                <w:p w14:paraId="19632E41"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422335</w:t>
                  </w:r>
                </w:p>
              </w:tc>
              <w:tc>
                <w:tcPr>
                  <w:tcW w:w="162" w:type="dxa"/>
                  <w:tcBorders>
                    <w:top w:val="nil"/>
                    <w:left w:val="nil"/>
                    <w:bottom w:val="nil"/>
                    <w:right w:val="nil"/>
                  </w:tcBorders>
                  <w:shd w:val="clear" w:color="auto" w:fill="auto"/>
                  <w:noWrap/>
                  <w:hideMark/>
                </w:tcPr>
                <w:p w14:paraId="0CF22E23" w14:textId="77777777" w:rsidR="00A41505" w:rsidRPr="00380C2C" w:rsidRDefault="00A41505" w:rsidP="009D6F00">
                  <w:pPr>
                    <w:spacing w:after="0" w:line="240" w:lineRule="auto"/>
                    <w:rPr>
                      <w:rFonts w:eastAsia="Times New Roman" w:cs="Times New Roman"/>
                      <w:sz w:val="16"/>
                      <w:szCs w:val="16"/>
                      <w:lang w:eastAsia="cs-CZ"/>
                    </w:rPr>
                  </w:pPr>
                </w:p>
              </w:tc>
              <w:tc>
                <w:tcPr>
                  <w:tcW w:w="5524" w:type="dxa"/>
                  <w:tcBorders>
                    <w:top w:val="nil"/>
                    <w:left w:val="nil"/>
                    <w:bottom w:val="nil"/>
                    <w:right w:val="nil"/>
                  </w:tcBorders>
                  <w:shd w:val="clear" w:color="auto" w:fill="auto"/>
                  <w:noWrap/>
                  <w:vAlign w:val="center"/>
                  <w:hideMark/>
                </w:tcPr>
                <w:p w14:paraId="41E0A2DF"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MOSTNÍ NOSNÉ TRÁM KONSTR Z PŘEDPJ BET DO C30/37</w:t>
                  </w:r>
                </w:p>
              </w:tc>
            </w:tr>
          </w:tbl>
          <w:p w14:paraId="476C6A1C" w14:textId="77777777" w:rsidR="00A41505" w:rsidRPr="00380C2C" w:rsidRDefault="00A41505" w:rsidP="009D6F00">
            <w:pPr>
              <w:spacing w:after="0" w:line="240" w:lineRule="auto"/>
              <w:rPr>
                <w:rFonts w:eastAsia="Times New Roman" w:cs="Arial"/>
                <w:sz w:val="16"/>
                <w:szCs w:val="16"/>
                <w:lang w:eastAsia="cs-CZ"/>
              </w:rPr>
            </w:pPr>
          </w:p>
        </w:tc>
      </w:tr>
      <w:tr w:rsidR="00380C2C" w:rsidRPr="00380C2C" w14:paraId="55D43CFE" w14:textId="77777777" w:rsidTr="00A41505">
        <w:trPr>
          <w:trHeight w:val="297"/>
        </w:trPr>
        <w:tc>
          <w:tcPr>
            <w:tcW w:w="1418" w:type="dxa"/>
            <w:shd w:val="clear" w:color="auto" w:fill="auto"/>
            <w:noWrap/>
            <w:vAlign w:val="center"/>
            <w:hideMark/>
          </w:tcPr>
          <w:p w14:paraId="2C6D9A81" w14:textId="77777777" w:rsidR="00A41505" w:rsidRPr="00380C2C" w:rsidRDefault="00A41505" w:rsidP="009D6F00">
            <w:pPr>
              <w:spacing w:after="0" w:line="240" w:lineRule="auto"/>
              <w:rPr>
                <w:rFonts w:eastAsia="Times New Roman" w:cs="Arial"/>
                <w:sz w:val="16"/>
                <w:szCs w:val="16"/>
                <w:lang w:eastAsia="cs-CZ"/>
              </w:rPr>
            </w:pPr>
          </w:p>
        </w:tc>
        <w:tc>
          <w:tcPr>
            <w:tcW w:w="7227" w:type="dxa"/>
            <w:shd w:val="clear" w:color="auto" w:fill="auto"/>
            <w:noWrap/>
            <w:vAlign w:val="center"/>
            <w:hideMark/>
          </w:tcPr>
          <w:tbl>
            <w:tblPr>
              <w:tblW w:w="7087" w:type="dxa"/>
              <w:tblCellMar>
                <w:left w:w="70" w:type="dxa"/>
                <w:right w:w="70" w:type="dxa"/>
              </w:tblCellMar>
              <w:tblLook w:val="04A0" w:firstRow="1" w:lastRow="0" w:firstColumn="1" w:lastColumn="0" w:noHBand="0" w:noVBand="1"/>
            </w:tblPr>
            <w:tblGrid>
              <w:gridCol w:w="369"/>
              <w:gridCol w:w="837"/>
              <w:gridCol w:w="160"/>
              <w:gridCol w:w="5721"/>
            </w:tblGrid>
            <w:tr w:rsidR="00380C2C" w:rsidRPr="00380C2C" w14:paraId="1295B6B9" w14:textId="77777777" w:rsidTr="009D6F00">
              <w:trPr>
                <w:trHeight w:val="255"/>
              </w:trPr>
              <w:tc>
                <w:tcPr>
                  <w:tcW w:w="369" w:type="dxa"/>
                  <w:tcBorders>
                    <w:top w:val="nil"/>
                    <w:left w:val="nil"/>
                    <w:bottom w:val="nil"/>
                    <w:right w:val="nil"/>
                  </w:tcBorders>
                  <w:shd w:val="clear" w:color="auto" w:fill="auto"/>
                  <w:noWrap/>
                  <w:hideMark/>
                </w:tcPr>
                <w:p w14:paraId="03CD1804"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44</w:t>
                  </w:r>
                </w:p>
              </w:tc>
              <w:tc>
                <w:tcPr>
                  <w:tcW w:w="837" w:type="dxa"/>
                  <w:tcBorders>
                    <w:top w:val="nil"/>
                    <w:left w:val="nil"/>
                    <w:bottom w:val="nil"/>
                    <w:right w:val="nil"/>
                  </w:tcBorders>
                  <w:shd w:val="clear" w:color="auto" w:fill="auto"/>
                  <w:noWrap/>
                  <w:hideMark/>
                </w:tcPr>
                <w:p w14:paraId="6E1EFA10"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422365</w:t>
                  </w:r>
                </w:p>
              </w:tc>
              <w:tc>
                <w:tcPr>
                  <w:tcW w:w="160" w:type="dxa"/>
                  <w:tcBorders>
                    <w:top w:val="nil"/>
                    <w:left w:val="nil"/>
                    <w:bottom w:val="nil"/>
                    <w:right w:val="nil"/>
                  </w:tcBorders>
                  <w:shd w:val="clear" w:color="auto" w:fill="auto"/>
                  <w:noWrap/>
                  <w:hideMark/>
                </w:tcPr>
                <w:p w14:paraId="356C22E3" w14:textId="77777777" w:rsidR="00A41505" w:rsidRPr="00380C2C" w:rsidRDefault="00A41505" w:rsidP="009D6F00">
                  <w:pPr>
                    <w:spacing w:after="0" w:line="240" w:lineRule="auto"/>
                    <w:rPr>
                      <w:rFonts w:eastAsia="Times New Roman"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108327AC"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TRÁMOVÉ KONSTRUKCE Z OCELI 10505, B500B</w:t>
                  </w:r>
                </w:p>
              </w:tc>
            </w:tr>
            <w:tr w:rsidR="00380C2C" w:rsidRPr="00380C2C" w14:paraId="12EA4594" w14:textId="77777777" w:rsidTr="009D6F00">
              <w:trPr>
                <w:trHeight w:val="255"/>
              </w:trPr>
              <w:tc>
                <w:tcPr>
                  <w:tcW w:w="369" w:type="dxa"/>
                  <w:tcBorders>
                    <w:top w:val="nil"/>
                    <w:left w:val="nil"/>
                    <w:bottom w:val="nil"/>
                    <w:right w:val="nil"/>
                  </w:tcBorders>
                  <w:shd w:val="clear" w:color="auto" w:fill="auto"/>
                  <w:noWrap/>
                  <w:hideMark/>
                </w:tcPr>
                <w:p w14:paraId="148F8464"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45</w:t>
                  </w:r>
                </w:p>
              </w:tc>
              <w:tc>
                <w:tcPr>
                  <w:tcW w:w="837" w:type="dxa"/>
                  <w:tcBorders>
                    <w:top w:val="nil"/>
                    <w:left w:val="nil"/>
                    <w:bottom w:val="nil"/>
                    <w:right w:val="nil"/>
                  </w:tcBorders>
                  <w:shd w:val="clear" w:color="auto" w:fill="auto"/>
                  <w:noWrap/>
                  <w:hideMark/>
                </w:tcPr>
                <w:p w14:paraId="60D6B81C"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42237</w:t>
                  </w:r>
                </w:p>
              </w:tc>
              <w:tc>
                <w:tcPr>
                  <w:tcW w:w="160" w:type="dxa"/>
                  <w:tcBorders>
                    <w:top w:val="nil"/>
                    <w:left w:val="nil"/>
                    <w:bottom w:val="nil"/>
                    <w:right w:val="nil"/>
                  </w:tcBorders>
                  <w:shd w:val="clear" w:color="auto" w:fill="auto"/>
                  <w:noWrap/>
                  <w:hideMark/>
                </w:tcPr>
                <w:p w14:paraId="2861E476" w14:textId="77777777" w:rsidR="00A41505" w:rsidRPr="00380C2C" w:rsidRDefault="00A41505" w:rsidP="009D6F00">
                  <w:pPr>
                    <w:spacing w:after="0" w:line="240" w:lineRule="auto"/>
                    <w:rPr>
                      <w:rFonts w:eastAsia="Times New Roman"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4E8657FC"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NOSNÉ TRÁMOVÉ KONSTR PŘEDPÍNACÍ</w:t>
                  </w:r>
                </w:p>
              </w:tc>
            </w:tr>
            <w:tr w:rsidR="00380C2C" w:rsidRPr="00380C2C" w14:paraId="1E32DC31" w14:textId="77777777" w:rsidTr="009D6F00">
              <w:trPr>
                <w:trHeight w:val="255"/>
              </w:trPr>
              <w:tc>
                <w:tcPr>
                  <w:tcW w:w="369" w:type="dxa"/>
                  <w:tcBorders>
                    <w:top w:val="nil"/>
                    <w:left w:val="nil"/>
                    <w:bottom w:val="nil"/>
                    <w:right w:val="nil"/>
                  </w:tcBorders>
                  <w:shd w:val="clear" w:color="auto" w:fill="auto"/>
                  <w:noWrap/>
                  <w:hideMark/>
                </w:tcPr>
                <w:p w14:paraId="407BE8E0"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46</w:t>
                  </w:r>
                </w:p>
              </w:tc>
              <w:tc>
                <w:tcPr>
                  <w:tcW w:w="837" w:type="dxa"/>
                  <w:tcBorders>
                    <w:top w:val="nil"/>
                    <w:left w:val="nil"/>
                    <w:bottom w:val="nil"/>
                    <w:right w:val="nil"/>
                  </w:tcBorders>
                  <w:shd w:val="clear" w:color="auto" w:fill="auto"/>
                  <w:noWrap/>
                  <w:hideMark/>
                </w:tcPr>
                <w:p w14:paraId="6CA1B65C"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42237</w:t>
                  </w:r>
                </w:p>
              </w:tc>
              <w:tc>
                <w:tcPr>
                  <w:tcW w:w="160" w:type="dxa"/>
                  <w:tcBorders>
                    <w:top w:val="nil"/>
                    <w:left w:val="nil"/>
                    <w:bottom w:val="nil"/>
                    <w:right w:val="nil"/>
                  </w:tcBorders>
                  <w:shd w:val="clear" w:color="auto" w:fill="auto"/>
                  <w:noWrap/>
                </w:tcPr>
                <w:p w14:paraId="12DDD139" w14:textId="77777777" w:rsidR="00A41505" w:rsidRPr="00380C2C" w:rsidRDefault="00A41505" w:rsidP="009D6F00">
                  <w:pPr>
                    <w:spacing w:after="0" w:line="240" w:lineRule="auto"/>
                    <w:rPr>
                      <w:rFonts w:eastAsia="Times New Roman" w:cs="Times New Roman"/>
                      <w:sz w:val="16"/>
                      <w:szCs w:val="16"/>
                      <w:lang w:eastAsia="cs-CZ"/>
                    </w:rPr>
                  </w:pPr>
                </w:p>
              </w:tc>
              <w:tc>
                <w:tcPr>
                  <w:tcW w:w="5721" w:type="dxa"/>
                  <w:tcBorders>
                    <w:top w:val="nil"/>
                    <w:left w:val="nil"/>
                    <w:bottom w:val="nil"/>
                    <w:right w:val="nil"/>
                  </w:tcBorders>
                  <w:shd w:val="clear" w:color="auto" w:fill="auto"/>
                  <w:noWrap/>
                  <w:vAlign w:val="center"/>
                  <w:hideMark/>
                </w:tcPr>
                <w:p w14:paraId="62B03D77"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NOSNÉ TRÁMOVÉ KONSTR PŘEDPÍNACÍ</w:t>
                  </w:r>
                </w:p>
              </w:tc>
            </w:tr>
          </w:tbl>
          <w:p w14:paraId="2036151A" w14:textId="77777777" w:rsidR="00A41505" w:rsidRPr="00380C2C" w:rsidRDefault="00A41505" w:rsidP="009D6F00">
            <w:pPr>
              <w:spacing w:after="0" w:line="240" w:lineRule="auto"/>
              <w:rPr>
                <w:rFonts w:eastAsia="Times New Roman" w:cs="Arial"/>
                <w:sz w:val="16"/>
                <w:szCs w:val="16"/>
                <w:lang w:eastAsia="cs-CZ"/>
              </w:rPr>
            </w:pPr>
          </w:p>
        </w:tc>
      </w:tr>
      <w:tr w:rsidR="00380C2C" w:rsidRPr="00380C2C" w14:paraId="254F9586" w14:textId="77777777" w:rsidTr="00A41505">
        <w:trPr>
          <w:trHeight w:val="297"/>
        </w:trPr>
        <w:tc>
          <w:tcPr>
            <w:tcW w:w="1418" w:type="dxa"/>
            <w:shd w:val="clear" w:color="auto" w:fill="auto"/>
            <w:noWrap/>
            <w:vAlign w:val="center"/>
          </w:tcPr>
          <w:p w14:paraId="4A34BF1B"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SO 01-20-03</w:t>
            </w:r>
          </w:p>
        </w:tc>
        <w:tc>
          <w:tcPr>
            <w:tcW w:w="7227" w:type="dxa"/>
            <w:shd w:val="clear" w:color="auto" w:fill="auto"/>
            <w:noWrap/>
            <w:vAlign w:val="center"/>
          </w:tcPr>
          <w:p w14:paraId="649438B0"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 xml:space="preserve">Železniční most v km 412,120 – </w:t>
            </w:r>
            <w:r w:rsidRPr="00380C2C">
              <w:rPr>
                <w:rFonts w:eastAsia="Times New Roman" w:cs="Arial"/>
                <w:b/>
                <w:sz w:val="16"/>
                <w:szCs w:val="16"/>
                <w:lang w:eastAsia="cs-CZ"/>
              </w:rPr>
              <w:t>konkrétně tyto položky soupisu prací:</w:t>
            </w:r>
          </w:p>
        </w:tc>
      </w:tr>
      <w:tr w:rsidR="00380C2C" w:rsidRPr="00380C2C" w14:paraId="78D246EE" w14:textId="77777777" w:rsidTr="00A41505">
        <w:trPr>
          <w:trHeight w:val="297"/>
        </w:trPr>
        <w:tc>
          <w:tcPr>
            <w:tcW w:w="1418" w:type="dxa"/>
            <w:shd w:val="clear" w:color="auto" w:fill="auto"/>
            <w:noWrap/>
            <w:vAlign w:val="center"/>
            <w:hideMark/>
          </w:tcPr>
          <w:p w14:paraId="79280A7F" w14:textId="77777777" w:rsidR="00A41505" w:rsidRPr="00380C2C" w:rsidRDefault="00A41505" w:rsidP="009D6F00">
            <w:pPr>
              <w:spacing w:after="0" w:line="240" w:lineRule="auto"/>
              <w:rPr>
                <w:rFonts w:eastAsia="Times New Roman" w:cs="Arial"/>
                <w:sz w:val="16"/>
                <w:szCs w:val="16"/>
                <w:lang w:eastAsia="cs-CZ"/>
              </w:rPr>
            </w:pPr>
          </w:p>
        </w:tc>
        <w:tc>
          <w:tcPr>
            <w:tcW w:w="7227" w:type="dxa"/>
            <w:shd w:val="clear" w:color="auto" w:fill="auto"/>
            <w:noWrap/>
            <w:vAlign w:val="center"/>
            <w:hideMark/>
          </w:tcPr>
          <w:tbl>
            <w:tblPr>
              <w:tblW w:w="6882" w:type="dxa"/>
              <w:tblCellMar>
                <w:left w:w="70" w:type="dxa"/>
                <w:right w:w="70" w:type="dxa"/>
              </w:tblCellMar>
              <w:tblLook w:val="04A0" w:firstRow="1" w:lastRow="0" w:firstColumn="1" w:lastColumn="0" w:noHBand="0" w:noVBand="1"/>
            </w:tblPr>
            <w:tblGrid>
              <w:gridCol w:w="369"/>
              <w:gridCol w:w="827"/>
              <w:gridCol w:w="164"/>
              <w:gridCol w:w="5522"/>
            </w:tblGrid>
            <w:tr w:rsidR="00380C2C" w:rsidRPr="00380C2C" w14:paraId="54C6CC9B" w14:textId="77777777" w:rsidTr="009D6F00">
              <w:trPr>
                <w:trHeight w:val="255"/>
              </w:trPr>
              <w:tc>
                <w:tcPr>
                  <w:tcW w:w="369" w:type="dxa"/>
                  <w:tcBorders>
                    <w:top w:val="nil"/>
                    <w:left w:val="nil"/>
                    <w:bottom w:val="nil"/>
                    <w:right w:val="nil"/>
                  </w:tcBorders>
                  <w:shd w:val="clear" w:color="auto" w:fill="auto"/>
                  <w:noWrap/>
                  <w:hideMark/>
                </w:tcPr>
                <w:p w14:paraId="10279BA8"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44</w:t>
                  </w:r>
                </w:p>
              </w:tc>
              <w:tc>
                <w:tcPr>
                  <w:tcW w:w="827" w:type="dxa"/>
                  <w:tcBorders>
                    <w:top w:val="nil"/>
                    <w:left w:val="nil"/>
                    <w:bottom w:val="nil"/>
                    <w:right w:val="nil"/>
                  </w:tcBorders>
                  <w:shd w:val="clear" w:color="auto" w:fill="auto"/>
                  <w:noWrap/>
                  <w:hideMark/>
                </w:tcPr>
                <w:p w14:paraId="5A8B36B3"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422335</w:t>
                  </w:r>
                </w:p>
              </w:tc>
              <w:tc>
                <w:tcPr>
                  <w:tcW w:w="164" w:type="dxa"/>
                  <w:tcBorders>
                    <w:top w:val="nil"/>
                    <w:left w:val="nil"/>
                    <w:bottom w:val="nil"/>
                    <w:right w:val="nil"/>
                  </w:tcBorders>
                  <w:shd w:val="clear" w:color="auto" w:fill="auto"/>
                  <w:noWrap/>
                  <w:hideMark/>
                </w:tcPr>
                <w:p w14:paraId="29BE537C" w14:textId="77777777" w:rsidR="00A41505" w:rsidRPr="00380C2C" w:rsidRDefault="00A41505" w:rsidP="009D6F00">
                  <w:pPr>
                    <w:spacing w:after="0" w:line="240" w:lineRule="auto"/>
                    <w:rPr>
                      <w:rFonts w:eastAsia="Times New Roman"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05958974"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MOSTNÍ NOSNÉ TRÁM KONSTR Z PŘEDPJ BET DO C30/37</w:t>
                  </w:r>
                </w:p>
              </w:tc>
            </w:tr>
            <w:tr w:rsidR="00380C2C" w:rsidRPr="00380C2C" w14:paraId="34B181C6" w14:textId="77777777" w:rsidTr="009D6F00">
              <w:trPr>
                <w:trHeight w:val="255"/>
              </w:trPr>
              <w:tc>
                <w:tcPr>
                  <w:tcW w:w="369" w:type="dxa"/>
                  <w:tcBorders>
                    <w:top w:val="nil"/>
                    <w:left w:val="nil"/>
                    <w:bottom w:val="nil"/>
                    <w:right w:val="nil"/>
                  </w:tcBorders>
                  <w:shd w:val="clear" w:color="auto" w:fill="auto"/>
                  <w:noWrap/>
                  <w:hideMark/>
                </w:tcPr>
                <w:p w14:paraId="69A42941"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45</w:t>
                  </w:r>
                </w:p>
              </w:tc>
              <w:tc>
                <w:tcPr>
                  <w:tcW w:w="827" w:type="dxa"/>
                  <w:tcBorders>
                    <w:top w:val="nil"/>
                    <w:left w:val="nil"/>
                    <w:bottom w:val="nil"/>
                    <w:right w:val="nil"/>
                  </w:tcBorders>
                  <w:shd w:val="clear" w:color="auto" w:fill="auto"/>
                  <w:noWrap/>
                  <w:hideMark/>
                </w:tcPr>
                <w:p w14:paraId="59CF7F60"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422365</w:t>
                  </w:r>
                </w:p>
              </w:tc>
              <w:tc>
                <w:tcPr>
                  <w:tcW w:w="164" w:type="dxa"/>
                  <w:tcBorders>
                    <w:top w:val="nil"/>
                    <w:left w:val="nil"/>
                    <w:bottom w:val="nil"/>
                    <w:right w:val="nil"/>
                  </w:tcBorders>
                  <w:shd w:val="clear" w:color="auto" w:fill="auto"/>
                  <w:noWrap/>
                  <w:hideMark/>
                </w:tcPr>
                <w:p w14:paraId="08565AC6" w14:textId="77777777" w:rsidR="00A41505" w:rsidRPr="00380C2C" w:rsidRDefault="00A41505" w:rsidP="009D6F00">
                  <w:pPr>
                    <w:spacing w:after="0" w:line="240" w:lineRule="auto"/>
                    <w:rPr>
                      <w:rFonts w:eastAsia="Times New Roman"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73E509AF"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TRÁMOVÉ KONSTRUKCE Z OCELI 10505, B500B</w:t>
                  </w:r>
                </w:p>
              </w:tc>
            </w:tr>
            <w:tr w:rsidR="00380C2C" w:rsidRPr="00380C2C" w14:paraId="07A8A2BC" w14:textId="77777777" w:rsidTr="009D6F00">
              <w:trPr>
                <w:trHeight w:val="255"/>
              </w:trPr>
              <w:tc>
                <w:tcPr>
                  <w:tcW w:w="369" w:type="dxa"/>
                  <w:tcBorders>
                    <w:top w:val="nil"/>
                    <w:left w:val="nil"/>
                    <w:bottom w:val="nil"/>
                    <w:right w:val="nil"/>
                  </w:tcBorders>
                  <w:shd w:val="clear" w:color="auto" w:fill="auto"/>
                  <w:noWrap/>
                  <w:hideMark/>
                </w:tcPr>
                <w:p w14:paraId="18CC64DF"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46</w:t>
                  </w:r>
                </w:p>
              </w:tc>
              <w:tc>
                <w:tcPr>
                  <w:tcW w:w="827" w:type="dxa"/>
                  <w:tcBorders>
                    <w:top w:val="nil"/>
                    <w:left w:val="nil"/>
                    <w:bottom w:val="nil"/>
                    <w:right w:val="nil"/>
                  </w:tcBorders>
                  <w:shd w:val="clear" w:color="auto" w:fill="auto"/>
                  <w:noWrap/>
                  <w:hideMark/>
                </w:tcPr>
                <w:p w14:paraId="74466D9D"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42237</w:t>
                  </w:r>
                </w:p>
              </w:tc>
              <w:tc>
                <w:tcPr>
                  <w:tcW w:w="164" w:type="dxa"/>
                  <w:tcBorders>
                    <w:top w:val="nil"/>
                    <w:left w:val="nil"/>
                    <w:bottom w:val="nil"/>
                    <w:right w:val="nil"/>
                  </w:tcBorders>
                  <w:shd w:val="clear" w:color="auto" w:fill="auto"/>
                  <w:noWrap/>
                  <w:hideMark/>
                </w:tcPr>
                <w:p w14:paraId="4CE81F7D" w14:textId="77777777" w:rsidR="00A41505" w:rsidRPr="00380C2C" w:rsidRDefault="00A41505" w:rsidP="009D6F00">
                  <w:pPr>
                    <w:spacing w:after="0" w:line="240" w:lineRule="auto"/>
                    <w:rPr>
                      <w:rFonts w:eastAsia="Times New Roman" w:cs="Times New Roman"/>
                      <w:sz w:val="16"/>
                      <w:szCs w:val="16"/>
                      <w:lang w:eastAsia="cs-CZ"/>
                    </w:rPr>
                  </w:pPr>
                </w:p>
              </w:tc>
              <w:tc>
                <w:tcPr>
                  <w:tcW w:w="5522" w:type="dxa"/>
                  <w:tcBorders>
                    <w:top w:val="nil"/>
                    <w:left w:val="nil"/>
                    <w:bottom w:val="nil"/>
                    <w:right w:val="nil"/>
                  </w:tcBorders>
                  <w:shd w:val="clear" w:color="auto" w:fill="auto"/>
                  <w:noWrap/>
                  <w:vAlign w:val="center"/>
                  <w:hideMark/>
                </w:tcPr>
                <w:p w14:paraId="000CD734"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NOSNÉ TRÁMOVÉ KONSTR PŘEDPÍNACÍ</w:t>
                  </w:r>
                </w:p>
              </w:tc>
            </w:tr>
            <w:tr w:rsidR="00380C2C" w:rsidRPr="00380C2C" w14:paraId="06B16C94" w14:textId="77777777" w:rsidTr="009D6F00">
              <w:trPr>
                <w:trHeight w:val="255"/>
              </w:trPr>
              <w:tc>
                <w:tcPr>
                  <w:tcW w:w="369" w:type="dxa"/>
                  <w:tcBorders>
                    <w:top w:val="nil"/>
                    <w:left w:val="nil"/>
                    <w:bottom w:val="nil"/>
                    <w:right w:val="nil"/>
                  </w:tcBorders>
                  <w:shd w:val="clear" w:color="auto" w:fill="auto"/>
                  <w:noWrap/>
                  <w:hideMark/>
                </w:tcPr>
                <w:p w14:paraId="6B77CCA7"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47</w:t>
                  </w:r>
                </w:p>
              </w:tc>
              <w:tc>
                <w:tcPr>
                  <w:tcW w:w="827" w:type="dxa"/>
                  <w:tcBorders>
                    <w:top w:val="nil"/>
                    <w:left w:val="nil"/>
                    <w:bottom w:val="nil"/>
                    <w:right w:val="nil"/>
                  </w:tcBorders>
                  <w:shd w:val="clear" w:color="auto" w:fill="auto"/>
                  <w:noWrap/>
                  <w:hideMark/>
                </w:tcPr>
                <w:p w14:paraId="6DF31FAA"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42237</w:t>
                  </w:r>
                </w:p>
              </w:tc>
              <w:tc>
                <w:tcPr>
                  <w:tcW w:w="164" w:type="dxa"/>
                  <w:tcBorders>
                    <w:top w:val="nil"/>
                    <w:left w:val="nil"/>
                    <w:bottom w:val="nil"/>
                    <w:right w:val="nil"/>
                  </w:tcBorders>
                  <w:shd w:val="clear" w:color="auto" w:fill="auto"/>
                  <w:noWrap/>
                </w:tcPr>
                <w:p w14:paraId="2312B445" w14:textId="77777777" w:rsidR="00A41505" w:rsidRPr="00380C2C" w:rsidRDefault="00A41505" w:rsidP="009D6F00">
                  <w:pPr>
                    <w:spacing w:after="0" w:line="240" w:lineRule="auto"/>
                    <w:rPr>
                      <w:rFonts w:eastAsia="Times New Roman" w:cs="Times New Roman"/>
                      <w:sz w:val="16"/>
                      <w:szCs w:val="16"/>
                      <w:lang w:eastAsia="cs-CZ"/>
                    </w:rPr>
                  </w:pPr>
                </w:p>
              </w:tc>
              <w:tc>
                <w:tcPr>
                  <w:tcW w:w="5522" w:type="dxa"/>
                  <w:tcBorders>
                    <w:top w:val="nil"/>
                    <w:left w:val="nil"/>
                    <w:bottom w:val="nil"/>
                    <w:right w:val="nil"/>
                  </w:tcBorders>
                  <w:shd w:val="clear" w:color="auto" w:fill="auto"/>
                  <w:vAlign w:val="center"/>
                  <w:hideMark/>
                </w:tcPr>
                <w:p w14:paraId="1F9A8A1E"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NOSNÉ TRÁMOVÉ KONSTR PŘEDPÍNACÍ</w:t>
                  </w:r>
                </w:p>
              </w:tc>
            </w:tr>
          </w:tbl>
          <w:p w14:paraId="5F9F2EC6" w14:textId="77777777" w:rsidR="00A41505" w:rsidRPr="00380C2C" w:rsidRDefault="00A41505" w:rsidP="009D6F00">
            <w:pPr>
              <w:spacing w:after="0" w:line="240" w:lineRule="auto"/>
              <w:rPr>
                <w:rFonts w:eastAsia="Times New Roman" w:cs="Arial"/>
                <w:sz w:val="16"/>
                <w:szCs w:val="16"/>
                <w:lang w:eastAsia="cs-CZ"/>
              </w:rPr>
            </w:pPr>
          </w:p>
        </w:tc>
      </w:tr>
      <w:tr w:rsidR="00380C2C" w:rsidRPr="00380C2C" w14:paraId="5BC6DC87" w14:textId="77777777" w:rsidTr="00A41505">
        <w:trPr>
          <w:trHeight w:val="297"/>
        </w:trPr>
        <w:tc>
          <w:tcPr>
            <w:tcW w:w="1418" w:type="dxa"/>
            <w:shd w:val="clear" w:color="auto" w:fill="auto"/>
            <w:noWrap/>
            <w:vAlign w:val="center"/>
            <w:hideMark/>
          </w:tcPr>
          <w:p w14:paraId="35F812F8"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SO 02-20-01</w:t>
            </w:r>
          </w:p>
        </w:tc>
        <w:tc>
          <w:tcPr>
            <w:tcW w:w="7227" w:type="dxa"/>
            <w:shd w:val="clear" w:color="auto" w:fill="auto"/>
            <w:noWrap/>
            <w:vAlign w:val="center"/>
            <w:hideMark/>
          </w:tcPr>
          <w:p w14:paraId="08FC8D56" w14:textId="77777777" w:rsidR="00A41505" w:rsidRPr="00380C2C" w:rsidRDefault="00A41505" w:rsidP="009D6F00">
            <w:pPr>
              <w:spacing w:after="0" w:line="240" w:lineRule="auto"/>
              <w:rPr>
                <w:rFonts w:eastAsia="Times New Roman" w:cs="Arial"/>
                <w:sz w:val="16"/>
                <w:szCs w:val="16"/>
                <w:lang w:eastAsia="cs-CZ"/>
              </w:rPr>
            </w:pPr>
            <w:r w:rsidRPr="00380C2C">
              <w:rPr>
                <w:rFonts w:eastAsia="Times New Roman" w:cs="Arial"/>
                <w:sz w:val="16"/>
                <w:szCs w:val="16"/>
                <w:lang w:eastAsia="cs-CZ"/>
              </w:rPr>
              <w:t xml:space="preserve">Železniční most v km 0,900 – </w:t>
            </w:r>
            <w:r w:rsidRPr="00380C2C">
              <w:rPr>
                <w:rFonts w:eastAsia="Times New Roman" w:cs="Arial"/>
                <w:b/>
                <w:sz w:val="16"/>
                <w:szCs w:val="16"/>
                <w:lang w:eastAsia="cs-CZ"/>
              </w:rPr>
              <w:t>konkrétně tyto položky soupisu prací:</w:t>
            </w:r>
          </w:p>
        </w:tc>
      </w:tr>
      <w:tr w:rsidR="00380C2C" w:rsidRPr="00380C2C" w14:paraId="13068495" w14:textId="77777777" w:rsidTr="00A41505">
        <w:trPr>
          <w:trHeight w:val="297"/>
        </w:trPr>
        <w:tc>
          <w:tcPr>
            <w:tcW w:w="1418" w:type="dxa"/>
            <w:shd w:val="clear" w:color="auto" w:fill="auto"/>
            <w:noWrap/>
            <w:vAlign w:val="center"/>
          </w:tcPr>
          <w:p w14:paraId="77072166" w14:textId="77777777" w:rsidR="00A41505" w:rsidRPr="00380C2C" w:rsidRDefault="00A41505" w:rsidP="009D6F00">
            <w:pPr>
              <w:spacing w:after="0" w:line="240" w:lineRule="auto"/>
              <w:rPr>
                <w:rFonts w:eastAsia="Times New Roman" w:cs="Arial"/>
                <w:sz w:val="16"/>
                <w:szCs w:val="16"/>
                <w:lang w:eastAsia="cs-CZ"/>
              </w:rPr>
            </w:pPr>
          </w:p>
        </w:tc>
        <w:tc>
          <w:tcPr>
            <w:tcW w:w="7227" w:type="dxa"/>
            <w:shd w:val="clear" w:color="auto" w:fill="auto"/>
            <w:noWrap/>
            <w:vAlign w:val="center"/>
          </w:tcPr>
          <w:tbl>
            <w:tblPr>
              <w:tblW w:w="6873" w:type="dxa"/>
              <w:tblCellMar>
                <w:left w:w="70" w:type="dxa"/>
                <w:right w:w="70" w:type="dxa"/>
              </w:tblCellMar>
              <w:tblLook w:val="04A0" w:firstRow="1" w:lastRow="0" w:firstColumn="1" w:lastColumn="0" w:noHBand="0" w:noVBand="1"/>
            </w:tblPr>
            <w:tblGrid>
              <w:gridCol w:w="430"/>
              <w:gridCol w:w="827"/>
              <w:gridCol w:w="165"/>
              <w:gridCol w:w="5451"/>
            </w:tblGrid>
            <w:tr w:rsidR="00380C2C" w:rsidRPr="00380C2C" w14:paraId="6C7CEB5E" w14:textId="77777777" w:rsidTr="009D6F00">
              <w:trPr>
                <w:trHeight w:val="255"/>
              </w:trPr>
              <w:tc>
                <w:tcPr>
                  <w:tcW w:w="430" w:type="dxa"/>
                  <w:tcBorders>
                    <w:top w:val="nil"/>
                    <w:left w:val="nil"/>
                    <w:bottom w:val="nil"/>
                    <w:right w:val="nil"/>
                  </w:tcBorders>
                  <w:shd w:val="clear" w:color="auto" w:fill="auto"/>
                  <w:noWrap/>
                  <w:hideMark/>
                </w:tcPr>
                <w:p w14:paraId="679937A5"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48</w:t>
                  </w:r>
                </w:p>
              </w:tc>
              <w:tc>
                <w:tcPr>
                  <w:tcW w:w="827" w:type="dxa"/>
                  <w:tcBorders>
                    <w:top w:val="nil"/>
                    <w:left w:val="nil"/>
                    <w:bottom w:val="nil"/>
                    <w:right w:val="nil"/>
                  </w:tcBorders>
                  <w:shd w:val="clear" w:color="auto" w:fill="auto"/>
                  <w:noWrap/>
                  <w:hideMark/>
                </w:tcPr>
                <w:p w14:paraId="7BF89CDD"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422335</w:t>
                  </w:r>
                </w:p>
              </w:tc>
              <w:tc>
                <w:tcPr>
                  <w:tcW w:w="165" w:type="dxa"/>
                  <w:tcBorders>
                    <w:top w:val="nil"/>
                    <w:left w:val="nil"/>
                    <w:bottom w:val="nil"/>
                    <w:right w:val="nil"/>
                  </w:tcBorders>
                  <w:shd w:val="clear" w:color="auto" w:fill="auto"/>
                  <w:noWrap/>
                  <w:hideMark/>
                </w:tcPr>
                <w:p w14:paraId="0BA6C805" w14:textId="77777777" w:rsidR="00A41505" w:rsidRPr="00380C2C" w:rsidRDefault="00A41505" w:rsidP="009D6F00">
                  <w:pPr>
                    <w:spacing w:after="0" w:line="240" w:lineRule="auto"/>
                    <w:rPr>
                      <w:rFonts w:eastAsia="Times New Roman" w:cs="Times New Roman"/>
                      <w:sz w:val="16"/>
                      <w:szCs w:val="16"/>
                      <w:lang w:eastAsia="cs-CZ"/>
                    </w:rPr>
                  </w:pPr>
                </w:p>
              </w:tc>
              <w:tc>
                <w:tcPr>
                  <w:tcW w:w="5451" w:type="dxa"/>
                  <w:tcBorders>
                    <w:top w:val="nil"/>
                    <w:left w:val="nil"/>
                    <w:bottom w:val="nil"/>
                    <w:right w:val="nil"/>
                  </w:tcBorders>
                  <w:shd w:val="clear" w:color="auto" w:fill="auto"/>
                  <w:vAlign w:val="center"/>
                  <w:hideMark/>
                </w:tcPr>
                <w:p w14:paraId="18541381"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MOSTNÍ NOSNÉ TRÁM KONSTR Z PŘEDPJ BET DO C30/37</w:t>
                  </w:r>
                </w:p>
              </w:tc>
            </w:tr>
            <w:tr w:rsidR="00380C2C" w:rsidRPr="00380C2C" w14:paraId="570BE2B5" w14:textId="77777777" w:rsidTr="009D6F00">
              <w:trPr>
                <w:trHeight w:val="255"/>
              </w:trPr>
              <w:tc>
                <w:tcPr>
                  <w:tcW w:w="430" w:type="dxa"/>
                  <w:tcBorders>
                    <w:top w:val="nil"/>
                    <w:left w:val="nil"/>
                    <w:bottom w:val="nil"/>
                    <w:right w:val="nil"/>
                  </w:tcBorders>
                  <w:shd w:val="clear" w:color="auto" w:fill="auto"/>
                  <w:noWrap/>
                  <w:hideMark/>
                </w:tcPr>
                <w:p w14:paraId="0F5E5523"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49</w:t>
                  </w:r>
                </w:p>
              </w:tc>
              <w:tc>
                <w:tcPr>
                  <w:tcW w:w="827" w:type="dxa"/>
                  <w:tcBorders>
                    <w:top w:val="nil"/>
                    <w:left w:val="nil"/>
                    <w:bottom w:val="nil"/>
                    <w:right w:val="nil"/>
                  </w:tcBorders>
                  <w:shd w:val="clear" w:color="auto" w:fill="auto"/>
                  <w:noWrap/>
                  <w:hideMark/>
                </w:tcPr>
                <w:p w14:paraId="30F4C70E"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422365</w:t>
                  </w:r>
                </w:p>
              </w:tc>
              <w:tc>
                <w:tcPr>
                  <w:tcW w:w="165" w:type="dxa"/>
                  <w:tcBorders>
                    <w:top w:val="nil"/>
                    <w:left w:val="nil"/>
                    <w:bottom w:val="nil"/>
                    <w:right w:val="nil"/>
                  </w:tcBorders>
                  <w:shd w:val="clear" w:color="auto" w:fill="auto"/>
                  <w:noWrap/>
                  <w:hideMark/>
                </w:tcPr>
                <w:p w14:paraId="3985256D" w14:textId="77777777" w:rsidR="00A41505" w:rsidRPr="00380C2C" w:rsidRDefault="00A41505" w:rsidP="009D6F00">
                  <w:pPr>
                    <w:spacing w:after="0" w:line="240" w:lineRule="auto"/>
                    <w:rPr>
                      <w:rFonts w:eastAsia="Times New Roman" w:cs="Times New Roman"/>
                      <w:sz w:val="16"/>
                      <w:szCs w:val="16"/>
                      <w:lang w:eastAsia="cs-CZ"/>
                    </w:rPr>
                  </w:pPr>
                </w:p>
              </w:tc>
              <w:tc>
                <w:tcPr>
                  <w:tcW w:w="5451" w:type="dxa"/>
                  <w:tcBorders>
                    <w:top w:val="nil"/>
                    <w:left w:val="nil"/>
                    <w:bottom w:val="nil"/>
                    <w:right w:val="nil"/>
                  </w:tcBorders>
                  <w:shd w:val="clear" w:color="auto" w:fill="auto"/>
                  <w:vAlign w:val="center"/>
                  <w:hideMark/>
                </w:tcPr>
                <w:p w14:paraId="43F9890F"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TRÁMOVÉ KONSTRUKCE Z OCELI 10505, B500B</w:t>
                  </w:r>
                </w:p>
              </w:tc>
            </w:tr>
            <w:tr w:rsidR="00380C2C" w:rsidRPr="00380C2C" w14:paraId="3A7482FE" w14:textId="77777777" w:rsidTr="009D6F00">
              <w:trPr>
                <w:trHeight w:val="255"/>
              </w:trPr>
              <w:tc>
                <w:tcPr>
                  <w:tcW w:w="430" w:type="dxa"/>
                  <w:tcBorders>
                    <w:top w:val="nil"/>
                    <w:left w:val="nil"/>
                    <w:bottom w:val="nil"/>
                    <w:right w:val="nil"/>
                  </w:tcBorders>
                  <w:shd w:val="clear" w:color="auto" w:fill="auto"/>
                  <w:noWrap/>
                  <w:hideMark/>
                </w:tcPr>
                <w:p w14:paraId="7E0526EC"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50</w:t>
                  </w:r>
                </w:p>
              </w:tc>
              <w:tc>
                <w:tcPr>
                  <w:tcW w:w="827" w:type="dxa"/>
                  <w:tcBorders>
                    <w:top w:val="nil"/>
                    <w:left w:val="nil"/>
                    <w:bottom w:val="nil"/>
                    <w:right w:val="nil"/>
                  </w:tcBorders>
                  <w:shd w:val="clear" w:color="auto" w:fill="auto"/>
                  <w:noWrap/>
                  <w:hideMark/>
                </w:tcPr>
                <w:p w14:paraId="26B31E87"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42237</w:t>
                  </w:r>
                </w:p>
              </w:tc>
              <w:tc>
                <w:tcPr>
                  <w:tcW w:w="165" w:type="dxa"/>
                  <w:tcBorders>
                    <w:top w:val="nil"/>
                    <w:left w:val="nil"/>
                    <w:bottom w:val="nil"/>
                    <w:right w:val="nil"/>
                  </w:tcBorders>
                  <w:shd w:val="clear" w:color="auto" w:fill="auto"/>
                  <w:noWrap/>
                </w:tcPr>
                <w:p w14:paraId="40A6DF02" w14:textId="77777777" w:rsidR="00A41505" w:rsidRPr="00380C2C" w:rsidRDefault="00A41505" w:rsidP="009D6F00">
                  <w:pPr>
                    <w:spacing w:after="0" w:line="240" w:lineRule="auto"/>
                    <w:rPr>
                      <w:rFonts w:eastAsia="Times New Roman" w:cs="Times New Roman"/>
                      <w:sz w:val="16"/>
                      <w:szCs w:val="16"/>
                      <w:lang w:eastAsia="cs-CZ"/>
                    </w:rPr>
                  </w:pPr>
                </w:p>
              </w:tc>
              <w:tc>
                <w:tcPr>
                  <w:tcW w:w="5451" w:type="dxa"/>
                  <w:tcBorders>
                    <w:top w:val="nil"/>
                    <w:left w:val="nil"/>
                    <w:bottom w:val="nil"/>
                    <w:right w:val="nil"/>
                  </w:tcBorders>
                  <w:shd w:val="clear" w:color="auto" w:fill="auto"/>
                  <w:vAlign w:val="center"/>
                  <w:hideMark/>
                </w:tcPr>
                <w:p w14:paraId="5CC631E2"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NOSNÉ TRÁMOVÉ KONSTR PŘEDPÍNACÍ</w:t>
                  </w:r>
                </w:p>
              </w:tc>
            </w:tr>
            <w:tr w:rsidR="00380C2C" w:rsidRPr="00380C2C" w14:paraId="3F4CF84B" w14:textId="77777777" w:rsidTr="009D6F00">
              <w:trPr>
                <w:trHeight w:val="255"/>
              </w:trPr>
              <w:tc>
                <w:tcPr>
                  <w:tcW w:w="430" w:type="dxa"/>
                  <w:tcBorders>
                    <w:top w:val="nil"/>
                    <w:left w:val="nil"/>
                    <w:bottom w:val="nil"/>
                    <w:right w:val="nil"/>
                  </w:tcBorders>
                  <w:shd w:val="clear" w:color="auto" w:fill="auto"/>
                  <w:noWrap/>
                  <w:hideMark/>
                </w:tcPr>
                <w:p w14:paraId="22D22696"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51</w:t>
                  </w:r>
                </w:p>
              </w:tc>
              <w:tc>
                <w:tcPr>
                  <w:tcW w:w="827" w:type="dxa"/>
                  <w:tcBorders>
                    <w:top w:val="nil"/>
                    <w:left w:val="nil"/>
                    <w:bottom w:val="nil"/>
                    <w:right w:val="nil"/>
                  </w:tcBorders>
                  <w:shd w:val="clear" w:color="auto" w:fill="auto"/>
                  <w:noWrap/>
                  <w:hideMark/>
                </w:tcPr>
                <w:p w14:paraId="731F19F0"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42237</w:t>
                  </w:r>
                </w:p>
              </w:tc>
              <w:tc>
                <w:tcPr>
                  <w:tcW w:w="165" w:type="dxa"/>
                  <w:tcBorders>
                    <w:top w:val="nil"/>
                    <w:left w:val="nil"/>
                    <w:bottom w:val="nil"/>
                    <w:right w:val="nil"/>
                  </w:tcBorders>
                  <w:shd w:val="clear" w:color="auto" w:fill="auto"/>
                  <w:noWrap/>
                </w:tcPr>
                <w:p w14:paraId="0B32F70A" w14:textId="77777777" w:rsidR="00A41505" w:rsidRPr="00380C2C" w:rsidRDefault="00A41505" w:rsidP="009D6F00">
                  <w:pPr>
                    <w:spacing w:after="0" w:line="240" w:lineRule="auto"/>
                    <w:rPr>
                      <w:rFonts w:eastAsia="Times New Roman" w:cs="Times New Roman"/>
                      <w:sz w:val="16"/>
                      <w:szCs w:val="16"/>
                      <w:lang w:eastAsia="cs-CZ"/>
                    </w:rPr>
                  </w:pPr>
                </w:p>
              </w:tc>
              <w:tc>
                <w:tcPr>
                  <w:tcW w:w="5451" w:type="dxa"/>
                  <w:tcBorders>
                    <w:top w:val="nil"/>
                    <w:left w:val="nil"/>
                    <w:bottom w:val="nil"/>
                    <w:right w:val="nil"/>
                  </w:tcBorders>
                  <w:shd w:val="clear" w:color="auto" w:fill="auto"/>
                  <w:vAlign w:val="center"/>
                  <w:hideMark/>
                </w:tcPr>
                <w:p w14:paraId="3D3BEF02" w14:textId="77777777" w:rsidR="00A41505" w:rsidRPr="00380C2C" w:rsidRDefault="00A41505" w:rsidP="009D6F00">
                  <w:pPr>
                    <w:spacing w:after="0" w:line="240" w:lineRule="auto"/>
                    <w:rPr>
                      <w:rFonts w:eastAsia="Times New Roman" w:cs="Times New Roman"/>
                      <w:sz w:val="16"/>
                      <w:szCs w:val="16"/>
                      <w:lang w:eastAsia="cs-CZ"/>
                    </w:rPr>
                  </w:pPr>
                  <w:r w:rsidRPr="00380C2C">
                    <w:rPr>
                      <w:rFonts w:eastAsia="Times New Roman" w:cs="Times New Roman"/>
                      <w:sz w:val="16"/>
                      <w:szCs w:val="16"/>
                      <w:lang w:eastAsia="cs-CZ"/>
                    </w:rPr>
                    <w:t>VÝZTUŽ MOSTNÍ NOSNÉ TRÁMOVÉ KONSTR PŘEDPÍNACÍ</w:t>
                  </w:r>
                </w:p>
              </w:tc>
            </w:tr>
          </w:tbl>
          <w:p w14:paraId="06DE238D" w14:textId="77777777" w:rsidR="00A41505" w:rsidRPr="00380C2C" w:rsidRDefault="00A41505" w:rsidP="009D6F00">
            <w:pPr>
              <w:spacing w:after="0" w:line="240" w:lineRule="auto"/>
              <w:rPr>
                <w:rFonts w:eastAsia="Times New Roman" w:cs="Arial"/>
                <w:sz w:val="16"/>
                <w:szCs w:val="16"/>
                <w:lang w:eastAsia="cs-CZ"/>
              </w:rPr>
            </w:pPr>
          </w:p>
        </w:tc>
      </w:tr>
      <w:tr w:rsidR="00380C2C" w:rsidRPr="00380C2C" w14:paraId="6D173485" w14:textId="77777777" w:rsidTr="00A41505">
        <w:trPr>
          <w:trHeight w:val="297"/>
        </w:trPr>
        <w:tc>
          <w:tcPr>
            <w:tcW w:w="1418" w:type="dxa"/>
            <w:shd w:val="clear" w:color="auto" w:fill="auto"/>
            <w:noWrap/>
            <w:vAlign w:val="center"/>
          </w:tcPr>
          <w:p w14:paraId="7C190FFB" w14:textId="77777777" w:rsidR="00380C2C" w:rsidRPr="00380C2C" w:rsidRDefault="00380C2C" w:rsidP="00380C2C">
            <w:pPr>
              <w:spacing w:after="0" w:line="240" w:lineRule="auto"/>
              <w:rPr>
                <w:rFonts w:eastAsia="Times New Roman" w:cs="Arial"/>
                <w:sz w:val="16"/>
                <w:szCs w:val="16"/>
                <w:lang w:eastAsia="cs-CZ"/>
              </w:rPr>
            </w:pPr>
            <w:r w:rsidRPr="00380C2C">
              <w:rPr>
                <w:rFonts w:eastAsia="Times New Roman" w:cs="Arial"/>
                <w:sz w:val="16"/>
                <w:szCs w:val="16"/>
                <w:lang w:eastAsia="cs-CZ"/>
              </w:rPr>
              <w:t>SO 01-61-01.0</w:t>
            </w:r>
          </w:p>
        </w:tc>
        <w:tc>
          <w:tcPr>
            <w:tcW w:w="7227" w:type="dxa"/>
            <w:shd w:val="clear" w:color="auto" w:fill="auto"/>
            <w:noWrap/>
            <w:vAlign w:val="center"/>
          </w:tcPr>
          <w:p w14:paraId="1F199982" w14:textId="77777777" w:rsidR="00380C2C" w:rsidRPr="00380C2C" w:rsidRDefault="00380C2C" w:rsidP="00380C2C">
            <w:pPr>
              <w:tabs>
                <w:tab w:val="left" w:pos="0"/>
              </w:tabs>
              <w:spacing w:after="0" w:line="240" w:lineRule="auto"/>
              <w:ind w:right="213"/>
              <w:rPr>
                <w:rFonts w:eastAsia="Times New Roman" w:cs="Arial"/>
                <w:sz w:val="16"/>
                <w:szCs w:val="16"/>
                <w:lang w:eastAsia="cs-CZ"/>
              </w:rPr>
            </w:pPr>
            <w:r w:rsidRPr="00380C2C">
              <w:rPr>
                <w:rFonts w:eastAsia="Times New Roman" w:cs="Arial"/>
                <w:sz w:val="16"/>
                <w:szCs w:val="16"/>
                <w:lang w:eastAsia="cs-CZ"/>
              </w:rPr>
              <w:t>ŽST Praha-Bubny, architektonicko-stavební řešení, konst</w:t>
            </w:r>
            <w:bookmarkStart w:id="13" w:name="_GoBack"/>
            <w:bookmarkEnd w:id="13"/>
            <w:r w:rsidRPr="00380C2C">
              <w:rPr>
                <w:rFonts w:eastAsia="Times New Roman" w:cs="Arial"/>
                <w:sz w:val="16"/>
                <w:szCs w:val="16"/>
                <w:lang w:eastAsia="cs-CZ"/>
              </w:rPr>
              <w:t xml:space="preserve">rukční část </w:t>
            </w:r>
          </w:p>
          <w:p w14:paraId="3422C820" w14:textId="77777777" w:rsidR="00380C2C" w:rsidRPr="00380C2C" w:rsidRDefault="00380C2C" w:rsidP="00380C2C">
            <w:pPr>
              <w:spacing w:after="0" w:line="240" w:lineRule="auto"/>
              <w:ind w:right="2206"/>
              <w:rPr>
                <w:rFonts w:eastAsia="Times New Roman" w:cs="Arial"/>
                <w:b/>
                <w:sz w:val="16"/>
                <w:szCs w:val="16"/>
                <w:lang w:eastAsia="cs-CZ"/>
              </w:rPr>
            </w:pPr>
            <w:r w:rsidRPr="00380C2C">
              <w:rPr>
                <w:rFonts w:eastAsia="Times New Roman" w:cs="Arial"/>
                <w:sz w:val="16"/>
                <w:szCs w:val="16"/>
                <w:lang w:eastAsia="cs-CZ"/>
              </w:rPr>
              <w:t xml:space="preserve">– </w:t>
            </w:r>
            <w:r w:rsidRPr="00380C2C">
              <w:rPr>
                <w:rFonts w:eastAsia="Times New Roman" w:cs="Arial"/>
                <w:b/>
                <w:sz w:val="16"/>
                <w:szCs w:val="16"/>
                <w:lang w:eastAsia="cs-CZ"/>
              </w:rPr>
              <w:t>konkrétně tyto položky soupisu prací:</w:t>
            </w:r>
          </w:p>
          <w:tbl>
            <w:tblPr>
              <w:tblW w:w="6584" w:type="dxa"/>
              <w:tblCellMar>
                <w:left w:w="70" w:type="dxa"/>
                <w:right w:w="70" w:type="dxa"/>
              </w:tblCellMar>
              <w:tblLook w:val="04A0" w:firstRow="1" w:lastRow="0" w:firstColumn="1" w:lastColumn="0" w:noHBand="0" w:noVBand="1"/>
            </w:tblPr>
            <w:tblGrid>
              <w:gridCol w:w="344"/>
              <w:gridCol w:w="1056"/>
              <w:gridCol w:w="160"/>
              <w:gridCol w:w="5024"/>
            </w:tblGrid>
            <w:tr w:rsidR="00380C2C" w:rsidRPr="00380C2C" w14:paraId="112CBE21" w14:textId="77777777" w:rsidTr="009D6F00">
              <w:trPr>
                <w:trHeight w:val="255"/>
              </w:trPr>
              <w:tc>
                <w:tcPr>
                  <w:tcW w:w="344" w:type="dxa"/>
                  <w:tcBorders>
                    <w:top w:val="nil"/>
                    <w:left w:val="nil"/>
                    <w:bottom w:val="nil"/>
                    <w:right w:val="nil"/>
                  </w:tcBorders>
                  <w:shd w:val="clear" w:color="auto" w:fill="auto"/>
                  <w:noWrap/>
                  <w:hideMark/>
                </w:tcPr>
                <w:p w14:paraId="35643A6F" w14:textId="77777777" w:rsidR="00380C2C" w:rsidRPr="00380C2C" w:rsidRDefault="00380C2C" w:rsidP="00380C2C">
                  <w:pPr>
                    <w:spacing w:after="0" w:line="240" w:lineRule="auto"/>
                    <w:rPr>
                      <w:rFonts w:eastAsia="Times New Roman" w:cs="Arial"/>
                      <w:sz w:val="16"/>
                      <w:szCs w:val="16"/>
                      <w:lang w:eastAsia="cs-CZ"/>
                    </w:rPr>
                  </w:pPr>
                  <w:r w:rsidRPr="00380C2C">
                    <w:rPr>
                      <w:rFonts w:eastAsia="Times New Roman" w:cs="Arial"/>
                      <w:sz w:val="16"/>
                      <w:szCs w:val="16"/>
                      <w:lang w:eastAsia="cs-CZ"/>
                    </w:rPr>
                    <w:t>17</w:t>
                  </w:r>
                </w:p>
              </w:tc>
              <w:tc>
                <w:tcPr>
                  <w:tcW w:w="1005" w:type="dxa"/>
                  <w:tcBorders>
                    <w:top w:val="nil"/>
                    <w:left w:val="nil"/>
                    <w:bottom w:val="nil"/>
                    <w:right w:val="nil"/>
                  </w:tcBorders>
                  <w:shd w:val="clear" w:color="auto" w:fill="auto"/>
                  <w:noWrap/>
                  <w:hideMark/>
                </w:tcPr>
                <w:p w14:paraId="612280C0" w14:textId="77777777" w:rsidR="00380C2C" w:rsidRPr="00380C2C" w:rsidRDefault="00380C2C" w:rsidP="00380C2C">
                  <w:pPr>
                    <w:spacing w:after="0" w:line="240" w:lineRule="auto"/>
                    <w:rPr>
                      <w:rFonts w:eastAsia="Times New Roman" w:cs="Arial"/>
                      <w:sz w:val="16"/>
                      <w:szCs w:val="16"/>
                      <w:lang w:eastAsia="cs-CZ"/>
                    </w:rPr>
                  </w:pPr>
                  <w:r w:rsidRPr="00380C2C">
                    <w:rPr>
                      <w:rFonts w:eastAsia="Times New Roman" w:cs="Arial"/>
                      <w:sz w:val="16"/>
                      <w:szCs w:val="16"/>
                      <w:lang w:eastAsia="cs-CZ"/>
                    </w:rPr>
                    <w:t>273322811</w:t>
                  </w:r>
                </w:p>
              </w:tc>
              <w:tc>
                <w:tcPr>
                  <w:tcW w:w="160" w:type="dxa"/>
                  <w:tcBorders>
                    <w:top w:val="nil"/>
                    <w:left w:val="nil"/>
                    <w:bottom w:val="nil"/>
                    <w:right w:val="nil"/>
                  </w:tcBorders>
                  <w:shd w:val="clear" w:color="auto" w:fill="auto"/>
                  <w:noWrap/>
                  <w:hideMark/>
                </w:tcPr>
                <w:p w14:paraId="03B22A15" w14:textId="77777777" w:rsidR="00380C2C" w:rsidRPr="00380C2C" w:rsidRDefault="00380C2C" w:rsidP="00380C2C">
                  <w:pPr>
                    <w:spacing w:after="0" w:line="240" w:lineRule="auto"/>
                    <w:rPr>
                      <w:rFonts w:eastAsia="Times New Roman" w:cs="Arial"/>
                      <w:sz w:val="16"/>
                      <w:szCs w:val="16"/>
                      <w:lang w:eastAsia="cs-CZ"/>
                    </w:rPr>
                  </w:pPr>
                </w:p>
              </w:tc>
              <w:tc>
                <w:tcPr>
                  <w:tcW w:w="5075" w:type="dxa"/>
                  <w:tcBorders>
                    <w:top w:val="nil"/>
                    <w:left w:val="nil"/>
                    <w:bottom w:val="nil"/>
                    <w:right w:val="nil"/>
                  </w:tcBorders>
                  <w:shd w:val="clear" w:color="auto" w:fill="auto"/>
                  <w:vAlign w:val="center"/>
                  <w:hideMark/>
                </w:tcPr>
                <w:p w14:paraId="6505236B" w14:textId="77777777" w:rsidR="00380C2C" w:rsidRPr="00380C2C" w:rsidRDefault="00380C2C" w:rsidP="00380C2C">
                  <w:pPr>
                    <w:spacing w:after="0" w:line="240" w:lineRule="auto"/>
                    <w:rPr>
                      <w:rFonts w:eastAsia="Times New Roman" w:cs="Arial"/>
                      <w:sz w:val="16"/>
                      <w:szCs w:val="16"/>
                      <w:lang w:eastAsia="cs-CZ"/>
                    </w:rPr>
                  </w:pPr>
                  <w:r w:rsidRPr="00380C2C">
                    <w:rPr>
                      <w:rFonts w:eastAsia="Times New Roman" w:cs="Arial"/>
                      <w:sz w:val="16"/>
                      <w:szCs w:val="16"/>
                      <w:lang w:eastAsia="cs-CZ"/>
                    </w:rPr>
                    <w:t>Základové desky ze ŽB se zvýšenými nároky na prostředí tř. C 40/50-XC2-XA2</w:t>
                  </w:r>
                </w:p>
              </w:tc>
            </w:tr>
          </w:tbl>
          <w:p w14:paraId="21A90AFC" w14:textId="07994C87" w:rsidR="00380C2C" w:rsidRPr="00380C2C" w:rsidRDefault="00380C2C" w:rsidP="00380C2C">
            <w:pPr>
              <w:spacing w:after="0" w:line="240" w:lineRule="auto"/>
              <w:rPr>
                <w:rFonts w:eastAsia="Times New Roman" w:cs="Arial"/>
                <w:sz w:val="16"/>
                <w:szCs w:val="16"/>
                <w:lang w:eastAsia="cs-CZ"/>
              </w:rPr>
            </w:pPr>
          </w:p>
        </w:tc>
      </w:tr>
      <w:tr w:rsidR="00380C2C" w:rsidRPr="00380C2C" w14:paraId="25894301" w14:textId="77777777" w:rsidTr="00A41505">
        <w:trPr>
          <w:trHeight w:val="297"/>
        </w:trPr>
        <w:tc>
          <w:tcPr>
            <w:tcW w:w="1418" w:type="dxa"/>
            <w:shd w:val="clear" w:color="auto" w:fill="auto"/>
            <w:noWrap/>
            <w:vAlign w:val="center"/>
          </w:tcPr>
          <w:p w14:paraId="2E46BD64" w14:textId="77777777" w:rsidR="00380C2C" w:rsidRPr="00380C2C" w:rsidRDefault="00380C2C" w:rsidP="00380C2C">
            <w:pPr>
              <w:spacing w:after="0" w:line="240" w:lineRule="auto"/>
              <w:rPr>
                <w:rFonts w:eastAsia="Times New Roman" w:cs="Arial"/>
                <w:sz w:val="16"/>
                <w:szCs w:val="16"/>
                <w:lang w:eastAsia="cs-CZ"/>
              </w:rPr>
            </w:pPr>
          </w:p>
        </w:tc>
        <w:tc>
          <w:tcPr>
            <w:tcW w:w="7227" w:type="dxa"/>
            <w:shd w:val="clear" w:color="auto" w:fill="auto"/>
            <w:noWrap/>
            <w:vAlign w:val="center"/>
          </w:tcPr>
          <w:tbl>
            <w:tblPr>
              <w:tblW w:w="7019" w:type="dxa"/>
              <w:tblCellMar>
                <w:left w:w="70" w:type="dxa"/>
                <w:right w:w="70" w:type="dxa"/>
              </w:tblCellMar>
              <w:tblLook w:val="04A0" w:firstRow="1" w:lastRow="0" w:firstColumn="1" w:lastColumn="0" w:noHBand="0" w:noVBand="1"/>
            </w:tblPr>
            <w:tblGrid>
              <w:gridCol w:w="344"/>
              <w:gridCol w:w="1056"/>
              <w:gridCol w:w="160"/>
              <w:gridCol w:w="5459"/>
            </w:tblGrid>
            <w:tr w:rsidR="00380C2C" w:rsidRPr="00380C2C" w14:paraId="26511427" w14:textId="77777777" w:rsidTr="009D6F00">
              <w:trPr>
                <w:trHeight w:val="255"/>
              </w:trPr>
              <w:tc>
                <w:tcPr>
                  <w:tcW w:w="344" w:type="dxa"/>
                  <w:tcBorders>
                    <w:top w:val="nil"/>
                    <w:left w:val="nil"/>
                    <w:bottom w:val="nil"/>
                    <w:right w:val="nil"/>
                  </w:tcBorders>
                  <w:shd w:val="clear" w:color="auto" w:fill="auto"/>
                  <w:noWrap/>
                  <w:hideMark/>
                </w:tcPr>
                <w:p w14:paraId="55CBA1A2"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20</w:t>
                  </w:r>
                </w:p>
              </w:tc>
              <w:tc>
                <w:tcPr>
                  <w:tcW w:w="1056" w:type="dxa"/>
                  <w:tcBorders>
                    <w:top w:val="nil"/>
                    <w:left w:val="nil"/>
                    <w:bottom w:val="nil"/>
                    <w:right w:val="nil"/>
                  </w:tcBorders>
                  <w:shd w:val="clear" w:color="auto" w:fill="auto"/>
                  <w:noWrap/>
                  <w:hideMark/>
                </w:tcPr>
                <w:p w14:paraId="0004AEC7"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273361821</w:t>
                  </w:r>
                </w:p>
              </w:tc>
              <w:tc>
                <w:tcPr>
                  <w:tcW w:w="160" w:type="dxa"/>
                  <w:tcBorders>
                    <w:top w:val="nil"/>
                    <w:left w:val="nil"/>
                    <w:bottom w:val="nil"/>
                    <w:right w:val="nil"/>
                  </w:tcBorders>
                  <w:shd w:val="clear" w:color="auto" w:fill="auto"/>
                  <w:noWrap/>
                  <w:hideMark/>
                </w:tcPr>
                <w:p w14:paraId="4EB1C37C" w14:textId="77777777" w:rsidR="00380C2C" w:rsidRPr="00380C2C" w:rsidRDefault="00380C2C" w:rsidP="00380C2C">
                  <w:pPr>
                    <w:spacing w:after="0" w:line="240" w:lineRule="auto"/>
                    <w:rPr>
                      <w:rFonts w:ascii="Verdana" w:eastAsia="Times New Roman" w:hAnsi="Verdana" w:cs="Arial"/>
                      <w:sz w:val="16"/>
                      <w:szCs w:val="16"/>
                      <w:lang w:eastAsia="cs-CZ"/>
                    </w:rPr>
                  </w:pPr>
                </w:p>
              </w:tc>
              <w:tc>
                <w:tcPr>
                  <w:tcW w:w="5459" w:type="dxa"/>
                  <w:tcBorders>
                    <w:top w:val="nil"/>
                    <w:left w:val="nil"/>
                    <w:bottom w:val="nil"/>
                    <w:right w:val="nil"/>
                  </w:tcBorders>
                  <w:shd w:val="clear" w:color="auto" w:fill="auto"/>
                  <w:vAlign w:val="center"/>
                  <w:hideMark/>
                </w:tcPr>
                <w:p w14:paraId="14A558EC"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Výztuž základových desek betonářskou ocelí 10 505</w:t>
                  </w:r>
                </w:p>
              </w:tc>
            </w:tr>
            <w:tr w:rsidR="00380C2C" w:rsidRPr="00380C2C" w14:paraId="1C2B4C57" w14:textId="77777777" w:rsidTr="009D6F00">
              <w:trPr>
                <w:trHeight w:val="255"/>
              </w:trPr>
              <w:tc>
                <w:tcPr>
                  <w:tcW w:w="344" w:type="dxa"/>
                  <w:tcBorders>
                    <w:top w:val="nil"/>
                    <w:left w:val="nil"/>
                    <w:bottom w:val="nil"/>
                    <w:right w:val="nil"/>
                  </w:tcBorders>
                  <w:shd w:val="clear" w:color="auto" w:fill="auto"/>
                  <w:noWrap/>
                  <w:hideMark/>
                </w:tcPr>
                <w:p w14:paraId="0F7EDB69"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37</w:t>
                  </w:r>
                </w:p>
              </w:tc>
              <w:tc>
                <w:tcPr>
                  <w:tcW w:w="1056" w:type="dxa"/>
                  <w:tcBorders>
                    <w:top w:val="nil"/>
                    <w:left w:val="nil"/>
                    <w:bottom w:val="nil"/>
                    <w:right w:val="nil"/>
                  </w:tcBorders>
                  <w:shd w:val="clear" w:color="auto" w:fill="auto"/>
                  <w:noWrap/>
                  <w:hideMark/>
                </w:tcPr>
                <w:p w14:paraId="10B40A50"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311321818</w:t>
                  </w:r>
                </w:p>
              </w:tc>
              <w:tc>
                <w:tcPr>
                  <w:tcW w:w="160" w:type="dxa"/>
                  <w:tcBorders>
                    <w:top w:val="nil"/>
                    <w:left w:val="nil"/>
                    <w:bottom w:val="nil"/>
                    <w:right w:val="nil"/>
                  </w:tcBorders>
                  <w:shd w:val="clear" w:color="auto" w:fill="auto"/>
                  <w:noWrap/>
                  <w:hideMark/>
                </w:tcPr>
                <w:p w14:paraId="65FC5742" w14:textId="77777777" w:rsidR="00380C2C" w:rsidRPr="00380C2C" w:rsidRDefault="00380C2C" w:rsidP="00380C2C">
                  <w:pPr>
                    <w:spacing w:after="0" w:line="240" w:lineRule="auto"/>
                    <w:rPr>
                      <w:rFonts w:ascii="Verdana" w:eastAsia="Times New Roman" w:hAnsi="Verdana" w:cs="Arial"/>
                      <w:sz w:val="16"/>
                      <w:szCs w:val="16"/>
                      <w:lang w:eastAsia="cs-CZ"/>
                    </w:rPr>
                  </w:pPr>
                </w:p>
              </w:tc>
              <w:tc>
                <w:tcPr>
                  <w:tcW w:w="5459" w:type="dxa"/>
                  <w:tcBorders>
                    <w:top w:val="nil"/>
                    <w:left w:val="nil"/>
                    <w:bottom w:val="nil"/>
                    <w:right w:val="nil"/>
                  </w:tcBorders>
                  <w:shd w:val="clear" w:color="auto" w:fill="auto"/>
                  <w:vAlign w:val="center"/>
                  <w:hideMark/>
                </w:tcPr>
                <w:p w14:paraId="1CAC61A9"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Nosná zeď ze ŽB pohledového tř. C 40/50-XC1</w:t>
                  </w:r>
                </w:p>
              </w:tc>
            </w:tr>
            <w:tr w:rsidR="00380C2C" w:rsidRPr="00380C2C" w14:paraId="6CF716E1" w14:textId="77777777" w:rsidTr="009D6F00">
              <w:trPr>
                <w:trHeight w:val="255"/>
              </w:trPr>
              <w:tc>
                <w:tcPr>
                  <w:tcW w:w="344" w:type="dxa"/>
                  <w:tcBorders>
                    <w:top w:val="nil"/>
                    <w:left w:val="nil"/>
                    <w:bottom w:val="nil"/>
                    <w:right w:val="nil"/>
                  </w:tcBorders>
                  <w:shd w:val="clear" w:color="auto" w:fill="auto"/>
                  <w:noWrap/>
                  <w:hideMark/>
                </w:tcPr>
                <w:p w14:paraId="441C6512"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43</w:t>
                  </w:r>
                </w:p>
              </w:tc>
              <w:tc>
                <w:tcPr>
                  <w:tcW w:w="1056" w:type="dxa"/>
                  <w:tcBorders>
                    <w:top w:val="nil"/>
                    <w:left w:val="nil"/>
                    <w:bottom w:val="nil"/>
                    <w:right w:val="nil"/>
                  </w:tcBorders>
                  <w:shd w:val="clear" w:color="auto" w:fill="auto"/>
                  <w:noWrap/>
                  <w:hideMark/>
                </w:tcPr>
                <w:p w14:paraId="105E379D"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311361821</w:t>
                  </w:r>
                </w:p>
              </w:tc>
              <w:tc>
                <w:tcPr>
                  <w:tcW w:w="160" w:type="dxa"/>
                  <w:tcBorders>
                    <w:top w:val="nil"/>
                    <w:left w:val="nil"/>
                    <w:bottom w:val="nil"/>
                    <w:right w:val="nil"/>
                  </w:tcBorders>
                  <w:shd w:val="clear" w:color="auto" w:fill="auto"/>
                  <w:noWrap/>
                  <w:hideMark/>
                </w:tcPr>
                <w:p w14:paraId="09882DDF" w14:textId="77777777" w:rsidR="00380C2C" w:rsidRPr="00380C2C" w:rsidRDefault="00380C2C" w:rsidP="00380C2C">
                  <w:pPr>
                    <w:spacing w:after="0" w:line="240" w:lineRule="auto"/>
                    <w:rPr>
                      <w:rFonts w:ascii="Verdana" w:eastAsia="Times New Roman" w:hAnsi="Verdana" w:cs="Arial"/>
                      <w:sz w:val="16"/>
                      <w:szCs w:val="16"/>
                      <w:lang w:eastAsia="cs-CZ"/>
                    </w:rPr>
                  </w:pPr>
                </w:p>
              </w:tc>
              <w:tc>
                <w:tcPr>
                  <w:tcW w:w="5459" w:type="dxa"/>
                  <w:tcBorders>
                    <w:top w:val="nil"/>
                    <w:left w:val="nil"/>
                    <w:bottom w:val="nil"/>
                    <w:right w:val="nil"/>
                  </w:tcBorders>
                  <w:shd w:val="clear" w:color="auto" w:fill="auto"/>
                  <w:vAlign w:val="center"/>
                  <w:hideMark/>
                </w:tcPr>
                <w:p w14:paraId="48548174"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Výztuž nosných zdí betonářskou ocelí 10 505</w:t>
                  </w:r>
                </w:p>
              </w:tc>
            </w:tr>
            <w:tr w:rsidR="00380C2C" w:rsidRPr="00380C2C" w14:paraId="0579B868" w14:textId="77777777" w:rsidTr="009D6F00">
              <w:trPr>
                <w:trHeight w:val="255"/>
              </w:trPr>
              <w:tc>
                <w:tcPr>
                  <w:tcW w:w="344" w:type="dxa"/>
                  <w:tcBorders>
                    <w:top w:val="nil"/>
                    <w:left w:val="nil"/>
                    <w:bottom w:val="nil"/>
                    <w:right w:val="nil"/>
                  </w:tcBorders>
                  <w:shd w:val="clear" w:color="auto" w:fill="auto"/>
                  <w:noWrap/>
                  <w:hideMark/>
                </w:tcPr>
                <w:p w14:paraId="5E35AA7A"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70</w:t>
                  </w:r>
                </w:p>
              </w:tc>
              <w:tc>
                <w:tcPr>
                  <w:tcW w:w="1056" w:type="dxa"/>
                  <w:tcBorders>
                    <w:top w:val="nil"/>
                    <w:left w:val="nil"/>
                    <w:bottom w:val="nil"/>
                    <w:right w:val="nil"/>
                  </w:tcBorders>
                  <w:shd w:val="clear" w:color="auto" w:fill="auto"/>
                  <w:noWrap/>
                  <w:hideMark/>
                </w:tcPr>
                <w:p w14:paraId="4BD9E429"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411324646</w:t>
                  </w:r>
                </w:p>
              </w:tc>
              <w:tc>
                <w:tcPr>
                  <w:tcW w:w="160" w:type="dxa"/>
                  <w:tcBorders>
                    <w:top w:val="nil"/>
                    <w:left w:val="nil"/>
                    <w:bottom w:val="nil"/>
                    <w:right w:val="nil"/>
                  </w:tcBorders>
                  <w:shd w:val="clear" w:color="auto" w:fill="auto"/>
                  <w:noWrap/>
                  <w:hideMark/>
                </w:tcPr>
                <w:p w14:paraId="0112CA92" w14:textId="77777777" w:rsidR="00380C2C" w:rsidRPr="00380C2C" w:rsidRDefault="00380C2C" w:rsidP="00380C2C">
                  <w:pPr>
                    <w:spacing w:after="0" w:line="240" w:lineRule="auto"/>
                    <w:rPr>
                      <w:rFonts w:ascii="Verdana" w:eastAsia="Times New Roman" w:hAnsi="Verdana" w:cs="Arial"/>
                      <w:sz w:val="16"/>
                      <w:szCs w:val="16"/>
                      <w:lang w:eastAsia="cs-CZ"/>
                    </w:rPr>
                  </w:pPr>
                </w:p>
              </w:tc>
              <w:tc>
                <w:tcPr>
                  <w:tcW w:w="5459" w:type="dxa"/>
                  <w:tcBorders>
                    <w:top w:val="nil"/>
                    <w:left w:val="nil"/>
                    <w:bottom w:val="nil"/>
                    <w:right w:val="nil"/>
                  </w:tcBorders>
                  <w:shd w:val="clear" w:color="auto" w:fill="auto"/>
                  <w:vAlign w:val="center"/>
                  <w:hideMark/>
                </w:tcPr>
                <w:p w14:paraId="48F1F611"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Stropy deskové ze ŽB pohledového tř. C 30/37-XC3-XF3</w:t>
                  </w:r>
                </w:p>
              </w:tc>
            </w:tr>
            <w:tr w:rsidR="00380C2C" w:rsidRPr="00380C2C" w14:paraId="39F791AB" w14:textId="77777777" w:rsidTr="009D6F00">
              <w:trPr>
                <w:trHeight w:val="255"/>
              </w:trPr>
              <w:tc>
                <w:tcPr>
                  <w:tcW w:w="344" w:type="dxa"/>
                  <w:tcBorders>
                    <w:top w:val="nil"/>
                    <w:left w:val="nil"/>
                    <w:bottom w:val="nil"/>
                    <w:right w:val="nil"/>
                  </w:tcBorders>
                  <w:shd w:val="clear" w:color="auto" w:fill="auto"/>
                  <w:noWrap/>
                  <w:hideMark/>
                </w:tcPr>
                <w:p w14:paraId="29A41EA3"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80</w:t>
                  </w:r>
                </w:p>
              </w:tc>
              <w:tc>
                <w:tcPr>
                  <w:tcW w:w="1056" w:type="dxa"/>
                  <w:tcBorders>
                    <w:top w:val="nil"/>
                    <w:left w:val="nil"/>
                    <w:bottom w:val="nil"/>
                    <w:right w:val="nil"/>
                  </w:tcBorders>
                  <w:shd w:val="clear" w:color="auto" w:fill="auto"/>
                  <w:noWrap/>
                  <w:hideMark/>
                </w:tcPr>
                <w:p w14:paraId="1838172D"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411361821</w:t>
                  </w:r>
                </w:p>
              </w:tc>
              <w:tc>
                <w:tcPr>
                  <w:tcW w:w="160" w:type="dxa"/>
                  <w:tcBorders>
                    <w:top w:val="nil"/>
                    <w:left w:val="nil"/>
                    <w:bottom w:val="nil"/>
                    <w:right w:val="nil"/>
                  </w:tcBorders>
                  <w:shd w:val="clear" w:color="auto" w:fill="auto"/>
                  <w:noWrap/>
                  <w:hideMark/>
                </w:tcPr>
                <w:p w14:paraId="3ADDE986" w14:textId="77777777" w:rsidR="00380C2C" w:rsidRPr="00380C2C" w:rsidRDefault="00380C2C" w:rsidP="00380C2C">
                  <w:pPr>
                    <w:spacing w:after="0" w:line="240" w:lineRule="auto"/>
                    <w:rPr>
                      <w:rFonts w:ascii="Verdana" w:eastAsia="Times New Roman" w:hAnsi="Verdana" w:cs="Arial"/>
                      <w:sz w:val="16"/>
                      <w:szCs w:val="16"/>
                      <w:lang w:eastAsia="cs-CZ"/>
                    </w:rPr>
                  </w:pPr>
                </w:p>
              </w:tc>
              <w:tc>
                <w:tcPr>
                  <w:tcW w:w="5459" w:type="dxa"/>
                  <w:tcBorders>
                    <w:top w:val="nil"/>
                    <w:left w:val="nil"/>
                    <w:bottom w:val="nil"/>
                    <w:right w:val="nil"/>
                  </w:tcBorders>
                  <w:shd w:val="clear" w:color="auto" w:fill="auto"/>
                  <w:vAlign w:val="center"/>
                  <w:hideMark/>
                </w:tcPr>
                <w:p w14:paraId="6E547ACA" w14:textId="77777777" w:rsidR="00380C2C" w:rsidRPr="00380C2C" w:rsidRDefault="00380C2C" w:rsidP="00380C2C">
                  <w:pPr>
                    <w:spacing w:after="0" w:line="240" w:lineRule="auto"/>
                    <w:rPr>
                      <w:rFonts w:ascii="Verdana" w:eastAsia="Times New Roman" w:hAnsi="Verdana" w:cs="Arial"/>
                      <w:sz w:val="16"/>
                      <w:szCs w:val="16"/>
                      <w:lang w:eastAsia="cs-CZ"/>
                    </w:rPr>
                  </w:pPr>
                  <w:r w:rsidRPr="00380C2C">
                    <w:rPr>
                      <w:rFonts w:ascii="Verdana" w:eastAsia="Times New Roman" w:hAnsi="Verdana" w:cs="Arial"/>
                      <w:sz w:val="16"/>
                      <w:szCs w:val="16"/>
                      <w:lang w:eastAsia="cs-CZ"/>
                    </w:rPr>
                    <w:t>Výztuž stropů betonářskou ocelí 10 505</w:t>
                  </w:r>
                </w:p>
              </w:tc>
            </w:tr>
          </w:tbl>
          <w:p w14:paraId="6ADC6E88" w14:textId="7C86ADEF" w:rsidR="00380C2C" w:rsidRPr="00380C2C" w:rsidRDefault="00380C2C" w:rsidP="00380C2C">
            <w:pPr>
              <w:spacing w:after="0" w:line="240" w:lineRule="auto"/>
              <w:rPr>
                <w:rFonts w:eastAsia="Times New Roman" w:cs="Arial"/>
                <w:sz w:val="16"/>
                <w:szCs w:val="16"/>
                <w:lang w:eastAsia="cs-CZ"/>
              </w:rPr>
            </w:pPr>
          </w:p>
        </w:tc>
      </w:tr>
    </w:tbl>
    <w:p w14:paraId="75227E1C" w14:textId="77777777" w:rsidR="006B351D" w:rsidRPr="00380C2C" w:rsidRDefault="006B351D" w:rsidP="00380C2C">
      <w:pPr>
        <w:pStyle w:val="Odrka1-1"/>
        <w:numPr>
          <w:ilvl w:val="0"/>
          <w:numId w:val="0"/>
        </w:numPr>
        <w:spacing w:after="0"/>
        <w:ind w:left="1077"/>
      </w:pPr>
    </w:p>
    <w:p w14:paraId="52170A43" w14:textId="4684F11B"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8F183A1" w14:textId="2A19C641" w:rsidR="0035531B" w:rsidRDefault="0035531B" w:rsidP="0060115D">
      <w:pPr>
        <w:pStyle w:val="Odrka1-1"/>
      </w:pPr>
      <w:r>
        <w:t xml:space="preserve">Výše uvedené vyhrazené části plnění veřejné zakázky jsou tvořeny </w:t>
      </w:r>
      <w:r w:rsidR="00685002" w:rsidRPr="00685002">
        <w:t>SO</w:t>
      </w:r>
      <w:r w:rsidRPr="00685002">
        <w:t>, jejichž</w:t>
      </w:r>
      <w:r>
        <w:t xml:space="preserve"> provádění má důležitý význam </w:t>
      </w:r>
      <w:r w:rsidR="00A55AAF" w:rsidRPr="00FC6651">
        <w:t xml:space="preserve">pro </w:t>
      </w:r>
      <w:r w:rsidR="00A55AAF" w:rsidRPr="00FC6651">
        <w:rPr>
          <w:rFonts w:cs="Calibri"/>
        </w:rPr>
        <w:t>realizaci stavby jako celku</w:t>
      </w:r>
      <w:r w:rsidR="00A55AAF" w:rsidRPr="00FC6651">
        <w:t xml:space="preserve"> a včasné ukončení výlukových prací.</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 xml:space="preserve">ohledem na to považuje </w:t>
      </w:r>
      <w:r>
        <w:lastRenderedPageBreak/>
        <w:t>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25635BDF" w:rsidR="0035531B" w:rsidRDefault="0035531B" w:rsidP="0060115D">
      <w:pPr>
        <w:pStyle w:val="Odrka1-1"/>
      </w:pPr>
      <w:r>
        <w:t xml:space="preserve">Výše uvedené vyhrazené stavební objekty představují svou finanční hodnotou </w:t>
      </w:r>
      <w:r w:rsidRPr="00380C2C">
        <w:t xml:space="preserve">celkem cca </w:t>
      </w:r>
      <w:r w:rsidR="00380C2C" w:rsidRPr="00380C2C">
        <w:t>2</w:t>
      </w:r>
      <w:r w:rsidR="009D6F00">
        <w:t>5</w:t>
      </w:r>
      <w:r w:rsidR="007F10FE" w:rsidRPr="00380C2C">
        <w:t xml:space="preserve"> </w:t>
      </w:r>
      <w:r w:rsidR="00DD67D4" w:rsidRPr="00380C2C">
        <w:t>%</w:t>
      </w:r>
      <w:r w:rsidR="0060115D" w:rsidRPr="00380C2C">
        <w:t xml:space="preserve"> z </w:t>
      </w:r>
      <w:r w:rsidRPr="00380C2C">
        <w:t xml:space="preserve">předmětu plnění </w:t>
      </w:r>
      <w:r>
        <w:t>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0FE3BA8B" w14:textId="77777777" w:rsidR="00A45FEA"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p>
    <w:p w14:paraId="4963526F" w14:textId="4D9EF74F" w:rsidR="00A45FEA" w:rsidRDefault="00A45FEA" w:rsidP="00A45FEA">
      <w:pPr>
        <w:pStyle w:val="Odrka1-1"/>
        <w:tabs>
          <w:tab w:val="clear" w:pos="1077"/>
          <w:tab w:val="num" w:pos="1843"/>
        </w:tabs>
        <w:ind w:left="1843" w:hanging="283"/>
      </w:pPr>
      <w:r w:rsidRPr="00D94A00">
        <w:t>provádění staveb, jejich změn a </w:t>
      </w:r>
      <w:r w:rsidR="00457045">
        <w:t>odstraňování;</w:t>
      </w:r>
    </w:p>
    <w:p w14:paraId="1380239C" w14:textId="7E265613" w:rsidR="0035531B" w:rsidRPr="007F10FE" w:rsidRDefault="0035531B" w:rsidP="007F10FE">
      <w:pPr>
        <w:pStyle w:val="Odrka1-2-"/>
      </w:pPr>
      <w:r w:rsidRPr="007F10FE">
        <w:t>profesní způsobilost týkající se předložení dokladu</w:t>
      </w:r>
      <w:r w:rsidR="00092CC9" w:rsidRPr="007F10FE">
        <w:t xml:space="preserve"> o </w:t>
      </w:r>
      <w:r w:rsidRPr="007F10FE">
        <w:t>autorizaci</w:t>
      </w:r>
      <w:r w:rsidR="00092CC9" w:rsidRPr="007F10FE">
        <w:t xml:space="preserve"> v </w:t>
      </w:r>
      <w:r w:rsidR="00BB4AF2" w:rsidRPr="007F10FE">
        <w:t>rozsahu dle § </w:t>
      </w:r>
      <w:r w:rsidRPr="007F10FE">
        <w:t xml:space="preserve">5 odst. 3 písm. </w:t>
      </w:r>
      <w:r w:rsidR="00075E0C" w:rsidRPr="007F10FE">
        <w:rPr>
          <w:b/>
        </w:rPr>
        <w:t>a)</w:t>
      </w:r>
      <w:r w:rsidR="00075E0C" w:rsidRPr="007F10FE">
        <w:t xml:space="preserve">, </w:t>
      </w:r>
      <w:r w:rsidR="007F10FE" w:rsidRPr="007F10FE">
        <w:rPr>
          <w:b/>
        </w:rPr>
        <w:t>b)</w:t>
      </w:r>
      <w:r w:rsidR="00457045">
        <w:t xml:space="preserve"> a </w:t>
      </w:r>
      <w:r w:rsidR="00457045">
        <w:rPr>
          <w:b/>
        </w:rPr>
        <w:t>d)</w:t>
      </w:r>
      <w:r w:rsidRPr="007F10FE">
        <w:t xml:space="preserve"> autorizačního zákona; </w:t>
      </w:r>
    </w:p>
    <w:p w14:paraId="572E12C5" w14:textId="255ABE21" w:rsidR="0035531B" w:rsidRPr="005F52EA" w:rsidRDefault="0035531B" w:rsidP="00472891">
      <w:pPr>
        <w:pStyle w:val="Odrka1-2-"/>
      </w:pPr>
      <w:r w:rsidRPr="007F10FE">
        <w:t xml:space="preserve">požadavek kritéria technické kvalifikace na doložení </w:t>
      </w:r>
      <w:r>
        <w:t>seznamem</w:t>
      </w:r>
      <w:r w:rsidR="00845C50">
        <w:t xml:space="preserve"> a </w:t>
      </w:r>
      <w:r>
        <w:t>osvědčením alespoň ve vztahu</w:t>
      </w:r>
      <w:r w:rsidR="00BC6D2B">
        <w:t xml:space="preserve"> k </w:t>
      </w:r>
      <w:r>
        <w:t>následujícím nejvýznam</w:t>
      </w:r>
      <w:r w:rsidR="00BB4AF2">
        <w:t>nějším stavebním</w:t>
      </w:r>
      <w:r w:rsidR="00472891">
        <w:t xml:space="preserve"> a nejvýznamnějším pozemním stavebním</w:t>
      </w:r>
      <w:r w:rsidR="00BB4AF2">
        <w:t xml:space="preserve"> pracím dle čl. </w:t>
      </w:r>
      <w:r>
        <w:t xml:space="preserve">8.5 </w:t>
      </w:r>
      <w:r w:rsidRPr="005F52EA">
        <w:t xml:space="preserve">Pokynů: </w:t>
      </w:r>
    </w:p>
    <w:p w14:paraId="7FF91D90" w14:textId="3290FF1A" w:rsidR="007F10FE" w:rsidRDefault="007F10FE" w:rsidP="003E3CE3">
      <w:pPr>
        <w:pStyle w:val="Odrka1-1"/>
        <w:tabs>
          <w:tab w:val="clear" w:pos="1077"/>
        </w:tabs>
        <w:ind w:left="1843"/>
      </w:pPr>
      <w:r>
        <w:t xml:space="preserve">nejméně jednu nejvýznamnější stavební práci, jež zahrnovala </w:t>
      </w:r>
      <w:r w:rsidRPr="0050339F">
        <w:t xml:space="preserve">novostavbu nebo rekonstrukci </w:t>
      </w:r>
      <w:r w:rsidRPr="00EB59AE">
        <w:rPr>
          <w:rStyle w:val="Tun9b"/>
        </w:rPr>
        <w:t>železničního svršku</w:t>
      </w:r>
      <w:r w:rsidRPr="00EB59AE">
        <w:t xml:space="preserve"> na dvoukolejné nebo vícekolejné elektrifikované trati se souhrnnou délkou traťového úseku nejméně 1 km, nebo v železniční stanici na elektrifikované trati s minimálním počtem 8 ks výhybek, a to v hodnotě nejméně </w:t>
      </w:r>
      <w:r w:rsidRPr="005F3698">
        <w:rPr>
          <w:b/>
        </w:rPr>
        <w:t>53 mil</w:t>
      </w:r>
      <w:r w:rsidRPr="005F3698">
        <w:t xml:space="preserve">. Kč </w:t>
      </w:r>
      <w:r w:rsidRPr="00EB59AE">
        <w:t>bez DPH;</w:t>
      </w:r>
    </w:p>
    <w:p w14:paraId="7F974D9A" w14:textId="38229A16" w:rsidR="007F10FE" w:rsidRDefault="007F10FE" w:rsidP="007F10FE">
      <w:pPr>
        <w:pStyle w:val="Odrka1-1"/>
        <w:numPr>
          <w:ilvl w:val="0"/>
          <w:numId w:val="0"/>
        </w:numPr>
        <w:ind w:left="1843"/>
      </w:pPr>
      <w:r w:rsidRPr="005F52EA">
        <w:t>tuto nejvýznamnější stavební práci nelze prokazovat prostřednictvím poddodavatele;</w:t>
      </w:r>
    </w:p>
    <w:p w14:paraId="15E1262B" w14:textId="09EA6388" w:rsidR="0035531B" w:rsidRDefault="0035531B" w:rsidP="003E3CE3">
      <w:pPr>
        <w:pStyle w:val="Odrka1-1"/>
        <w:tabs>
          <w:tab w:val="clear" w:pos="1077"/>
        </w:tabs>
        <w:ind w:left="1843"/>
      </w:pPr>
      <w:r w:rsidRPr="005F52EA">
        <w:t xml:space="preserve">nejméně jednu nejvýznamnější stavební práci, jež </w:t>
      </w:r>
      <w:r w:rsidR="005F52EA" w:rsidRPr="005F52EA">
        <w:t xml:space="preserve">zahrnovala novostavbu </w:t>
      </w:r>
      <w:proofErr w:type="spellStart"/>
      <w:r w:rsidR="005F52EA" w:rsidRPr="005F52EA">
        <w:rPr>
          <w:b/>
        </w:rPr>
        <w:t>vícepolového</w:t>
      </w:r>
      <w:proofErr w:type="spellEnd"/>
      <w:r w:rsidR="005F52EA" w:rsidRPr="005F52EA">
        <w:t xml:space="preserve"> </w:t>
      </w:r>
      <w:r w:rsidR="005F52EA" w:rsidRPr="005F52EA">
        <w:rPr>
          <w:rStyle w:val="Tun9b"/>
        </w:rPr>
        <w:t>železničního nebo silničního monolitického železobetonového předpjatého mostu</w:t>
      </w:r>
      <w:r w:rsidR="005F52EA" w:rsidRPr="005F52EA">
        <w:t xml:space="preserve"> v hodnotě nejméně </w:t>
      </w:r>
      <w:r w:rsidR="005F52EA" w:rsidRPr="005F52EA">
        <w:rPr>
          <w:b/>
        </w:rPr>
        <w:t xml:space="preserve">100 mil. </w:t>
      </w:r>
      <w:r w:rsidR="005F52EA" w:rsidRPr="005F52EA">
        <w:t xml:space="preserve">Kč bez DPH o celkové délce minimálně </w:t>
      </w:r>
      <w:r w:rsidR="005F52EA" w:rsidRPr="005F52EA">
        <w:rPr>
          <w:b/>
        </w:rPr>
        <w:t>100</w:t>
      </w:r>
      <w:r w:rsidR="005F52EA" w:rsidRPr="005F52EA">
        <w:t xml:space="preserve"> </w:t>
      </w:r>
      <w:r w:rsidR="005F52EA" w:rsidRPr="00855C1B">
        <w:rPr>
          <w:b/>
        </w:rPr>
        <w:t>m</w:t>
      </w:r>
      <w:r w:rsidRPr="005F52EA">
        <w:t xml:space="preserve">; </w:t>
      </w:r>
    </w:p>
    <w:p w14:paraId="56BBAEA5" w14:textId="01544C44" w:rsidR="00075E0C" w:rsidRDefault="00075E0C" w:rsidP="00075E0C">
      <w:pPr>
        <w:pStyle w:val="Odrka1-1"/>
        <w:numPr>
          <w:ilvl w:val="0"/>
          <w:numId w:val="0"/>
        </w:numPr>
        <w:ind w:left="1843"/>
      </w:pPr>
      <w:r w:rsidRPr="005F52EA">
        <w:t>tuto nejvýznamnější stavební práci nelze prokazovat prostřednictvím poddodavatele;</w:t>
      </w:r>
    </w:p>
    <w:p w14:paraId="5BCE9EDC" w14:textId="69E22B44" w:rsidR="00075E0C" w:rsidRPr="005F52EA" w:rsidRDefault="00CD2402" w:rsidP="003E3CE3">
      <w:pPr>
        <w:pStyle w:val="Odrka1-1"/>
        <w:tabs>
          <w:tab w:val="clear" w:pos="1077"/>
        </w:tabs>
        <w:ind w:left="1843"/>
      </w:pPr>
      <w:r w:rsidRPr="0050339F">
        <w:t>nejméně jedn</w:t>
      </w:r>
      <w:r>
        <w:t>u</w:t>
      </w:r>
      <w:r w:rsidRPr="0050339F">
        <w:t xml:space="preserve"> nejvýznamnější </w:t>
      </w:r>
      <w:r w:rsidR="00472891">
        <w:t xml:space="preserve">pozemní </w:t>
      </w:r>
      <w:r w:rsidRPr="0050339F">
        <w:t>stavební p</w:t>
      </w:r>
      <w:r>
        <w:t xml:space="preserve">ráci, jež zahrnovala </w:t>
      </w:r>
      <w:r w:rsidRPr="0050339F">
        <w:t xml:space="preserve">novostavbu </w:t>
      </w:r>
      <w:r>
        <w:rPr>
          <w:b/>
        </w:rPr>
        <w:t>vícepodlažní</w:t>
      </w:r>
      <w:r w:rsidRPr="0050339F">
        <w:t xml:space="preserve"> </w:t>
      </w:r>
      <w:r w:rsidRPr="00D644D8">
        <w:rPr>
          <w:rStyle w:val="Tun9b"/>
        </w:rPr>
        <w:t>pozemní stavby</w:t>
      </w:r>
      <w:r>
        <w:rPr>
          <w:rStyle w:val="Tun9b"/>
        </w:rPr>
        <w:t xml:space="preserve"> s monolitickým železobetonovým skeletem</w:t>
      </w:r>
      <w:r w:rsidR="0033481C">
        <w:rPr>
          <w:rStyle w:val="Tun9b"/>
          <w:b w:val="0"/>
        </w:rPr>
        <w:t xml:space="preserve"> v hodnotě nejméně </w:t>
      </w:r>
      <w:r w:rsidR="0033481C">
        <w:rPr>
          <w:rStyle w:val="Tun9b"/>
        </w:rPr>
        <w:t xml:space="preserve">150 mil. </w:t>
      </w:r>
      <w:r w:rsidR="0033481C">
        <w:rPr>
          <w:rStyle w:val="Tun9b"/>
          <w:b w:val="0"/>
        </w:rPr>
        <w:t>Kč bez DPH;</w:t>
      </w:r>
    </w:p>
    <w:p w14:paraId="7981EB14" w14:textId="77777777" w:rsidR="0035531B" w:rsidRPr="005F52EA" w:rsidRDefault="0035531B" w:rsidP="00AD1771">
      <w:pPr>
        <w:pStyle w:val="Textbezslovn"/>
        <w:ind w:left="1843"/>
      </w:pPr>
      <w:r w:rsidRPr="005F52EA">
        <w:t>tuto nejvýznamnější stavební práci nelze prokazovat prostřednictvím poddodavatele;</w:t>
      </w:r>
    </w:p>
    <w:p w14:paraId="3AD94510" w14:textId="77777777" w:rsidR="0035531B" w:rsidRDefault="00F1664F" w:rsidP="00AD1771">
      <w:pPr>
        <w:pStyle w:val="Textbezslovn"/>
        <w:ind w:left="1418"/>
      </w:pPr>
      <w:r w:rsidRPr="008433D2">
        <w:t>Z</w:t>
      </w:r>
      <w:r w:rsidR="0035531B" w:rsidRPr="008433D2">
        <w:t xml:space="preserve"> předložené</w:t>
      </w:r>
      <w:r w:rsidRPr="008433D2">
        <w:t>ho</w:t>
      </w:r>
      <w:r w:rsidR="0035531B" w:rsidRPr="008433D2">
        <w:t xml:space="preserve"> seznamu nebo osvědčení musí </w:t>
      </w:r>
      <w:r w:rsidRPr="008433D2">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47582B4A" w:rsidR="0035531B" w:rsidRDefault="0035531B" w:rsidP="00BC6D2B">
      <w:pPr>
        <w:pStyle w:val="Odrka1-2-"/>
      </w:pPr>
      <w:r>
        <w:t>požadavek kritéria technické kvalifikace na předložení seznamu odborného personálu dodavatele</w:t>
      </w:r>
      <w:r w:rsidR="00092CC9">
        <w:t xml:space="preserve"> v </w:t>
      </w:r>
      <w:r w:rsidR="005A307B">
        <w:t>rozsahu funkce:</w:t>
      </w:r>
    </w:p>
    <w:p w14:paraId="6EA91F57" w14:textId="54F4BD80" w:rsidR="008433D2" w:rsidRPr="008433D2" w:rsidRDefault="008433D2" w:rsidP="005A307B">
      <w:pPr>
        <w:pStyle w:val="Odrka1-1"/>
        <w:tabs>
          <w:tab w:val="clear" w:pos="1077"/>
          <w:tab w:val="num" w:pos="1843"/>
        </w:tabs>
        <w:ind w:left="1843" w:hanging="284"/>
        <w:rPr>
          <w:lang w:val="en-US"/>
        </w:rPr>
      </w:pPr>
      <w:r w:rsidRPr="0002780C">
        <w:t xml:space="preserve">specialisty (vedoucího prací) na </w:t>
      </w:r>
      <w:r>
        <w:t>železniční sv</w:t>
      </w:r>
      <w:r w:rsidR="00FD0F2C">
        <w:t>r</w:t>
      </w:r>
      <w:r>
        <w:t>šek,</w:t>
      </w:r>
    </w:p>
    <w:p w14:paraId="6BD65947" w14:textId="423B0E87" w:rsidR="005A307B" w:rsidRPr="00F36BF4" w:rsidRDefault="005A307B" w:rsidP="005A307B">
      <w:pPr>
        <w:pStyle w:val="Odrka1-1"/>
        <w:tabs>
          <w:tab w:val="clear" w:pos="1077"/>
          <w:tab w:val="num" w:pos="1843"/>
        </w:tabs>
        <w:ind w:left="1843" w:hanging="284"/>
        <w:rPr>
          <w:lang w:val="en-US"/>
        </w:rPr>
      </w:pPr>
      <w:r w:rsidRPr="0002780C">
        <w:t>specialisty (vedoucího prací) na mosty a inženýrské konstrukce</w:t>
      </w:r>
      <w:r>
        <w:t>,</w:t>
      </w:r>
    </w:p>
    <w:p w14:paraId="1C8192A6" w14:textId="4D04E76C" w:rsidR="005A307B" w:rsidRPr="00457045" w:rsidRDefault="00F36BF4" w:rsidP="00457045">
      <w:pPr>
        <w:pStyle w:val="Odrka1-1"/>
        <w:tabs>
          <w:tab w:val="clear" w:pos="1077"/>
          <w:tab w:val="num" w:pos="1843"/>
        </w:tabs>
        <w:ind w:left="1843" w:hanging="284"/>
        <w:rPr>
          <w:lang w:val="en-US"/>
        </w:rPr>
      </w:pPr>
      <w:r>
        <w:t>specialisty (ved</w:t>
      </w:r>
      <w:r w:rsidR="00457045">
        <w:t>oucího prací) na pozemní stavby</w:t>
      </w:r>
      <w:r w:rsidR="005A307B" w:rsidRPr="008433D2">
        <w:t>;</w:t>
      </w:r>
    </w:p>
    <w:p w14:paraId="700BDE64" w14:textId="1FEEA52E" w:rsidR="0035531B" w:rsidRPr="008433D2" w:rsidRDefault="0035531B" w:rsidP="00BC6D2B">
      <w:pPr>
        <w:pStyle w:val="Odrka1-2-"/>
      </w:pPr>
      <w:r w:rsidRPr="008433D2">
        <w:t>požadavek kritéria technické kvalifikace na předložení přehledu technických zařízení, které bude mít dodavatel při plnění veřejné zakázky</w:t>
      </w:r>
      <w:r w:rsidR="00BC6D2B" w:rsidRPr="008433D2">
        <w:t xml:space="preserve"> k </w:t>
      </w:r>
      <w:r w:rsidRPr="008433D2">
        <w:t xml:space="preserve">dispozici, </w:t>
      </w:r>
      <w:r w:rsidRPr="008433D2">
        <w:lastRenderedPageBreak/>
        <w:t>přičemž</w:t>
      </w:r>
      <w:r w:rsidR="0060115D" w:rsidRPr="008433D2">
        <w:t xml:space="preserve"> z </w:t>
      </w:r>
      <w:r w:rsidRPr="008433D2">
        <w:t>předloženého přehledu musí plynout, že dodavatel bude mít při plnění</w:t>
      </w:r>
      <w:r w:rsidR="00BC6D2B" w:rsidRPr="008433D2">
        <w:t xml:space="preserve"> k</w:t>
      </w:r>
      <w:r w:rsidR="003F46CD" w:rsidRPr="008433D2">
        <w:t> dispozici:</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8433D2" w:rsidRPr="008433D2" w14:paraId="07543F71" w14:textId="77777777" w:rsidTr="00BA70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0E6C9502" w14:textId="77777777" w:rsidR="003F46CD" w:rsidRPr="008433D2" w:rsidRDefault="003F46CD" w:rsidP="00BA70B2">
            <w:r w:rsidRPr="008433D2">
              <w:t>Zařízení:</w:t>
            </w:r>
          </w:p>
        </w:tc>
        <w:tc>
          <w:tcPr>
            <w:tcW w:w="2120" w:type="dxa"/>
            <w:tcBorders>
              <w:bottom w:val="single" w:sz="2" w:space="0" w:color="auto"/>
            </w:tcBorders>
          </w:tcPr>
          <w:p w14:paraId="769D3056" w14:textId="77777777" w:rsidR="003F46CD" w:rsidRPr="008433D2" w:rsidRDefault="003F46CD" w:rsidP="00BA70B2">
            <w:pPr>
              <w:cnfStyle w:val="100000000000" w:firstRow="1" w:lastRow="0" w:firstColumn="0" w:lastColumn="0" w:oddVBand="0" w:evenVBand="0" w:oddHBand="0" w:evenHBand="0" w:firstRowFirstColumn="0" w:firstRowLastColumn="0" w:lastRowFirstColumn="0" w:lastRowLastColumn="0"/>
            </w:pPr>
            <w:r w:rsidRPr="008433D2">
              <w:t>Počet kusů:</w:t>
            </w:r>
          </w:p>
        </w:tc>
      </w:tr>
      <w:tr w:rsidR="008433D2" w:rsidRPr="008433D2" w14:paraId="7E4AD09B" w14:textId="77777777" w:rsidTr="00BA70B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94" w:type="dxa"/>
          </w:tcPr>
          <w:p w14:paraId="2B44B929" w14:textId="34F2178B" w:rsidR="008433D2" w:rsidRPr="008433D2" w:rsidRDefault="008433D2" w:rsidP="008433D2">
            <w:r w:rsidRPr="00C456BE">
              <w:t>Stroj na pokládku kolejí a výhybek (stroj/zařízení umožňující výstavbu kolejí a výhybek)</w:t>
            </w:r>
          </w:p>
        </w:tc>
        <w:tc>
          <w:tcPr>
            <w:tcW w:w="2120" w:type="dxa"/>
          </w:tcPr>
          <w:p w14:paraId="06802CFE" w14:textId="68A6E30A" w:rsidR="008433D2" w:rsidRPr="008433D2" w:rsidRDefault="008433D2" w:rsidP="008433D2">
            <w:pPr>
              <w:cnfStyle w:val="000000000000" w:firstRow="0" w:lastRow="0" w:firstColumn="0" w:lastColumn="0" w:oddVBand="0" w:evenVBand="0" w:oddHBand="0" w:evenHBand="0" w:firstRowFirstColumn="0" w:firstRowLastColumn="0" w:lastRowFirstColumn="0" w:lastRowLastColumn="0"/>
            </w:pPr>
            <w:r w:rsidRPr="00C456BE">
              <w:t>1 ks</w:t>
            </w:r>
          </w:p>
        </w:tc>
      </w:tr>
      <w:tr w:rsidR="008433D2" w:rsidRPr="008433D2" w14:paraId="20932C1E" w14:textId="77777777" w:rsidTr="00BA70B2">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94" w:type="dxa"/>
          </w:tcPr>
          <w:p w14:paraId="3532D9CC" w14:textId="6560D62A" w:rsidR="008433D2" w:rsidRPr="008433D2" w:rsidRDefault="008433D2" w:rsidP="008433D2">
            <w:r w:rsidRPr="00C456BE">
              <w:t xml:space="preserve">Automatické strojní zařízení pro úpravu směrové a výškové polohy koleje a výhybek (v souladu s předpisem SŽDC (ČD) S3/1 v aktuální znění, kapitola II, článek  85, 88, 90) </w:t>
            </w:r>
          </w:p>
        </w:tc>
        <w:tc>
          <w:tcPr>
            <w:tcW w:w="2120" w:type="dxa"/>
          </w:tcPr>
          <w:p w14:paraId="7ADA3794" w14:textId="4F04F9CD" w:rsidR="008433D2" w:rsidRPr="008433D2" w:rsidRDefault="008433D2" w:rsidP="008433D2">
            <w:pPr>
              <w:cnfStyle w:val="000000000000" w:firstRow="0" w:lastRow="0" w:firstColumn="0" w:lastColumn="0" w:oddVBand="0" w:evenVBand="0" w:oddHBand="0" w:evenHBand="0" w:firstRowFirstColumn="0" w:firstRowLastColumn="0" w:lastRowFirstColumn="0" w:lastRowLastColumn="0"/>
            </w:pPr>
            <w:r w:rsidRPr="00C456BE">
              <w:t>1 ks</w:t>
            </w:r>
          </w:p>
        </w:tc>
      </w:tr>
    </w:tbl>
    <w:p w14:paraId="21438E0F" w14:textId="77777777" w:rsidR="003F46CD" w:rsidRPr="00BC6D2B" w:rsidRDefault="003F46CD" w:rsidP="003F46CD">
      <w:pPr>
        <w:pStyle w:val="Odrka1-2-"/>
        <w:numPr>
          <w:ilvl w:val="0"/>
          <w:numId w:val="0"/>
        </w:numPr>
        <w:ind w:left="1531"/>
        <w:rPr>
          <w:highlight w:val="green"/>
        </w:rPr>
      </w:pP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87344445"/>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87344446"/>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87344447"/>
      <w:r>
        <w:t>OBSAH</w:t>
      </w:r>
      <w:r w:rsidR="00845C50">
        <w:t xml:space="preserve"> a </w:t>
      </w:r>
      <w:r>
        <w:t>PODÁVÁNÍ NABÍDEK</w:t>
      </w:r>
      <w:bookmarkEnd w:id="16"/>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w:t>
      </w:r>
      <w:r w:rsidR="00092CC9">
        <w:lastRenderedPageBreak/>
        <w:t>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2033931"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w:t>
      </w:r>
      <w:r w:rsidR="00687D83" w:rsidRPr="00857736">
        <w:t xml:space="preserve">dokumentace ve formátu </w:t>
      </w:r>
      <w:r w:rsidR="00552763" w:rsidRPr="00857736">
        <w:t>XLSX</w:t>
      </w:r>
      <w:r w:rsidR="00687D83" w:rsidRPr="00857736">
        <w:t xml:space="preserve"> a ve formátu XML. </w:t>
      </w:r>
      <w:r w:rsidRPr="00857736">
        <w:t>Soupis prací ve formátu XML má strukturu dat dle datového předpisu</w:t>
      </w:r>
      <w:r w:rsidR="0015452E" w:rsidRPr="00857736">
        <w:t xml:space="preserve"> </w:t>
      </w:r>
      <w:r w:rsidR="001A0C14" w:rsidRPr="00857736">
        <w:t xml:space="preserve">XDC (popis datového předpisu viz </w:t>
      </w:r>
      <w:hyperlink r:id="rId22" w:history="1">
        <w:r w:rsidR="00B4599F" w:rsidRPr="00857736">
          <w:rPr>
            <w:rStyle w:val="Hypertextovodkaz"/>
            <w:noProof w:val="0"/>
          </w:rPr>
          <w:t>https://xdc.szdc.cz</w:t>
        </w:r>
      </w:hyperlink>
      <w:r w:rsidR="00B4599F" w:rsidRPr="00857736">
        <w:rPr>
          <w:rStyle w:val="Hypertextovodkaz"/>
          <w:noProof w:val="0"/>
        </w:rPr>
        <w:t>)</w:t>
      </w:r>
      <w:r w:rsidRPr="00857736">
        <w:t xml:space="preserve">. </w:t>
      </w:r>
      <w:r w:rsidRPr="00857736">
        <w:rPr>
          <w:b/>
        </w:rPr>
        <w:t xml:space="preserve">Oceněný Soupis prací bude dodavatelem v nabídce předložen </w:t>
      </w:r>
      <w:r w:rsidR="00E11ACD" w:rsidRPr="00857736">
        <w:rPr>
          <w:b/>
        </w:rPr>
        <w:t xml:space="preserve">pouze </w:t>
      </w:r>
      <w:r w:rsidRPr="00857736">
        <w:rPr>
          <w:b/>
        </w:rPr>
        <w:t>ve formátu XML</w:t>
      </w:r>
      <w:r w:rsidR="00687D83" w:rsidRPr="00857736">
        <w:rPr>
          <w:b/>
        </w:rPr>
        <w:t xml:space="preserve"> (datový předpis </w:t>
      </w:r>
      <w:r w:rsidR="0015452E" w:rsidRPr="00857736">
        <w:rPr>
          <w:b/>
        </w:rPr>
        <w:t>X</w:t>
      </w:r>
      <w:r w:rsidR="001A0C14" w:rsidRPr="00857736">
        <w:rPr>
          <w:b/>
        </w:rPr>
        <w:t>D</w:t>
      </w:r>
      <w:r w:rsidR="0015452E" w:rsidRPr="00857736">
        <w:rPr>
          <w:b/>
        </w:rPr>
        <w:t>C</w:t>
      </w:r>
      <w:r w:rsidR="00687D83" w:rsidRPr="00857736">
        <w:rPr>
          <w:b/>
        </w:rPr>
        <w:t>)</w:t>
      </w:r>
      <w:r w:rsidRPr="00857736">
        <w:rPr>
          <w:b/>
        </w:rPr>
        <w:t>.</w:t>
      </w:r>
      <w:r w:rsidRPr="00857736">
        <w:t xml:space="preserve"> V případě změn a doplnění zadávací dokumentace budou případné změny či úpravy Soupisu prací zadavatelem prováděny ve formátu XML</w:t>
      </w:r>
      <w:r w:rsidR="00687D83" w:rsidRPr="00857736">
        <w:t xml:space="preserve"> </w:t>
      </w:r>
      <w:r w:rsidR="00687D83" w:rsidRPr="00857736">
        <w:rPr>
          <w:rFonts w:ascii="Verdana" w:hAnsi="Verdana"/>
          <w:sz w:val="20"/>
          <w:szCs w:val="20"/>
        </w:rPr>
        <w:t xml:space="preserve">a </w:t>
      </w:r>
      <w:r w:rsidR="00552763" w:rsidRPr="00857736">
        <w:rPr>
          <w:rFonts w:ascii="Verdana" w:hAnsi="Verdana"/>
          <w:sz w:val="20"/>
          <w:szCs w:val="20"/>
        </w:rPr>
        <w:t>XLSX</w:t>
      </w:r>
      <w:r w:rsidRPr="00857736">
        <w:t xml:space="preserve">.  Soupis prací ve formátu XML </w:t>
      </w:r>
      <w:r w:rsidR="00687D83" w:rsidRPr="00857736">
        <w:t xml:space="preserve">(datový předpis </w:t>
      </w:r>
      <w:r w:rsidR="0015452E" w:rsidRPr="00857736">
        <w:t>X</w:t>
      </w:r>
      <w:r w:rsidR="001A0C14" w:rsidRPr="00857736">
        <w:t>D</w:t>
      </w:r>
      <w:r w:rsidR="0015452E" w:rsidRPr="00857736">
        <w:t>C</w:t>
      </w:r>
      <w:r w:rsidR="00687D83" w:rsidRPr="00857736">
        <w:t xml:space="preserve">) </w:t>
      </w:r>
      <w:r w:rsidRPr="00857736">
        <w:t xml:space="preserve">může dodavatel také vyplnit v modulu pro ocenění nabídkové ceny na zabezpečeném serveru </w:t>
      </w:r>
      <w:hyperlink r:id="rId23" w:history="1">
        <w:r w:rsidR="00227EE7" w:rsidRPr="00857736">
          <w:rPr>
            <w:rStyle w:val="Hypertextovodkaz"/>
            <w:noProof w:val="0"/>
          </w:rPr>
          <w:t>https://xdc.szdc.cz</w:t>
        </w:r>
      </w:hyperlink>
      <w:r w:rsidRPr="00857736">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DF38B02" w:rsidR="0035531B" w:rsidRPr="00793E1E" w:rsidRDefault="0035531B" w:rsidP="00BC6D2B">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odborného personálu dodavatele ve </w:t>
      </w:r>
      <w:r w:rsidRPr="00793E1E">
        <w:t>formě formuláře obsaženého</w:t>
      </w:r>
      <w:r w:rsidR="00092CC9" w:rsidRPr="00793E1E">
        <w:t xml:space="preserve"> v </w:t>
      </w:r>
      <w:r w:rsidRPr="00793E1E">
        <w:t>Příloze č. 6 těchto Pokynů, včetně požadovaných příloh, přehled technických zařízení, které bude mít dodavatel při plnění veřejné zakázky</w:t>
      </w:r>
      <w:r w:rsidR="00BC6D2B" w:rsidRPr="00793E1E">
        <w:t xml:space="preserve"> k </w:t>
      </w:r>
      <w:r w:rsidRPr="00793E1E">
        <w:t>dispozici ve formě formuláře obsaženého</w:t>
      </w:r>
      <w:r w:rsidR="00092CC9" w:rsidRPr="00793E1E">
        <w:t xml:space="preserve"> v </w:t>
      </w:r>
      <w:r w:rsidRPr="00793E1E">
        <w:t>Příloze č. 11 těchto Pokynů včetně příloh</w:t>
      </w:r>
      <w:r w:rsidR="00845C50" w:rsidRPr="00793E1E">
        <w:t xml:space="preserve"> a </w:t>
      </w:r>
      <w:r w:rsidRPr="00793E1E">
        <w:t>doklady prokazující způsobilost pro výrobu</w:t>
      </w:r>
      <w:r w:rsidR="00845C50" w:rsidRPr="00793E1E">
        <w:t xml:space="preserve"> a </w:t>
      </w:r>
      <w:r w:rsidRPr="00793E1E">
        <w:t>montáž ocelových konstrukcí.</w:t>
      </w:r>
    </w:p>
    <w:p w14:paraId="064173EC" w14:textId="77777777" w:rsidR="0035531B" w:rsidRPr="00793E1E" w:rsidRDefault="0035531B" w:rsidP="00BC6D2B">
      <w:pPr>
        <w:pStyle w:val="Odrka1-1"/>
      </w:pPr>
      <w:r w:rsidRPr="00793E1E">
        <w:t>Seznam jiných osob, jejichž prostřednictvím prokazuje dodavatel určitou část kvalifikace, ve formě formuláře obsaženého</w:t>
      </w:r>
      <w:r w:rsidR="00092CC9" w:rsidRPr="00793E1E">
        <w:t xml:space="preserve"> v </w:t>
      </w:r>
      <w:r w:rsidRPr="00793E1E">
        <w:t>Příloze č. 9 těchto Pokynů,</w:t>
      </w:r>
      <w:r w:rsidR="00845C50" w:rsidRPr="00793E1E">
        <w:t xml:space="preserve"> a </w:t>
      </w:r>
      <w:r w:rsidRPr="00793E1E">
        <w:t>doklady vztahující se</w:t>
      </w:r>
      <w:r w:rsidR="00BC6D2B" w:rsidRPr="00793E1E">
        <w:t xml:space="preserve"> k </w:t>
      </w:r>
      <w:r w:rsidRPr="00793E1E">
        <w:t>těmto jiným osobám.</w:t>
      </w:r>
    </w:p>
    <w:p w14:paraId="1808CFBF" w14:textId="77777777" w:rsidR="0035531B" w:rsidRPr="00793E1E" w:rsidRDefault="0035531B" w:rsidP="00BC6D2B">
      <w:pPr>
        <w:pStyle w:val="Odrka1-1"/>
      </w:pPr>
      <w:r w:rsidRPr="00793E1E">
        <w:t>Údaje</w:t>
      </w:r>
      <w:r w:rsidR="00092CC9" w:rsidRPr="00793E1E">
        <w:t xml:space="preserve"> o </w:t>
      </w:r>
      <w:r w:rsidRPr="00793E1E">
        <w:t>poddodavatelích ve formě formuláře obsaženého</w:t>
      </w:r>
      <w:r w:rsidR="00092CC9" w:rsidRPr="00793E1E">
        <w:t xml:space="preserve"> v </w:t>
      </w:r>
      <w:r w:rsidRPr="00793E1E">
        <w:t xml:space="preserve">Příloze č. 2 těchto Pokynů. </w:t>
      </w:r>
    </w:p>
    <w:p w14:paraId="25168FE8" w14:textId="77777777" w:rsidR="0035531B" w:rsidRPr="00793E1E" w:rsidRDefault="0035531B" w:rsidP="00BC6D2B">
      <w:pPr>
        <w:pStyle w:val="Odrka1-1"/>
      </w:pPr>
      <w:r w:rsidRPr="00793E1E">
        <w:t>Informace</w:t>
      </w:r>
      <w:r w:rsidR="00092CC9" w:rsidRPr="00793E1E">
        <w:t xml:space="preserve"> o </w:t>
      </w:r>
      <w:r w:rsidRPr="00793E1E">
        <w:t>tom, zda budou na staveništi působit zaměstnanci více než jednoho zhotovitele ve formě formuláře obsaženého</w:t>
      </w:r>
      <w:r w:rsidR="00092CC9" w:rsidRPr="00793E1E">
        <w:t xml:space="preserve"> v </w:t>
      </w:r>
      <w:r w:rsidRPr="00793E1E">
        <w:t>Příloze č. 8 těchto Pokynů.</w:t>
      </w:r>
    </w:p>
    <w:p w14:paraId="6D9B6FA0" w14:textId="77777777" w:rsidR="0035531B" w:rsidRPr="00793E1E" w:rsidRDefault="0035531B" w:rsidP="00BC6D2B">
      <w:pPr>
        <w:pStyle w:val="Odrka1-1"/>
      </w:pPr>
      <w:r w:rsidRPr="00793E1E">
        <w:t>Harmonogram postupu prací zpracovaný podle požadavků zadavatele stanovených</w:t>
      </w:r>
      <w:r w:rsidR="00092CC9" w:rsidRPr="00793E1E">
        <w:t xml:space="preserve"> v </w:t>
      </w:r>
      <w:r w:rsidRPr="00793E1E">
        <w:t>článku 9.1 těchto Pokynů.</w:t>
      </w:r>
    </w:p>
    <w:p w14:paraId="7F163DBD" w14:textId="70746668" w:rsidR="0035531B" w:rsidRPr="00793E1E" w:rsidRDefault="0035531B" w:rsidP="00BC6D2B">
      <w:pPr>
        <w:pStyle w:val="Odrka1-1"/>
      </w:pPr>
      <w:r w:rsidRPr="00793E1E">
        <w:t>Specifikace typu zabezpečovacího zařízení, zařízení elektrotechniky</w:t>
      </w:r>
      <w:r w:rsidR="00845C50" w:rsidRPr="00793E1E">
        <w:t xml:space="preserve"> a </w:t>
      </w:r>
      <w:r w:rsidRPr="00793E1E">
        <w:t>energetiky dle č. 9.1 těchto Pokynů.</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 xml:space="preserve">tomuto úkonu výslovně zmocněn. Je-li podepisující osoba oprávněna </w:t>
      </w:r>
      <w:r w:rsidRPr="008E1138">
        <w:rPr>
          <w:rStyle w:val="Tun9b"/>
          <w:b w:val="0"/>
        </w:rPr>
        <w:lastRenderedPageBreak/>
        <w:t>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87344448"/>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Pr="001C430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desetinná místa. Další případné požadavky na vyplnění Soupisu prací </w:t>
      </w:r>
      <w:r w:rsidRPr="001C430B">
        <w:t>stanoví Komentář</w:t>
      </w:r>
      <w:r w:rsidR="00BC6D2B" w:rsidRPr="001C430B">
        <w:t xml:space="preserve"> k </w:t>
      </w:r>
      <w:r w:rsidRPr="001C430B">
        <w:t>soupisu prací (Díl 4 část 1 zadávací dokumentace).</w:t>
      </w:r>
    </w:p>
    <w:p w14:paraId="3C913279" w14:textId="55A613B3" w:rsidR="009D2EAA" w:rsidRPr="001C430B" w:rsidRDefault="009D2EAA" w:rsidP="001C430B">
      <w:pPr>
        <w:pStyle w:val="Text1-1"/>
      </w:pPr>
      <w:r w:rsidRPr="001C430B">
        <w:rPr>
          <w:b/>
        </w:rPr>
        <w:t xml:space="preserve">Zadavatel nesděluje výši předpokládané hodnoty zakázky. Zadavatel stanovuje závaznou zadávací podmínku tak, že </w:t>
      </w:r>
      <w:r w:rsidRPr="00C8340D">
        <w:rPr>
          <w:b/>
        </w:rPr>
        <w:t xml:space="preserve">částka </w:t>
      </w:r>
      <w:r w:rsidR="001C430B" w:rsidRPr="00C8340D">
        <w:rPr>
          <w:b/>
        </w:rPr>
        <w:t>3 800 000 000,</w:t>
      </w:r>
      <w:r w:rsidRPr="00C8340D">
        <w:rPr>
          <w:b/>
        </w:rPr>
        <w:t xml:space="preserve">- Kč je nejvyšší přípustnou nabídkovou cenou (bez DPH), a to pod sankcí vyloučení z další </w:t>
      </w:r>
      <w:r w:rsidRPr="001C430B">
        <w:rPr>
          <w:b/>
        </w:rPr>
        <w:t xml:space="preserve">účasti v zadávacím řízení. </w:t>
      </w:r>
      <w:r w:rsidRPr="001C430B">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87344449"/>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 xml:space="preserve">tu část plnění, která již byla </w:t>
      </w:r>
      <w:r>
        <w:lastRenderedPageBreak/>
        <w:t>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87344450"/>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87344451"/>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87344452"/>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 xml:space="preserve">Dopise nabídky. Jako nejvýhodnější bude </w:t>
      </w:r>
      <w:r>
        <w:lastRenderedPageBreak/>
        <w:t>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87344453"/>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29266A"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29266A">
        <w:t>plnění této veřejné zakázky.</w:t>
      </w:r>
    </w:p>
    <w:p w14:paraId="482CFA89" w14:textId="1E8DA069" w:rsidR="00574274" w:rsidRPr="0029266A" w:rsidRDefault="00574274" w:rsidP="0029266A">
      <w:pPr>
        <w:pStyle w:val="Text1-1"/>
      </w:pPr>
      <w:r w:rsidRPr="0029266A">
        <w:t>Zadavatel si mimo jiné vyhrazuje právo zrušit zadávací řízení v případě, že k hodnocení připadnou pouze nabídky s nabídkovou cenou převyšující nejvyšší přípustnou nabídkovou cenu uvedenou v čl. 5.3 těchto Pokynů.</w:t>
      </w:r>
    </w:p>
    <w:p w14:paraId="52670F78" w14:textId="01BE89BD" w:rsidR="0035531B" w:rsidRPr="00A91474" w:rsidRDefault="0035531B" w:rsidP="008E1138">
      <w:pPr>
        <w:pStyle w:val="Text1-1"/>
      </w:pPr>
      <w:r w:rsidRPr="00A91474">
        <w:t>Zadavatel si rovněž mimo jiné vyhrazuje právo zrušit zadávací řízení, pokud stavební povolení bude obsahovat podmínky, které nebyly zohledněny</w:t>
      </w:r>
      <w:r w:rsidR="00092CC9" w:rsidRPr="00A91474">
        <w:t xml:space="preserve"> v </w:t>
      </w:r>
      <w:r w:rsidRPr="00A91474">
        <w:t>zadávací dokumentaci</w:t>
      </w:r>
      <w:r w:rsidR="00712607" w:rsidRPr="00A91474">
        <w:t xml:space="preserve"> a současně podstatným způsobem mění veřejnou zakázku</w:t>
      </w:r>
      <w:r w:rsidRPr="00A91474">
        <w:t>, nebo nebude-li vydané stavební povolení pravomocné.</w:t>
      </w:r>
    </w:p>
    <w:p w14:paraId="56C94A88" w14:textId="77777777" w:rsidR="0035531B" w:rsidRDefault="0035531B" w:rsidP="007038DC">
      <w:pPr>
        <w:pStyle w:val="Nadpis1-1"/>
      </w:pPr>
      <w:bookmarkStart w:id="23" w:name="_Toc87344454"/>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35124F0F" w:rsidR="0035531B" w:rsidRPr="006B7296"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 xml:space="preserve">Vyhrazenou změnou </w:t>
      </w:r>
      <w:r w:rsidR="00253C39" w:rsidRPr="006B7296">
        <w:t>závazku je rovněž zajištění publicity stavby.</w:t>
      </w:r>
    </w:p>
    <w:p w14:paraId="5660AEAD" w14:textId="6AA4F9BA"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3 zákona stanovujícím povinnost písemné elektronické </w:t>
      </w:r>
      <w:r w:rsidRPr="007038DC">
        <w:rPr>
          <w:rStyle w:val="Tun9b"/>
        </w:rPr>
        <w:lastRenderedPageBreak/>
        <w:t>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C43C380" w14:textId="3CD04CB0" w:rsidR="002D215C" w:rsidRDefault="002D215C" w:rsidP="007038DC">
      <w:pPr>
        <w:pStyle w:val="Odrka1-1"/>
      </w:pPr>
      <w:r>
        <w:t>vybraným dodavatelem vyplněn</w:t>
      </w:r>
      <w:r w:rsidR="000A759B">
        <w:t>ou</w:t>
      </w:r>
      <w:r>
        <w:t xml:space="preserve"> Přílohu k nabídce ve formátu umožňujícím editaci;</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07C8C36A"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r w:rsidR="002D215C">
        <w:t>. Smlouvu či jiný dokument obsahující zmocnění vedoucího společníka předloží vybraný dodavatel současně i ve formátu umožňujícím editaci</w:t>
      </w:r>
      <w:r>
        <w:t>;</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1B71A158" w:rsidR="00CF112C" w:rsidRPr="00802BD0" w:rsidRDefault="0035531B" w:rsidP="008A0DC8">
      <w:pPr>
        <w:pStyle w:val="Odrka1-1"/>
      </w:pPr>
      <w:r w:rsidRPr="00802BD0">
        <w:t>originálu nebo ověřené kopie smlouvy uzavřené</w:t>
      </w:r>
      <w:r w:rsidR="00845C50" w:rsidRPr="00802BD0">
        <w:t xml:space="preserve"> s </w:t>
      </w:r>
      <w:r w:rsidRPr="00802BD0">
        <w:t>výrobcem nebo dodavatelem zabezpečovacího zařízení, zařízení elektrotechniky</w:t>
      </w:r>
      <w:r w:rsidR="00845C50" w:rsidRPr="00802BD0">
        <w:t xml:space="preserve"> a </w:t>
      </w:r>
      <w:r w:rsidRPr="00802BD0">
        <w:t>energetiky ve smyslu čl. 9.1 těchto Pokynů,</w:t>
      </w:r>
      <w:r w:rsidR="00EB5D4D" w:rsidRPr="00802BD0">
        <w:t xml:space="preserve"> nebude-li dodavatel současně i </w:t>
      </w:r>
      <w:r w:rsidRPr="00802BD0">
        <w:t xml:space="preserve">výrobcem nebo dodavatelem tohoto zařízení, kterou prokáže, že bude mít toto zabezpečovací zařízení, zařízení </w:t>
      </w:r>
      <w:r w:rsidRPr="00802BD0">
        <w:lastRenderedPageBreak/>
        <w:t>elektrotechniky</w:t>
      </w:r>
      <w:r w:rsidR="00845C50" w:rsidRPr="00802BD0">
        <w:t xml:space="preserve"> a </w:t>
      </w:r>
      <w:r w:rsidRPr="00802BD0">
        <w:t>energetiky</w:t>
      </w:r>
      <w:r w:rsidR="00BC6D2B" w:rsidRPr="00802BD0">
        <w:t xml:space="preserve"> k </w:t>
      </w:r>
      <w:r w:rsidRPr="00802BD0">
        <w:t>jeho použití pro plnění předmětné veřejné zakázky</w:t>
      </w:r>
      <w:r w:rsidR="00BC6D2B" w:rsidRPr="00802BD0">
        <w:t xml:space="preserve"> k </w:t>
      </w:r>
      <w:r w:rsidRPr="00802BD0">
        <w:t>dispozici</w:t>
      </w:r>
      <w:r w:rsidR="00845C50" w:rsidRPr="00802BD0">
        <w:t xml:space="preserve"> a </w:t>
      </w:r>
      <w:r w:rsidRPr="00802BD0">
        <w:t>že bude mít zajištěnu i jeho odbornou montáž, případně bude smlouva obsahovat souhlas výrobce nebo dodavatele zabezpečovacího zařízení, zařízení elektrotechniky</w:t>
      </w:r>
      <w:r w:rsidR="00845C50" w:rsidRPr="00802BD0">
        <w:t xml:space="preserve"> a </w:t>
      </w:r>
      <w:r w:rsidRPr="00802BD0">
        <w:t xml:space="preserve">energetiky </w:t>
      </w:r>
      <w:r w:rsidR="00845C50" w:rsidRPr="00802BD0">
        <w:t>s </w:t>
      </w:r>
      <w:r w:rsidRPr="00802BD0">
        <w:t>tím, že je dodavatel sám schopen toto zařízení odborně sestavit</w:t>
      </w:r>
      <w:r w:rsidR="00845C50" w:rsidRPr="00802BD0">
        <w:t xml:space="preserve"> a </w:t>
      </w:r>
      <w:r w:rsidRPr="00802BD0">
        <w:t>namontovat;</w:t>
      </w:r>
      <w:r w:rsidR="008A0DC8" w:rsidRPr="00802BD0">
        <w:t xml:space="preserve">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6DB12492" w14:textId="2CD52136" w:rsidR="007D5A8D" w:rsidRDefault="0035531B" w:rsidP="00BA70B2">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5050FC">
        <w:t>a </w:t>
      </w:r>
      <w:r w:rsidRPr="005050FC">
        <w:t>to elektrických</w:t>
      </w:r>
      <w:r>
        <w:t xml:space="preserve"> </w:t>
      </w:r>
      <w:r w:rsidR="005050FC">
        <w:t>a zdvíhacích</w:t>
      </w:r>
      <w:r w:rsidR="00EC10AE">
        <w:t xml:space="preserve"> </w:t>
      </w:r>
      <w:r>
        <w:t>UTZ železničních drah</w:t>
      </w:r>
      <w:r w:rsidR="00092CC9">
        <w:t xml:space="preserve"> v </w:t>
      </w:r>
      <w:r>
        <w:t xml:space="preserve">rozsahu: </w:t>
      </w:r>
    </w:p>
    <w:p w14:paraId="1D5CC04C"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elektrické sítě drah a elektrické rozvody drah,</w:t>
      </w:r>
    </w:p>
    <w:p w14:paraId="0A49F343"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14:paraId="52060809"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trakční napájecí a spínací stanice,</w:t>
      </w:r>
    </w:p>
    <w:p w14:paraId="4C6F3209"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14:paraId="60DF6B45" w14:textId="77777777" w:rsidR="005050FC" w:rsidRPr="00134E3A"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76231466" w14:textId="570C9D2E" w:rsidR="005050FC" w:rsidRDefault="005050FC" w:rsidP="005050FC">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drážní dopravy,</w:t>
      </w:r>
    </w:p>
    <w:p w14:paraId="0767CEC4" w14:textId="074F5425" w:rsidR="005050FC" w:rsidRPr="005050FC" w:rsidRDefault="005050FC" w:rsidP="004631AB">
      <w:pPr>
        <w:pStyle w:val="Odrka1-1"/>
        <w:tabs>
          <w:tab w:val="clear" w:pos="1077"/>
          <w:tab w:val="num" w:pos="-4253"/>
        </w:tabs>
        <w:ind w:left="1418" w:hanging="284"/>
        <w:rPr>
          <w:rFonts w:ascii="Verdana" w:hAnsi="Verdana" w:cs="Arial"/>
        </w:rPr>
      </w:pPr>
      <w:r w:rsidRPr="005050FC">
        <w:rPr>
          <w:rFonts w:ascii="Verdana" w:hAnsi="Verdana" w:cs="Arial"/>
        </w:rPr>
        <w:t>elektrické, pneumatické a hydraulické výtahy.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2A4B894E" w:rsidR="00712607" w:rsidRDefault="00712607" w:rsidP="00712607">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r w:rsidR="0095790D">
        <w:t>19.5</w:t>
      </w:r>
      <w:r>
        <w:t>.</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w:t>
      </w:r>
      <w:r w:rsidR="00BC6D2B">
        <w:lastRenderedPageBreak/>
        <w:t>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87344455"/>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87344456"/>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508ED34D"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00721">
        <w:rPr>
          <w:b/>
        </w:rPr>
        <w:t>50</w:t>
      </w:r>
      <w:r w:rsidR="00AC56DC">
        <w:rPr>
          <w:b/>
        </w:rPr>
        <w:t xml:space="preserve"> mil.</w:t>
      </w:r>
      <w:r>
        <w:t xml:space="preserve"> Kč (slovy: </w:t>
      </w:r>
      <w:r w:rsidR="00344633">
        <w:t xml:space="preserve">padesát </w:t>
      </w:r>
      <w:r w:rsidR="00AC56DC">
        <w:t>milionu</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16CA05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B73F89">
        <w:t>30007</w:t>
      </w:r>
      <w:proofErr w:type="gramEnd"/>
      <w:r w:rsidR="00B73F89">
        <w:t>-22307011/0710, Česká národní banka se sídlem Na Příkopě 28, 115 03 Praha 1</w:t>
      </w:r>
      <w:r>
        <w:t xml:space="preserve">, variabilní symbol </w:t>
      </w:r>
      <w:r w:rsidR="00E70789">
        <w:t>5113720006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w:t>
      </w:r>
      <w:r>
        <w:lastRenderedPageBreak/>
        <w:t>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564DDD">
      <w:pPr>
        <w:pStyle w:val="Nadpis1-1"/>
      </w:pPr>
      <w:bookmarkStart w:id="26" w:name="_Toc87344457"/>
      <w:r>
        <w:t>SOCIÁLNĚ A ENVIRO</w:t>
      </w:r>
      <w:r w:rsidR="00417206">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46151B05" w:rsidR="007D382D" w:rsidRDefault="007D382D" w:rsidP="007D382D">
      <w:pPr>
        <w:pStyle w:val="Odrka1-1"/>
      </w:pPr>
      <w:r w:rsidRPr="0060254E">
        <w:t>recyklaci kameniva vyzískávaného z kolejového lože</w:t>
      </w:r>
      <w:r w:rsidR="00344633">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87344458"/>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968E071" w:rsidR="0035531B" w:rsidRDefault="0035531B" w:rsidP="00564DDD">
      <w:pPr>
        <w:pStyle w:val="Textbezslovn"/>
        <w:tabs>
          <w:tab w:val="left" w:pos="2127"/>
        </w:tabs>
        <w:spacing w:after="0"/>
        <w:ind w:left="2127" w:hanging="1390"/>
      </w:pPr>
      <w:r>
        <w:t>Příloha č. 4</w:t>
      </w:r>
      <w:r>
        <w:tab/>
        <w:t xml:space="preserve">Seznam stavebních </w:t>
      </w:r>
      <w:r w:rsidR="00344633">
        <w:t xml:space="preserve">a pozemních stavebních </w:t>
      </w:r>
      <w:r>
        <w:t>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3BC62CDE" w14:textId="77777777" w:rsidR="00DB1F04" w:rsidRDefault="00DB1F04" w:rsidP="00564DDD">
      <w:pPr>
        <w:pStyle w:val="Textbezslovn"/>
        <w:spacing w:after="0"/>
      </w:pPr>
    </w:p>
    <w:p w14:paraId="5A02D87A" w14:textId="40133432"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5EF3E885" w14:textId="77777777" w:rsidR="0056781B" w:rsidRDefault="0056781B" w:rsidP="00FE4333">
      <w:pPr>
        <w:pStyle w:val="Nadpisbezsl1-1"/>
      </w:pPr>
    </w:p>
    <w:p w14:paraId="02F23D3E" w14:textId="77777777" w:rsidR="0056781B" w:rsidRDefault="0056781B" w:rsidP="00FE4333">
      <w:pPr>
        <w:pStyle w:val="Nadpisbezsl1-1"/>
      </w:pPr>
    </w:p>
    <w:p w14:paraId="0FFA9A17" w14:textId="77777777" w:rsidR="0056781B" w:rsidRDefault="0056781B" w:rsidP="00FE4333">
      <w:pPr>
        <w:pStyle w:val="Nadpisbezsl1-1"/>
      </w:pPr>
    </w:p>
    <w:p w14:paraId="2C8E8B75" w14:textId="77777777" w:rsidR="0056781B" w:rsidRDefault="0056781B" w:rsidP="00FE4333">
      <w:pPr>
        <w:pStyle w:val="Nadpisbezsl1-1"/>
      </w:pPr>
    </w:p>
    <w:p w14:paraId="60D8956C" w14:textId="77777777" w:rsidR="0056781B" w:rsidRDefault="0056781B" w:rsidP="00FE4333">
      <w:pPr>
        <w:pStyle w:val="Nadpisbezsl1-1"/>
      </w:pPr>
    </w:p>
    <w:p w14:paraId="0EE8D458" w14:textId="77777777" w:rsidR="0056781B" w:rsidRDefault="0056781B" w:rsidP="00FE4333">
      <w:pPr>
        <w:pStyle w:val="Nadpisbezsl1-1"/>
      </w:pPr>
    </w:p>
    <w:p w14:paraId="2BA6007B" w14:textId="77777777" w:rsidR="0056781B" w:rsidRDefault="0056781B" w:rsidP="00FE4333">
      <w:pPr>
        <w:pStyle w:val="Nadpisbezsl1-1"/>
      </w:pPr>
    </w:p>
    <w:p w14:paraId="0ABDA37E" w14:textId="77777777" w:rsidR="0056781B" w:rsidRDefault="0056781B" w:rsidP="00FE4333">
      <w:pPr>
        <w:pStyle w:val="Nadpisbezsl1-1"/>
      </w:pPr>
    </w:p>
    <w:p w14:paraId="534031E8" w14:textId="77777777" w:rsidR="0056781B" w:rsidRDefault="0056781B" w:rsidP="00FE4333">
      <w:pPr>
        <w:pStyle w:val="Nadpisbezsl1-1"/>
      </w:pPr>
    </w:p>
    <w:p w14:paraId="6D1A9B99" w14:textId="77777777" w:rsidR="0056781B" w:rsidRDefault="0056781B" w:rsidP="00FE4333">
      <w:pPr>
        <w:pStyle w:val="Nadpisbezsl1-1"/>
      </w:pPr>
    </w:p>
    <w:p w14:paraId="551D0404" w14:textId="77777777" w:rsidR="0056781B" w:rsidRDefault="0056781B" w:rsidP="00FE4333">
      <w:pPr>
        <w:pStyle w:val="Nadpisbezsl1-1"/>
      </w:pPr>
    </w:p>
    <w:p w14:paraId="6DBAF18F" w14:textId="77777777" w:rsidR="0056781B" w:rsidRDefault="0056781B" w:rsidP="00FE4333">
      <w:pPr>
        <w:pStyle w:val="Nadpisbezsl1-1"/>
      </w:pPr>
    </w:p>
    <w:p w14:paraId="2C845DBA" w14:textId="77777777" w:rsidR="0056781B" w:rsidRDefault="0056781B" w:rsidP="00FE4333">
      <w:pPr>
        <w:pStyle w:val="Nadpisbezsl1-1"/>
      </w:pPr>
    </w:p>
    <w:p w14:paraId="518EDF53" w14:textId="77777777" w:rsidR="0056781B" w:rsidRDefault="0056781B" w:rsidP="00FE4333">
      <w:pPr>
        <w:pStyle w:val="Nadpisbezsl1-1"/>
      </w:pPr>
    </w:p>
    <w:p w14:paraId="67E3E84E" w14:textId="77777777" w:rsidR="0056781B" w:rsidRDefault="0056781B" w:rsidP="00FE4333">
      <w:pPr>
        <w:pStyle w:val="Nadpisbezsl1-1"/>
      </w:pPr>
    </w:p>
    <w:p w14:paraId="7632E31A" w14:textId="6BB2DD9E" w:rsidR="0035531B" w:rsidRDefault="0035531B" w:rsidP="00FE4333">
      <w:pPr>
        <w:pStyle w:val="Nadpisbezsl1-1"/>
      </w:pPr>
      <w:r w:rsidRPr="00FE4333">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lastRenderedPageBreak/>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636506F" w14:textId="1AAB20F6" w:rsidR="00564DDD" w:rsidRDefault="00CE1135" w:rsidP="000002AB">
      <w:pPr>
        <w:pStyle w:val="Textbezslovn"/>
        <w:ind w:left="0"/>
      </w:pPr>
      <w:r>
        <w:t xml:space="preserve">Dodavatel níže uvede údaje o majetkové struktuře dodavatele a všech </w:t>
      </w:r>
      <w:r w:rsidRPr="00CE1135">
        <w:t>poddodavatelů, prostřednictvím kterých v tomto zadávacím řízení prokazuje kvalifikac</w:t>
      </w:r>
      <w:r>
        <w:t>i:</w:t>
      </w:r>
      <w:r w:rsidR="00EA18ED">
        <w:t xml:space="preserve"> [</w:t>
      </w:r>
      <w:r w:rsidR="00EA18ED" w:rsidRPr="00564DDD">
        <w:rPr>
          <w:highlight w:val="yellow"/>
        </w:rPr>
        <w:t>DOPLNÍ DODAVATEL</w:t>
      </w:r>
      <w:r w:rsidR="00EA18ED">
        <w:t>]</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1F6674E7" w:rsidR="0035531B" w:rsidRPr="00AD792A" w:rsidRDefault="0035531B" w:rsidP="00FE4333">
      <w:pPr>
        <w:pStyle w:val="Nadpisbezsl1-2"/>
      </w:pPr>
      <w:r w:rsidRPr="00AD792A">
        <w:t xml:space="preserve">Seznam stavebních </w:t>
      </w:r>
      <w:r w:rsidR="00344633">
        <w:t xml:space="preserve">a pozemních stavebních </w:t>
      </w:r>
      <w:r w:rsidRPr="00AD792A">
        <w:t>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7540776D" w14:textId="77777777" w:rsidR="00344633" w:rsidRDefault="00AD792A" w:rsidP="00AD792A">
            <w:pPr>
              <w:rPr>
                <w:b/>
              </w:rPr>
            </w:pPr>
            <w:r w:rsidRPr="00AD792A">
              <w:rPr>
                <w:b/>
              </w:rPr>
              <w:t>Název zakázky/ stavební práce</w:t>
            </w:r>
            <w:r w:rsidR="00344633">
              <w:rPr>
                <w:b/>
              </w:rPr>
              <w:t>/</w:t>
            </w:r>
          </w:p>
          <w:p w14:paraId="4ED17651" w14:textId="4C9E4C55" w:rsidR="00AD792A" w:rsidRPr="00AD792A" w:rsidRDefault="00344633" w:rsidP="00AD792A">
            <w:pPr>
              <w:rPr>
                <w:b/>
                <w:sz w:val="16"/>
                <w:szCs w:val="16"/>
              </w:rPr>
            </w:pPr>
            <w:r>
              <w:rPr>
                <w:b/>
              </w:rPr>
              <w:t>pozemní stavební práce</w:t>
            </w:r>
            <w:r w:rsidR="00AD792A"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19A8FE7" w:rsidR="00AD792A" w:rsidRPr="00AD792A" w:rsidRDefault="00AD792A" w:rsidP="0034463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prací v detailu potřebném pro ověření splnění požadavků</w:t>
            </w:r>
            <w:r w:rsidR="00A95C0A">
              <w:rPr>
                <w:b/>
              </w:rPr>
              <w:t>)</w:t>
            </w:r>
            <w:r w:rsidRPr="00AD792A">
              <w:rPr>
                <w:b/>
              </w:rPr>
              <w:t xml:space="preserve"> a místo jejich plnění</w:t>
            </w:r>
          </w:p>
        </w:tc>
        <w:tc>
          <w:tcPr>
            <w:tcW w:w="1276" w:type="dxa"/>
          </w:tcPr>
          <w:p w14:paraId="69174D5A" w14:textId="03E4762A" w:rsidR="00AD792A" w:rsidRPr="00AD792A" w:rsidRDefault="00AD792A" w:rsidP="0034463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5A5B155D"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4A7F37">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A3FCA82" w:rsidR="00AD792A" w:rsidRPr="00AD792A" w:rsidRDefault="00AD792A" w:rsidP="0034463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6FF80460"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2FB3D1E1"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 xml:space="preserve">řádném plnění nejvýznamnějších stavebních </w:t>
      </w:r>
      <w:r w:rsidR="00344633">
        <w:t xml:space="preserve">a nejvýznamnějších pozemních stavebních </w:t>
      </w:r>
      <w:r>
        <w:t>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CF7A2" w14:textId="77777777" w:rsidR="00F83CAE" w:rsidRDefault="00F83CAE" w:rsidP="00962258">
      <w:pPr>
        <w:spacing w:after="0" w:line="240" w:lineRule="auto"/>
      </w:pPr>
      <w:r>
        <w:separator/>
      </w:r>
    </w:p>
  </w:endnote>
  <w:endnote w:type="continuationSeparator" w:id="0">
    <w:p w14:paraId="72FC5A0A" w14:textId="77777777" w:rsidR="00F83CAE" w:rsidRDefault="00F83C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D6F00" w14:paraId="5CDE79BC" w14:textId="77777777" w:rsidTr="00EB46E5">
      <w:tc>
        <w:tcPr>
          <w:tcW w:w="1361" w:type="dxa"/>
          <w:tcMar>
            <w:left w:w="0" w:type="dxa"/>
            <w:right w:w="0" w:type="dxa"/>
          </w:tcMar>
          <w:vAlign w:val="bottom"/>
        </w:tcPr>
        <w:p w14:paraId="3DE5EB8F" w14:textId="15084E41" w:rsidR="009D6F00" w:rsidRPr="00B8518B" w:rsidRDefault="009D6F0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5154">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5154">
            <w:rPr>
              <w:rStyle w:val="slostrnky"/>
              <w:noProof/>
            </w:rPr>
            <w:t>51</w:t>
          </w:r>
          <w:r w:rsidRPr="00B8518B">
            <w:rPr>
              <w:rStyle w:val="slostrnky"/>
            </w:rPr>
            <w:fldChar w:fldCharType="end"/>
          </w:r>
        </w:p>
      </w:tc>
      <w:tc>
        <w:tcPr>
          <w:tcW w:w="284" w:type="dxa"/>
          <w:shd w:val="clear" w:color="auto" w:fill="auto"/>
          <w:tcMar>
            <w:left w:w="0" w:type="dxa"/>
            <w:right w:w="0" w:type="dxa"/>
          </w:tcMar>
        </w:tcPr>
        <w:p w14:paraId="388A8FC9" w14:textId="77777777" w:rsidR="009D6F00" w:rsidRDefault="009D6F00" w:rsidP="00B8518B">
          <w:pPr>
            <w:pStyle w:val="Zpat"/>
          </w:pPr>
        </w:p>
      </w:tc>
      <w:tc>
        <w:tcPr>
          <w:tcW w:w="425" w:type="dxa"/>
          <w:shd w:val="clear" w:color="auto" w:fill="auto"/>
          <w:tcMar>
            <w:left w:w="0" w:type="dxa"/>
            <w:right w:w="0" w:type="dxa"/>
          </w:tcMar>
        </w:tcPr>
        <w:p w14:paraId="36BAECC2" w14:textId="77777777" w:rsidR="009D6F00" w:rsidRDefault="009D6F00" w:rsidP="00B8518B">
          <w:pPr>
            <w:pStyle w:val="Zpat"/>
          </w:pPr>
        </w:p>
      </w:tc>
      <w:tc>
        <w:tcPr>
          <w:tcW w:w="8505" w:type="dxa"/>
        </w:tcPr>
        <w:p w14:paraId="3C19A70B" w14:textId="205D667A" w:rsidR="009D6F00" w:rsidRDefault="009D6F00" w:rsidP="00EB46E5">
          <w:pPr>
            <w:pStyle w:val="Zpat0"/>
          </w:pPr>
          <w:r w:rsidRPr="006A6B3E">
            <w:t>„Modernizace trati Praha-Bubny (včetně) – Praha-Výstaviště (včetně)“</w:t>
          </w:r>
        </w:p>
        <w:p w14:paraId="3F2A1F4C" w14:textId="77777777" w:rsidR="009D6F00" w:rsidRDefault="009D6F00"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9D6F00" w:rsidRDefault="009D6F00" w:rsidP="0035531B">
          <w:pPr>
            <w:pStyle w:val="Zpat0"/>
          </w:pPr>
          <w:r>
            <w:t xml:space="preserve">Část 2 – </w:t>
          </w:r>
          <w:r w:rsidRPr="0035531B">
            <w:rPr>
              <w:caps/>
            </w:rPr>
            <w:t>Pokyny pro dodavatele</w:t>
          </w:r>
          <w:r>
            <w:t xml:space="preserve"> – Zhotovení stavby</w:t>
          </w:r>
        </w:p>
      </w:tc>
    </w:tr>
  </w:tbl>
  <w:p w14:paraId="5DF1028D" w14:textId="77777777" w:rsidR="009D6F00" w:rsidRPr="00B8518B" w:rsidRDefault="009D6F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9D6F00" w:rsidRPr="00B8518B" w:rsidRDefault="009D6F00" w:rsidP="00460660">
    <w:pPr>
      <w:pStyle w:val="Zpat"/>
      <w:rPr>
        <w:sz w:val="2"/>
        <w:szCs w:val="2"/>
      </w:rPr>
    </w:pPr>
  </w:p>
  <w:p w14:paraId="580CEFC5" w14:textId="6F459D5C" w:rsidR="009D6F00" w:rsidRPr="00460660" w:rsidRDefault="009D6F0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8CBC8" w14:textId="77777777" w:rsidR="00F83CAE" w:rsidRDefault="00F83CAE" w:rsidP="00962258">
      <w:pPr>
        <w:spacing w:after="0" w:line="240" w:lineRule="auto"/>
      </w:pPr>
      <w:r>
        <w:separator/>
      </w:r>
    </w:p>
  </w:footnote>
  <w:footnote w:type="continuationSeparator" w:id="0">
    <w:p w14:paraId="2E7FA902" w14:textId="77777777" w:rsidR="00F83CAE" w:rsidRDefault="00F83CAE" w:rsidP="00962258">
      <w:pPr>
        <w:spacing w:after="0" w:line="240" w:lineRule="auto"/>
      </w:pPr>
      <w:r>
        <w:continuationSeparator/>
      </w:r>
    </w:p>
  </w:footnote>
  <w:footnote w:id="1">
    <w:p w14:paraId="01FEDBCB" w14:textId="77777777" w:rsidR="009D6F00" w:rsidRDefault="009D6F00">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9D6F00" w:rsidRDefault="009D6F0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9D6F00" w:rsidRDefault="009D6F0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9D6F00" w:rsidRDefault="009D6F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9D6F00" w:rsidRDefault="009D6F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9D6F00" w:rsidRDefault="009D6F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9D6F00" w:rsidRDefault="009D6F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9D6F00" w:rsidRDefault="009D6F00">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9D6F00" w:rsidRDefault="009D6F00">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xml:space="preserve">.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9D6F00" w:rsidRDefault="009D6F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F00" w14:paraId="252031F4" w14:textId="77777777" w:rsidTr="00C02D0A">
      <w:trPr>
        <w:trHeight w:hRule="exact" w:val="454"/>
      </w:trPr>
      <w:tc>
        <w:tcPr>
          <w:tcW w:w="1361" w:type="dxa"/>
          <w:tcMar>
            <w:top w:w="57" w:type="dxa"/>
            <w:left w:w="0" w:type="dxa"/>
            <w:right w:w="0" w:type="dxa"/>
          </w:tcMar>
        </w:tcPr>
        <w:p w14:paraId="2B9DCF35" w14:textId="77777777" w:rsidR="009D6F00" w:rsidRPr="00B8518B" w:rsidRDefault="009D6F00" w:rsidP="00523EA7">
          <w:pPr>
            <w:pStyle w:val="Zpat"/>
            <w:rPr>
              <w:rStyle w:val="slostrnky"/>
            </w:rPr>
          </w:pPr>
        </w:p>
      </w:tc>
      <w:tc>
        <w:tcPr>
          <w:tcW w:w="3458" w:type="dxa"/>
          <w:shd w:val="clear" w:color="auto" w:fill="auto"/>
          <w:tcMar>
            <w:top w:w="57" w:type="dxa"/>
            <w:left w:w="0" w:type="dxa"/>
            <w:right w:w="0" w:type="dxa"/>
          </w:tcMar>
        </w:tcPr>
        <w:p w14:paraId="6022F9D2" w14:textId="77777777" w:rsidR="009D6F00" w:rsidRDefault="009D6F00" w:rsidP="00523EA7">
          <w:pPr>
            <w:pStyle w:val="Zpat"/>
          </w:pPr>
        </w:p>
      </w:tc>
      <w:tc>
        <w:tcPr>
          <w:tcW w:w="5698" w:type="dxa"/>
          <w:shd w:val="clear" w:color="auto" w:fill="auto"/>
          <w:tcMar>
            <w:top w:w="57" w:type="dxa"/>
            <w:left w:w="0" w:type="dxa"/>
            <w:right w:w="0" w:type="dxa"/>
          </w:tcMar>
        </w:tcPr>
        <w:p w14:paraId="38D6D7C3" w14:textId="77777777" w:rsidR="009D6F00" w:rsidRPr="00D6163D" w:rsidRDefault="009D6F00" w:rsidP="00D6163D">
          <w:pPr>
            <w:pStyle w:val="Druhdokumentu"/>
          </w:pPr>
        </w:p>
      </w:tc>
    </w:tr>
  </w:tbl>
  <w:p w14:paraId="5F291682" w14:textId="77777777" w:rsidR="009D6F00" w:rsidRPr="00D6163D" w:rsidRDefault="009D6F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6F00" w14:paraId="65AA8071" w14:textId="77777777" w:rsidTr="00B22106">
      <w:trPr>
        <w:trHeight w:hRule="exact" w:val="936"/>
      </w:trPr>
      <w:tc>
        <w:tcPr>
          <w:tcW w:w="1361" w:type="dxa"/>
          <w:tcMar>
            <w:left w:w="0" w:type="dxa"/>
            <w:right w:w="0" w:type="dxa"/>
          </w:tcMar>
        </w:tcPr>
        <w:p w14:paraId="34CA8588" w14:textId="77777777" w:rsidR="009D6F00" w:rsidRPr="00B8518B" w:rsidRDefault="009D6F00" w:rsidP="00FC6389">
          <w:pPr>
            <w:pStyle w:val="Zpat"/>
            <w:rPr>
              <w:rStyle w:val="slostrnky"/>
            </w:rPr>
          </w:pPr>
        </w:p>
      </w:tc>
      <w:tc>
        <w:tcPr>
          <w:tcW w:w="3458" w:type="dxa"/>
          <w:shd w:val="clear" w:color="auto" w:fill="auto"/>
          <w:tcMar>
            <w:left w:w="0" w:type="dxa"/>
            <w:right w:w="0" w:type="dxa"/>
          </w:tcMar>
        </w:tcPr>
        <w:p w14:paraId="58717F5C" w14:textId="77777777" w:rsidR="009D6F00" w:rsidRDefault="009D6F00" w:rsidP="00FC6389">
          <w:pPr>
            <w:pStyle w:val="Zpat"/>
          </w:pPr>
        </w:p>
      </w:tc>
      <w:tc>
        <w:tcPr>
          <w:tcW w:w="5756" w:type="dxa"/>
          <w:shd w:val="clear" w:color="auto" w:fill="auto"/>
          <w:tcMar>
            <w:left w:w="0" w:type="dxa"/>
            <w:right w:w="0" w:type="dxa"/>
          </w:tcMar>
        </w:tcPr>
        <w:p w14:paraId="152FCBCF" w14:textId="77777777" w:rsidR="009D6F00" w:rsidRPr="00D6163D" w:rsidRDefault="009D6F00" w:rsidP="00FC6389">
          <w:pPr>
            <w:pStyle w:val="Druhdokumentu"/>
          </w:pPr>
        </w:p>
      </w:tc>
    </w:tr>
    <w:tr w:rsidR="009D6F00" w14:paraId="42490C1C" w14:textId="77777777" w:rsidTr="00B22106">
      <w:trPr>
        <w:trHeight w:hRule="exact" w:val="936"/>
      </w:trPr>
      <w:tc>
        <w:tcPr>
          <w:tcW w:w="1361" w:type="dxa"/>
          <w:tcMar>
            <w:left w:w="0" w:type="dxa"/>
            <w:right w:w="0" w:type="dxa"/>
          </w:tcMar>
        </w:tcPr>
        <w:p w14:paraId="590E4A63" w14:textId="77777777" w:rsidR="009D6F00" w:rsidRPr="00B8518B" w:rsidRDefault="009D6F00" w:rsidP="00FC6389">
          <w:pPr>
            <w:pStyle w:val="Zpat"/>
            <w:rPr>
              <w:rStyle w:val="slostrnky"/>
            </w:rPr>
          </w:pPr>
        </w:p>
      </w:tc>
      <w:tc>
        <w:tcPr>
          <w:tcW w:w="3458" w:type="dxa"/>
          <w:shd w:val="clear" w:color="auto" w:fill="auto"/>
          <w:tcMar>
            <w:left w:w="0" w:type="dxa"/>
            <w:right w:w="0" w:type="dxa"/>
          </w:tcMar>
        </w:tcPr>
        <w:p w14:paraId="1448A1EB" w14:textId="77777777" w:rsidR="009D6F00" w:rsidRDefault="009D6F00" w:rsidP="00FC6389">
          <w:pPr>
            <w:pStyle w:val="Zpat"/>
          </w:pPr>
        </w:p>
      </w:tc>
      <w:tc>
        <w:tcPr>
          <w:tcW w:w="5756" w:type="dxa"/>
          <w:shd w:val="clear" w:color="auto" w:fill="auto"/>
          <w:tcMar>
            <w:left w:w="0" w:type="dxa"/>
            <w:right w:w="0" w:type="dxa"/>
          </w:tcMar>
        </w:tcPr>
        <w:p w14:paraId="417861B4" w14:textId="77777777" w:rsidR="009D6F00" w:rsidRPr="00D6163D" w:rsidRDefault="009D6F00" w:rsidP="00FC6389">
          <w:pPr>
            <w:pStyle w:val="Druhdokumentu"/>
          </w:pPr>
        </w:p>
      </w:tc>
    </w:tr>
  </w:tbl>
  <w:p w14:paraId="07626039" w14:textId="77777777" w:rsidR="009D6F00" w:rsidRPr="00D6163D" w:rsidRDefault="009D6F00"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9D6F00" w:rsidRPr="00460660" w:rsidRDefault="009D6F0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580B1A"/>
    <w:multiLevelType w:val="hybridMultilevel"/>
    <w:tmpl w:val="3406298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982FA9"/>
    <w:multiLevelType w:val="hybridMultilevel"/>
    <w:tmpl w:val="56A44ACE"/>
    <w:lvl w:ilvl="0" w:tplc="542EFFBC">
      <w:start w:val="1"/>
      <w:numFmt w:val="upperLetter"/>
      <w:lvlText w:val="%1)"/>
      <w:lvlJc w:val="left"/>
      <w:pPr>
        <w:ind w:left="1097" w:hanging="36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11B759F"/>
    <w:multiLevelType w:val="hybridMultilevel"/>
    <w:tmpl w:val="9F74A3BE"/>
    <w:lvl w:ilvl="0" w:tplc="589CBA6E">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9B7FF8"/>
    <w:multiLevelType w:val="hybridMultilevel"/>
    <w:tmpl w:val="438826DE"/>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D583B3A"/>
    <w:multiLevelType w:val="hybridMultilevel"/>
    <w:tmpl w:val="7E863CBA"/>
    <w:lvl w:ilvl="0" w:tplc="04050001">
      <w:start w:val="1"/>
      <w:numFmt w:val="bullet"/>
      <w:lvlText w:val=""/>
      <w:lvlJc w:val="left"/>
      <w:pPr>
        <w:ind w:left="1097" w:hanging="360"/>
      </w:pPr>
      <w:rPr>
        <w:rFonts w:ascii="Symbol" w:hAnsi="Symbol"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6"/>
  </w:num>
  <w:num w:numId="2">
    <w:abstractNumId w:val="2"/>
  </w:num>
  <w:num w:numId="3">
    <w:abstractNumId w:val="14"/>
  </w:num>
  <w:num w:numId="4">
    <w:abstractNumId w:val="5"/>
  </w:num>
  <w:num w:numId="5">
    <w:abstractNumId w:val="0"/>
  </w:num>
  <w:num w:numId="6">
    <w:abstractNumId w:val="7"/>
  </w:num>
  <w:num w:numId="7">
    <w:abstractNumId w:val="11"/>
  </w:num>
  <w:num w:numId="8">
    <w:abstractNumId w:val="8"/>
  </w:num>
  <w:num w:numId="9">
    <w:abstractNumId w:val="15"/>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8"/>
  </w:num>
  <w:num w:numId="26">
    <w:abstractNumId w:val="0"/>
  </w:num>
  <w:num w:numId="27">
    <w:abstractNumId w:val="0"/>
  </w:num>
  <w:num w:numId="28">
    <w:abstractNumId w:val="8"/>
  </w:num>
  <w:num w:numId="29">
    <w:abstractNumId w:val="9"/>
  </w:num>
  <w:num w:numId="30">
    <w:abstractNumId w:val="5"/>
    <w:lvlOverride w:ilvl="0">
      <w:lvl w:ilvl="0">
        <w:start w:val="1"/>
        <w:numFmt w:val="decimal"/>
        <w:pStyle w:val="Nadpis2-1"/>
        <w:lvlText w:val="%1."/>
        <w:lvlJc w:val="left"/>
        <w:pPr>
          <w:tabs>
            <w:tab w:val="num" w:pos="737"/>
          </w:tabs>
          <w:ind w:left="737" w:hanging="737"/>
        </w:pPr>
        <w:rPr>
          <w:rFonts w:hint="default"/>
        </w:rPr>
      </w:lvl>
    </w:lvlOverride>
    <w:lvlOverride w:ilvl="1">
      <w:lvl w:ilvl="1">
        <w:start w:val="1"/>
        <w:numFmt w:val="decimal"/>
        <w:pStyle w:val="Nadpis2-2"/>
        <w:lvlText w:val="%1.%2"/>
        <w:lvlJc w:val="left"/>
        <w:pPr>
          <w:tabs>
            <w:tab w:val="num" w:pos="737"/>
          </w:tabs>
          <w:ind w:left="737" w:hanging="737"/>
        </w:pPr>
        <w:rPr>
          <w:rFonts w:asciiTheme="majorHAnsi" w:hAnsiTheme="majorHAnsi" w:hint="default"/>
        </w:rPr>
      </w:lvl>
    </w:lvlOverride>
    <w:lvlOverride w:ilvl="2">
      <w:lvl w:ilvl="2">
        <w:start w:val="1"/>
        <w:numFmt w:val="decimal"/>
        <w:pStyle w:val="Text2-1"/>
        <w:lvlText w:val="%1.%2.%3"/>
        <w:lvlJc w:val="left"/>
        <w:pPr>
          <w:tabs>
            <w:tab w:val="num" w:pos="737"/>
          </w:tabs>
          <w:ind w:left="737" w:hanging="737"/>
        </w:pPr>
        <w:rPr>
          <w:rFonts w:hint="default"/>
        </w:rPr>
      </w:lvl>
    </w:lvlOverride>
    <w:lvlOverride w:ilvl="3">
      <w:lvl w:ilvl="3">
        <w:start w:val="1"/>
        <w:numFmt w:val="decimal"/>
        <w:pStyle w:val="Text2-2"/>
        <w:lvlText w:val="%1.%2.%3.%4"/>
        <w:lvlJc w:val="left"/>
        <w:pPr>
          <w:tabs>
            <w:tab w:val="num" w:pos="1701"/>
          </w:tabs>
          <w:ind w:left="1701" w:hanging="964"/>
        </w:pPr>
        <w:rPr>
          <w:rFonts w:hint="default"/>
        </w:rPr>
      </w:lvl>
    </w:lvlOverride>
    <w:lvlOverride w:ilvl="4">
      <w:lvl w:ilvl="4">
        <w:start w:val="1"/>
        <w:numFmt w:val="lowerLetter"/>
        <w:lvlText w:val="%5."/>
        <w:lvlJc w:val="left"/>
        <w:pPr>
          <w:tabs>
            <w:tab w:val="num" w:pos="567"/>
          </w:tabs>
          <w:ind w:left="737" w:hanging="737"/>
        </w:pPr>
        <w:rPr>
          <w:rFonts w:hint="default"/>
        </w:rPr>
      </w:lvl>
    </w:lvlOverride>
    <w:lvlOverride w:ilvl="5">
      <w:lvl w:ilvl="5">
        <w:start w:val="1"/>
        <w:numFmt w:val="lowerRoman"/>
        <w:lvlText w:val="%6."/>
        <w:lvlJc w:val="right"/>
        <w:pPr>
          <w:tabs>
            <w:tab w:val="num" w:pos="567"/>
          </w:tabs>
          <w:ind w:left="737" w:hanging="737"/>
        </w:pPr>
        <w:rPr>
          <w:rFonts w:hint="default"/>
        </w:rPr>
      </w:lvl>
    </w:lvlOverride>
    <w:lvlOverride w:ilvl="6">
      <w:lvl w:ilvl="6">
        <w:start w:val="1"/>
        <w:numFmt w:val="decimal"/>
        <w:lvlText w:val="%7."/>
        <w:lvlJc w:val="left"/>
        <w:pPr>
          <w:tabs>
            <w:tab w:val="num" w:pos="567"/>
          </w:tabs>
          <w:ind w:left="737" w:hanging="737"/>
        </w:pPr>
        <w:rPr>
          <w:rFonts w:hint="default"/>
        </w:rPr>
      </w:lvl>
    </w:lvlOverride>
    <w:lvlOverride w:ilvl="7">
      <w:lvl w:ilvl="7">
        <w:start w:val="1"/>
        <w:numFmt w:val="lowerLetter"/>
        <w:lvlText w:val="%8."/>
        <w:lvlJc w:val="left"/>
        <w:pPr>
          <w:tabs>
            <w:tab w:val="num" w:pos="567"/>
          </w:tabs>
          <w:ind w:left="737" w:hanging="737"/>
        </w:pPr>
        <w:rPr>
          <w:rFonts w:hint="default"/>
        </w:rPr>
      </w:lvl>
    </w:lvlOverride>
    <w:lvlOverride w:ilvl="8">
      <w:lvl w:ilvl="8">
        <w:start w:val="1"/>
        <w:numFmt w:val="lowerRoman"/>
        <w:lvlText w:val="%9."/>
        <w:lvlJc w:val="right"/>
        <w:pPr>
          <w:tabs>
            <w:tab w:val="num" w:pos="567"/>
          </w:tabs>
          <w:ind w:left="737" w:hanging="737"/>
        </w:pPr>
        <w:rPr>
          <w:rFonts w:hint="default"/>
        </w:rPr>
      </w:lvl>
    </w:lvlOverride>
  </w:num>
  <w:num w:numId="31">
    <w:abstractNumId w:val="4"/>
  </w:num>
  <w:num w:numId="32">
    <w:abstractNumId w:val="12"/>
  </w:num>
  <w:num w:numId="33">
    <w:abstractNumId w:val="16"/>
  </w:num>
  <w:num w:numId="34">
    <w:abstractNumId w:val="3"/>
  </w:num>
  <w:num w:numId="35">
    <w:abstractNumId w:val="1"/>
  </w:num>
  <w:num w:numId="3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730"/>
    <w:rsid w:val="000049B4"/>
    <w:rsid w:val="00006798"/>
    <w:rsid w:val="00006C83"/>
    <w:rsid w:val="00014412"/>
    <w:rsid w:val="0001629D"/>
    <w:rsid w:val="00016BE5"/>
    <w:rsid w:val="000174E8"/>
    <w:rsid w:val="00017F3C"/>
    <w:rsid w:val="000204F7"/>
    <w:rsid w:val="00020D8C"/>
    <w:rsid w:val="00024A00"/>
    <w:rsid w:val="000266C3"/>
    <w:rsid w:val="000338E9"/>
    <w:rsid w:val="0004040D"/>
    <w:rsid w:val="0004058B"/>
    <w:rsid w:val="000415F1"/>
    <w:rsid w:val="00041EC8"/>
    <w:rsid w:val="00045032"/>
    <w:rsid w:val="0004552A"/>
    <w:rsid w:val="000466BC"/>
    <w:rsid w:val="000563B4"/>
    <w:rsid w:val="00056C26"/>
    <w:rsid w:val="00057CE9"/>
    <w:rsid w:val="00062500"/>
    <w:rsid w:val="0006499F"/>
    <w:rsid w:val="0006588D"/>
    <w:rsid w:val="000663F8"/>
    <w:rsid w:val="00067A5E"/>
    <w:rsid w:val="00067EE3"/>
    <w:rsid w:val="000719BB"/>
    <w:rsid w:val="00072A65"/>
    <w:rsid w:val="00072C1E"/>
    <w:rsid w:val="0007440D"/>
    <w:rsid w:val="00074D42"/>
    <w:rsid w:val="00075E0C"/>
    <w:rsid w:val="000839DD"/>
    <w:rsid w:val="00092CC9"/>
    <w:rsid w:val="00095A11"/>
    <w:rsid w:val="00097D92"/>
    <w:rsid w:val="000A23B3"/>
    <w:rsid w:val="000A2EAF"/>
    <w:rsid w:val="000A389A"/>
    <w:rsid w:val="000A759B"/>
    <w:rsid w:val="000A7A9C"/>
    <w:rsid w:val="000B120C"/>
    <w:rsid w:val="000B4126"/>
    <w:rsid w:val="000B4EB8"/>
    <w:rsid w:val="000C124A"/>
    <w:rsid w:val="000C2107"/>
    <w:rsid w:val="000C41F2"/>
    <w:rsid w:val="000C5A86"/>
    <w:rsid w:val="000D0E11"/>
    <w:rsid w:val="000D22C4"/>
    <w:rsid w:val="000D27D1"/>
    <w:rsid w:val="000D3030"/>
    <w:rsid w:val="000D5E72"/>
    <w:rsid w:val="000E14FF"/>
    <w:rsid w:val="000E1A7F"/>
    <w:rsid w:val="000E3C37"/>
    <w:rsid w:val="000E63E1"/>
    <w:rsid w:val="000F3ACB"/>
    <w:rsid w:val="000F485A"/>
    <w:rsid w:val="001006E6"/>
    <w:rsid w:val="00106A0E"/>
    <w:rsid w:val="001078D8"/>
    <w:rsid w:val="0011040C"/>
    <w:rsid w:val="00112864"/>
    <w:rsid w:val="0011338E"/>
    <w:rsid w:val="00114472"/>
    <w:rsid w:val="00114988"/>
    <w:rsid w:val="00115069"/>
    <w:rsid w:val="001150F2"/>
    <w:rsid w:val="00115DD3"/>
    <w:rsid w:val="001218B6"/>
    <w:rsid w:val="001258A6"/>
    <w:rsid w:val="00127F71"/>
    <w:rsid w:val="001317FE"/>
    <w:rsid w:val="00140575"/>
    <w:rsid w:val="001421F7"/>
    <w:rsid w:val="00143B89"/>
    <w:rsid w:val="00145774"/>
    <w:rsid w:val="00146BCB"/>
    <w:rsid w:val="00147EE0"/>
    <w:rsid w:val="0015452E"/>
    <w:rsid w:val="00154BE2"/>
    <w:rsid w:val="00156037"/>
    <w:rsid w:val="001576AF"/>
    <w:rsid w:val="00161F9B"/>
    <w:rsid w:val="001656A2"/>
    <w:rsid w:val="0016681F"/>
    <w:rsid w:val="00167788"/>
    <w:rsid w:val="00170EC5"/>
    <w:rsid w:val="001720A6"/>
    <w:rsid w:val="001722FA"/>
    <w:rsid w:val="00173992"/>
    <w:rsid w:val="001747C1"/>
    <w:rsid w:val="00175425"/>
    <w:rsid w:val="00177B82"/>
    <w:rsid w:val="00177D6B"/>
    <w:rsid w:val="00181456"/>
    <w:rsid w:val="00182938"/>
    <w:rsid w:val="00182EAB"/>
    <w:rsid w:val="00191F90"/>
    <w:rsid w:val="001932A3"/>
    <w:rsid w:val="00193D8F"/>
    <w:rsid w:val="00194789"/>
    <w:rsid w:val="001950C2"/>
    <w:rsid w:val="00195B47"/>
    <w:rsid w:val="001966EA"/>
    <w:rsid w:val="00197CF8"/>
    <w:rsid w:val="001A0C14"/>
    <w:rsid w:val="001A395E"/>
    <w:rsid w:val="001A3BEE"/>
    <w:rsid w:val="001A6DA1"/>
    <w:rsid w:val="001B102A"/>
    <w:rsid w:val="001B23A1"/>
    <w:rsid w:val="001B2585"/>
    <w:rsid w:val="001B36CB"/>
    <w:rsid w:val="001B4E74"/>
    <w:rsid w:val="001B5EED"/>
    <w:rsid w:val="001B707E"/>
    <w:rsid w:val="001C22AD"/>
    <w:rsid w:val="001C232C"/>
    <w:rsid w:val="001C2E0F"/>
    <w:rsid w:val="001C430B"/>
    <w:rsid w:val="001C50A8"/>
    <w:rsid w:val="001C645F"/>
    <w:rsid w:val="001C76E4"/>
    <w:rsid w:val="001D0B82"/>
    <w:rsid w:val="001D13CB"/>
    <w:rsid w:val="001D15A0"/>
    <w:rsid w:val="001D28FD"/>
    <w:rsid w:val="001E17EE"/>
    <w:rsid w:val="001E44C5"/>
    <w:rsid w:val="001E57B9"/>
    <w:rsid w:val="001E651D"/>
    <w:rsid w:val="001E678E"/>
    <w:rsid w:val="001E7845"/>
    <w:rsid w:val="001F0356"/>
    <w:rsid w:val="001F2DF0"/>
    <w:rsid w:val="002028F8"/>
    <w:rsid w:val="002037E4"/>
    <w:rsid w:val="002071BB"/>
    <w:rsid w:val="002072FA"/>
    <w:rsid w:val="00207DF5"/>
    <w:rsid w:val="00223DAF"/>
    <w:rsid w:val="00224981"/>
    <w:rsid w:val="00227BC8"/>
    <w:rsid w:val="00227EE7"/>
    <w:rsid w:val="00233A53"/>
    <w:rsid w:val="00240B81"/>
    <w:rsid w:val="00242D08"/>
    <w:rsid w:val="002435E8"/>
    <w:rsid w:val="002449CB"/>
    <w:rsid w:val="00246BE1"/>
    <w:rsid w:val="00247D01"/>
    <w:rsid w:val="00250254"/>
    <w:rsid w:val="0025030F"/>
    <w:rsid w:val="00253538"/>
    <w:rsid w:val="00253C39"/>
    <w:rsid w:val="00261A5B"/>
    <w:rsid w:val="00262BD4"/>
    <w:rsid w:val="00262E5B"/>
    <w:rsid w:val="0026385B"/>
    <w:rsid w:val="00264EF3"/>
    <w:rsid w:val="00265B91"/>
    <w:rsid w:val="0026602F"/>
    <w:rsid w:val="00266378"/>
    <w:rsid w:val="0026731A"/>
    <w:rsid w:val="00272A15"/>
    <w:rsid w:val="00276AFE"/>
    <w:rsid w:val="00277CAE"/>
    <w:rsid w:val="0028061F"/>
    <w:rsid w:val="00281F1B"/>
    <w:rsid w:val="002924B8"/>
    <w:rsid w:val="0029266A"/>
    <w:rsid w:val="00292826"/>
    <w:rsid w:val="00292913"/>
    <w:rsid w:val="00293005"/>
    <w:rsid w:val="00293D72"/>
    <w:rsid w:val="002A30C7"/>
    <w:rsid w:val="002A3B57"/>
    <w:rsid w:val="002A3FFD"/>
    <w:rsid w:val="002A6820"/>
    <w:rsid w:val="002A7859"/>
    <w:rsid w:val="002B0231"/>
    <w:rsid w:val="002B0B9A"/>
    <w:rsid w:val="002B0E4A"/>
    <w:rsid w:val="002B2A0B"/>
    <w:rsid w:val="002B4D14"/>
    <w:rsid w:val="002C04EE"/>
    <w:rsid w:val="002C31BF"/>
    <w:rsid w:val="002C4A72"/>
    <w:rsid w:val="002D0BAF"/>
    <w:rsid w:val="002D215C"/>
    <w:rsid w:val="002D3364"/>
    <w:rsid w:val="002D35C5"/>
    <w:rsid w:val="002D3AC6"/>
    <w:rsid w:val="002D4198"/>
    <w:rsid w:val="002D60FC"/>
    <w:rsid w:val="002D7725"/>
    <w:rsid w:val="002D7FD6"/>
    <w:rsid w:val="002E02AC"/>
    <w:rsid w:val="002E0CD7"/>
    <w:rsid w:val="002E0CFB"/>
    <w:rsid w:val="002E1EF3"/>
    <w:rsid w:val="002E23B8"/>
    <w:rsid w:val="002E2494"/>
    <w:rsid w:val="002E43AA"/>
    <w:rsid w:val="002E5230"/>
    <w:rsid w:val="002E59CD"/>
    <w:rsid w:val="002E5C7B"/>
    <w:rsid w:val="002F4333"/>
    <w:rsid w:val="002F4CCC"/>
    <w:rsid w:val="003000CA"/>
    <w:rsid w:val="0030102D"/>
    <w:rsid w:val="0030556D"/>
    <w:rsid w:val="003072B2"/>
    <w:rsid w:val="00307641"/>
    <w:rsid w:val="00311F11"/>
    <w:rsid w:val="00313A89"/>
    <w:rsid w:val="00313E02"/>
    <w:rsid w:val="003156C6"/>
    <w:rsid w:val="0031722E"/>
    <w:rsid w:val="00317DA0"/>
    <w:rsid w:val="00325FF5"/>
    <w:rsid w:val="00327EEF"/>
    <w:rsid w:val="00327F28"/>
    <w:rsid w:val="00330A0C"/>
    <w:rsid w:val="0033239F"/>
    <w:rsid w:val="00332E6D"/>
    <w:rsid w:val="003332F5"/>
    <w:rsid w:val="003339FF"/>
    <w:rsid w:val="00333C1C"/>
    <w:rsid w:val="0033481C"/>
    <w:rsid w:val="00337694"/>
    <w:rsid w:val="0033797B"/>
    <w:rsid w:val="0034274B"/>
    <w:rsid w:val="0034333E"/>
    <w:rsid w:val="00343BD8"/>
    <w:rsid w:val="00344144"/>
    <w:rsid w:val="00344633"/>
    <w:rsid w:val="00347146"/>
    <w:rsid w:val="0034719F"/>
    <w:rsid w:val="00350A35"/>
    <w:rsid w:val="003514BE"/>
    <w:rsid w:val="00351974"/>
    <w:rsid w:val="00353C9A"/>
    <w:rsid w:val="0035410B"/>
    <w:rsid w:val="0035531B"/>
    <w:rsid w:val="00356B56"/>
    <w:rsid w:val="003571D8"/>
    <w:rsid w:val="00357BC6"/>
    <w:rsid w:val="00360565"/>
    <w:rsid w:val="00361422"/>
    <w:rsid w:val="0036288F"/>
    <w:rsid w:val="003658CE"/>
    <w:rsid w:val="00367DF4"/>
    <w:rsid w:val="00370F1F"/>
    <w:rsid w:val="003717A3"/>
    <w:rsid w:val="003719BB"/>
    <w:rsid w:val="00372C06"/>
    <w:rsid w:val="0037545D"/>
    <w:rsid w:val="00375BA5"/>
    <w:rsid w:val="00376402"/>
    <w:rsid w:val="00380C2C"/>
    <w:rsid w:val="00382D08"/>
    <w:rsid w:val="003849FA"/>
    <w:rsid w:val="0038653A"/>
    <w:rsid w:val="00386FF1"/>
    <w:rsid w:val="00392EB6"/>
    <w:rsid w:val="00394D03"/>
    <w:rsid w:val="003956C6"/>
    <w:rsid w:val="00397AEE"/>
    <w:rsid w:val="00397F6E"/>
    <w:rsid w:val="003A4209"/>
    <w:rsid w:val="003A4513"/>
    <w:rsid w:val="003B0B71"/>
    <w:rsid w:val="003B1DB6"/>
    <w:rsid w:val="003B599F"/>
    <w:rsid w:val="003B6EF6"/>
    <w:rsid w:val="003B7C2B"/>
    <w:rsid w:val="003C0BF5"/>
    <w:rsid w:val="003C33F2"/>
    <w:rsid w:val="003C5943"/>
    <w:rsid w:val="003C6721"/>
    <w:rsid w:val="003D1280"/>
    <w:rsid w:val="003D32DA"/>
    <w:rsid w:val="003D756E"/>
    <w:rsid w:val="003D7809"/>
    <w:rsid w:val="003D7A13"/>
    <w:rsid w:val="003E1A28"/>
    <w:rsid w:val="003E29D4"/>
    <w:rsid w:val="003E3815"/>
    <w:rsid w:val="003E3CE3"/>
    <w:rsid w:val="003E420D"/>
    <w:rsid w:val="003E4C13"/>
    <w:rsid w:val="003E5507"/>
    <w:rsid w:val="003E79F5"/>
    <w:rsid w:val="003F1CFD"/>
    <w:rsid w:val="003F2EE3"/>
    <w:rsid w:val="003F46CD"/>
    <w:rsid w:val="0040008E"/>
    <w:rsid w:val="0040352D"/>
    <w:rsid w:val="00404BA2"/>
    <w:rsid w:val="004078F3"/>
    <w:rsid w:val="00413F8C"/>
    <w:rsid w:val="00416E9C"/>
    <w:rsid w:val="00417206"/>
    <w:rsid w:val="00427794"/>
    <w:rsid w:val="004304A9"/>
    <w:rsid w:val="00433AD5"/>
    <w:rsid w:val="004352C0"/>
    <w:rsid w:val="00450F07"/>
    <w:rsid w:val="004525D5"/>
    <w:rsid w:val="00452F69"/>
    <w:rsid w:val="00453CD3"/>
    <w:rsid w:val="00454716"/>
    <w:rsid w:val="00454BB9"/>
    <w:rsid w:val="00457045"/>
    <w:rsid w:val="00457168"/>
    <w:rsid w:val="00460660"/>
    <w:rsid w:val="004631AB"/>
    <w:rsid w:val="00464BA9"/>
    <w:rsid w:val="00472891"/>
    <w:rsid w:val="00472C13"/>
    <w:rsid w:val="00474C08"/>
    <w:rsid w:val="00474DD1"/>
    <w:rsid w:val="00474F4D"/>
    <w:rsid w:val="0048078A"/>
    <w:rsid w:val="00483969"/>
    <w:rsid w:val="0048486A"/>
    <w:rsid w:val="00486107"/>
    <w:rsid w:val="004873F4"/>
    <w:rsid w:val="00487D41"/>
    <w:rsid w:val="004911B2"/>
    <w:rsid w:val="00491827"/>
    <w:rsid w:val="004948D1"/>
    <w:rsid w:val="00494C38"/>
    <w:rsid w:val="004A0575"/>
    <w:rsid w:val="004A5F32"/>
    <w:rsid w:val="004A761F"/>
    <w:rsid w:val="004A7F37"/>
    <w:rsid w:val="004B1A5C"/>
    <w:rsid w:val="004B2C03"/>
    <w:rsid w:val="004B34E9"/>
    <w:rsid w:val="004B4177"/>
    <w:rsid w:val="004B4EAD"/>
    <w:rsid w:val="004C10A0"/>
    <w:rsid w:val="004C2050"/>
    <w:rsid w:val="004C4399"/>
    <w:rsid w:val="004C6480"/>
    <w:rsid w:val="004C709B"/>
    <w:rsid w:val="004C787C"/>
    <w:rsid w:val="004C7C6B"/>
    <w:rsid w:val="004D1377"/>
    <w:rsid w:val="004D1C14"/>
    <w:rsid w:val="004D294E"/>
    <w:rsid w:val="004D45CB"/>
    <w:rsid w:val="004D5285"/>
    <w:rsid w:val="004D7A88"/>
    <w:rsid w:val="004E1477"/>
    <w:rsid w:val="004E2A88"/>
    <w:rsid w:val="004E7A1F"/>
    <w:rsid w:val="004F1D17"/>
    <w:rsid w:val="004F23F8"/>
    <w:rsid w:val="004F4597"/>
    <w:rsid w:val="004F4B9B"/>
    <w:rsid w:val="0050089B"/>
    <w:rsid w:val="00501B32"/>
    <w:rsid w:val="0050339F"/>
    <w:rsid w:val="00503F3E"/>
    <w:rsid w:val="005050FC"/>
    <w:rsid w:val="0050666E"/>
    <w:rsid w:val="00511AB9"/>
    <w:rsid w:val="00515634"/>
    <w:rsid w:val="00515B63"/>
    <w:rsid w:val="00517640"/>
    <w:rsid w:val="005210B3"/>
    <w:rsid w:val="00521692"/>
    <w:rsid w:val="00523096"/>
    <w:rsid w:val="00523BB5"/>
    <w:rsid w:val="00523EA7"/>
    <w:rsid w:val="00525222"/>
    <w:rsid w:val="0052549A"/>
    <w:rsid w:val="00527582"/>
    <w:rsid w:val="005313E2"/>
    <w:rsid w:val="00533804"/>
    <w:rsid w:val="00533EF2"/>
    <w:rsid w:val="00537814"/>
    <w:rsid w:val="005406EB"/>
    <w:rsid w:val="00540C01"/>
    <w:rsid w:val="0054279B"/>
    <w:rsid w:val="00542AEE"/>
    <w:rsid w:val="005434A6"/>
    <w:rsid w:val="00551338"/>
    <w:rsid w:val="00552763"/>
    <w:rsid w:val="00553375"/>
    <w:rsid w:val="00555884"/>
    <w:rsid w:val="005607AA"/>
    <w:rsid w:val="00564DDD"/>
    <w:rsid w:val="005674E4"/>
    <w:rsid w:val="0056781B"/>
    <w:rsid w:val="005736B7"/>
    <w:rsid w:val="00574274"/>
    <w:rsid w:val="00575D34"/>
    <w:rsid w:val="00575E5A"/>
    <w:rsid w:val="00577A3C"/>
    <w:rsid w:val="00580245"/>
    <w:rsid w:val="005833EB"/>
    <w:rsid w:val="00585021"/>
    <w:rsid w:val="00585F88"/>
    <w:rsid w:val="0059173F"/>
    <w:rsid w:val="00597FA9"/>
    <w:rsid w:val="005A1F44"/>
    <w:rsid w:val="005A307B"/>
    <w:rsid w:val="005A3D2F"/>
    <w:rsid w:val="005B1FD3"/>
    <w:rsid w:val="005C1C0B"/>
    <w:rsid w:val="005C36CB"/>
    <w:rsid w:val="005C3856"/>
    <w:rsid w:val="005C7882"/>
    <w:rsid w:val="005D1C0B"/>
    <w:rsid w:val="005D3C39"/>
    <w:rsid w:val="005E2CF9"/>
    <w:rsid w:val="005E44D4"/>
    <w:rsid w:val="005E54F3"/>
    <w:rsid w:val="005E7D3B"/>
    <w:rsid w:val="005F34EC"/>
    <w:rsid w:val="005F365C"/>
    <w:rsid w:val="005F3698"/>
    <w:rsid w:val="005F52EA"/>
    <w:rsid w:val="0060115D"/>
    <w:rsid w:val="00601A8C"/>
    <w:rsid w:val="00602CB4"/>
    <w:rsid w:val="00604592"/>
    <w:rsid w:val="00604CB4"/>
    <w:rsid w:val="00605FD8"/>
    <w:rsid w:val="0060609A"/>
    <w:rsid w:val="0061068E"/>
    <w:rsid w:val="00610698"/>
    <w:rsid w:val="006115D3"/>
    <w:rsid w:val="00614471"/>
    <w:rsid w:val="006146A5"/>
    <w:rsid w:val="006162AA"/>
    <w:rsid w:val="006166EF"/>
    <w:rsid w:val="00620402"/>
    <w:rsid w:val="00621B8E"/>
    <w:rsid w:val="00625310"/>
    <w:rsid w:val="00625493"/>
    <w:rsid w:val="006279CD"/>
    <w:rsid w:val="006323A4"/>
    <w:rsid w:val="00636981"/>
    <w:rsid w:val="00637988"/>
    <w:rsid w:val="00640B30"/>
    <w:rsid w:val="0064190C"/>
    <w:rsid w:val="006424DC"/>
    <w:rsid w:val="00645154"/>
    <w:rsid w:val="00650536"/>
    <w:rsid w:val="0065142B"/>
    <w:rsid w:val="006516C1"/>
    <w:rsid w:val="00652AA6"/>
    <w:rsid w:val="0065512A"/>
    <w:rsid w:val="00655976"/>
    <w:rsid w:val="0065610E"/>
    <w:rsid w:val="00660AD3"/>
    <w:rsid w:val="0066471D"/>
    <w:rsid w:val="0066683A"/>
    <w:rsid w:val="00673CDA"/>
    <w:rsid w:val="0067413A"/>
    <w:rsid w:val="0067433E"/>
    <w:rsid w:val="006744D8"/>
    <w:rsid w:val="00674E23"/>
    <w:rsid w:val="00675773"/>
    <w:rsid w:val="006776B6"/>
    <w:rsid w:val="00681EFA"/>
    <w:rsid w:val="00685002"/>
    <w:rsid w:val="00687D83"/>
    <w:rsid w:val="00691E7D"/>
    <w:rsid w:val="00692012"/>
    <w:rsid w:val="00693150"/>
    <w:rsid w:val="006A0768"/>
    <w:rsid w:val="006A5570"/>
    <w:rsid w:val="006A607E"/>
    <w:rsid w:val="006A689C"/>
    <w:rsid w:val="006A6B3E"/>
    <w:rsid w:val="006A6CFA"/>
    <w:rsid w:val="006B351D"/>
    <w:rsid w:val="006B3D79"/>
    <w:rsid w:val="006B43D0"/>
    <w:rsid w:val="006B6FE4"/>
    <w:rsid w:val="006B7296"/>
    <w:rsid w:val="006B7D93"/>
    <w:rsid w:val="006C0DCF"/>
    <w:rsid w:val="006C1ECA"/>
    <w:rsid w:val="006C2343"/>
    <w:rsid w:val="006C442A"/>
    <w:rsid w:val="006C4639"/>
    <w:rsid w:val="006D0B83"/>
    <w:rsid w:val="006D4276"/>
    <w:rsid w:val="006E0578"/>
    <w:rsid w:val="006E09D6"/>
    <w:rsid w:val="006E0B47"/>
    <w:rsid w:val="006E0F98"/>
    <w:rsid w:val="006E1025"/>
    <w:rsid w:val="006E314D"/>
    <w:rsid w:val="006F25FB"/>
    <w:rsid w:val="006F6616"/>
    <w:rsid w:val="006F6B09"/>
    <w:rsid w:val="006F7572"/>
    <w:rsid w:val="0070050D"/>
    <w:rsid w:val="0070255F"/>
    <w:rsid w:val="007038DC"/>
    <w:rsid w:val="00704DE5"/>
    <w:rsid w:val="007066BA"/>
    <w:rsid w:val="00706F4C"/>
    <w:rsid w:val="0070752A"/>
    <w:rsid w:val="007079C3"/>
    <w:rsid w:val="00710472"/>
    <w:rsid w:val="00710723"/>
    <w:rsid w:val="00711F91"/>
    <w:rsid w:val="0071207A"/>
    <w:rsid w:val="00712607"/>
    <w:rsid w:val="00713347"/>
    <w:rsid w:val="007134F3"/>
    <w:rsid w:val="007210C2"/>
    <w:rsid w:val="00722D21"/>
    <w:rsid w:val="00723D56"/>
    <w:rsid w:val="00723ED1"/>
    <w:rsid w:val="00726E50"/>
    <w:rsid w:val="00727ABC"/>
    <w:rsid w:val="007356BD"/>
    <w:rsid w:val="00736022"/>
    <w:rsid w:val="00740AF5"/>
    <w:rsid w:val="007433C7"/>
    <w:rsid w:val="00743525"/>
    <w:rsid w:val="007436F8"/>
    <w:rsid w:val="00744F6A"/>
    <w:rsid w:val="00745555"/>
    <w:rsid w:val="00745FDD"/>
    <w:rsid w:val="0075185E"/>
    <w:rsid w:val="007541A2"/>
    <w:rsid w:val="00755818"/>
    <w:rsid w:val="007569E5"/>
    <w:rsid w:val="00756F68"/>
    <w:rsid w:val="00761FE3"/>
    <w:rsid w:val="0076286B"/>
    <w:rsid w:val="00762E75"/>
    <w:rsid w:val="007657C7"/>
    <w:rsid w:val="00766846"/>
    <w:rsid w:val="0076790E"/>
    <w:rsid w:val="00770BBE"/>
    <w:rsid w:val="00770ECA"/>
    <w:rsid w:val="00773DC0"/>
    <w:rsid w:val="0077673A"/>
    <w:rsid w:val="0078309A"/>
    <w:rsid w:val="007846E1"/>
    <w:rsid w:val="007847D6"/>
    <w:rsid w:val="00784A34"/>
    <w:rsid w:val="007872C7"/>
    <w:rsid w:val="00793E1E"/>
    <w:rsid w:val="00794021"/>
    <w:rsid w:val="00796DC1"/>
    <w:rsid w:val="007A0FFE"/>
    <w:rsid w:val="007A2107"/>
    <w:rsid w:val="007A26F3"/>
    <w:rsid w:val="007A3BD6"/>
    <w:rsid w:val="007A5172"/>
    <w:rsid w:val="007A67A0"/>
    <w:rsid w:val="007B1E1B"/>
    <w:rsid w:val="007B570C"/>
    <w:rsid w:val="007C252A"/>
    <w:rsid w:val="007C4414"/>
    <w:rsid w:val="007D313E"/>
    <w:rsid w:val="007D3806"/>
    <w:rsid w:val="007D382D"/>
    <w:rsid w:val="007D5A8D"/>
    <w:rsid w:val="007D614B"/>
    <w:rsid w:val="007E0287"/>
    <w:rsid w:val="007E2234"/>
    <w:rsid w:val="007E4A6E"/>
    <w:rsid w:val="007F10FE"/>
    <w:rsid w:val="007F1105"/>
    <w:rsid w:val="007F15FF"/>
    <w:rsid w:val="007F1C8D"/>
    <w:rsid w:val="007F3581"/>
    <w:rsid w:val="007F5296"/>
    <w:rsid w:val="007F56A7"/>
    <w:rsid w:val="00800851"/>
    <w:rsid w:val="008014DD"/>
    <w:rsid w:val="00802A02"/>
    <w:rsid w:val="00802BD0"/>
    <w:rsid w:val="00803601"/>
    <w:rsid w:val="008043EF"/>
    <w:rsid w:val="00805269"/>
    <w:rsid w:val="00805477"/>
    <w:rsid w:val="00807C89"/>
    <w:rsid w:val="00807DD0"/>
    <w:rsid w:val="0081064F"/>
    <w:rsid w:val="00812E24"/>
    <w:rsid w:val="008141A9"/>
    <w:rsid w:val="00814630"/>
    <w:rsid w:val="00814C5E"/>
    <w:rsid w:val="00814CA2"/>
    <w:rsid w:val="00815605"/>
    <w:rsid w:val="00815A58"/>
    <w:rsid w:val="00815C1B"/>
    <w:rsid w:val="00815F1A"/>
    <w:rsid w:val="00817BF8"/>
    <w:rsid w:val="0082023C"/>
    <w:rsid w:val="00821D01"/>
    <w:rsid w:val="00822B88"/>
    <w:rsid w:val="00826B7B"/>
    <w:rsid w:val="00831DE9"/>
    <w:rsid w:val="00833899"/>
    <w:rsid w:val="008433D2"/>
    <w:rsid w:val="0084414D"/>
    <w:rsid w:val="0084440D"/>
    <w:rsid w:val="0084582C"/>
    <w:rsid w:val="00845B5E"/>
    <w:rsid w:val="00845C50"/>
    <w:rsid w:val="00846113"/>
    <w:rsid w:val="00846789"/>
    <w:rsid w:val="00855C1B"/>
    <w:rsid w:val="008569A3"/>
    <w:rsid w:val="00857736"/>
    <w:rsid w:val="00857C45"/>
    <w:rsid w:val="00860F8B"/>
    <w:rsid w:val="008625ED"/>
    <w:rsid w:val="0086570D"/>
    <w:rsid w:val="00867074"/>
    <w:rsid w:val="0086714F"/>
    <w:rsid w:val="00872044"/>
    <w:rsid w:val="00873311"/>
    <w:rsid w:val="008735B2"/>
    <w:rsid w:val="008756F5"/>
    <w:rsid w:val="0087580E"/>
    <w:rsid w:val="00876D73"/>
    <w:rsid w:val="00881CCA"/>
    <w:rsid w:val="00885D84"/>
    <w:rsid w:val="00887491"/>
    <w:rsid w:val="00887F36"/>
    <w:rsid w:val="00890916"/>
    <w:rsid w:val="00893EC9"/>
    <w:rsid w:val="00894714"/>
    <w:rsid w:val="00896787"/>
    <w:rsid w:val="008A0DC8"/>
    <w:rsid w:val="008A1B8C"/>
    <w:rsid w:val="008A3568"/>
    <w:rsid w:val="008A5810"/>
    <w:rsid w:val="008B2021"/>
    <w:rsid w:val="008B53FB"/>
    <w:rsid w:val="008C0335"/>
    <w:rsid w:val="008C1F05"/>
    <w:rsid w:val="008C2F51"/>
    <w:rsid w:val="008C3E6F"/>
    <w:rsid w:val="008C50F3"/>
    <w:rsid w:val="008C65BC"/>
    <w:rsid w:val="008C7EFE"/>
    <w:rsid w:val="008D03B9"/>
    <w:rsid w:val="008D1730"/>
    <w:rsid w:val="008D29A9"/>
    <w:rsid w:val="008D30C7"/>
    <w:rsid w:val="008D30F9"/>
    <w:rsid w:val="008D399C"/>
    <w:rsid w:val="008D4592"/>
    <w:rsid w:val="008D4E49"/>
    <w:rsid w:val="008D552B"/>
    <w:rsid w:val="008D7865"/>
    <w:rsid w:val="008D7D55"/>
    <w:rsid w:val="008E0D23"/>
    <w:rsid w:val="008E0EFC"/>
    <w:rsid w:val="008E1138"/>
    <w:rsid w:val="008E14FB"/>
    <w:rsid w:val="008E454C"/>
    <w:rsid w:val="008E4CCA"/>
    <w:rsid w:val="008E7191"/>
    <w:rsid w:val="008E7D02"/>
    <w:rsid w:val="008F08B6"/>
    <w:rsid w:val="008F18D6"/>
    <w:rsid w:val="008F1DFC"/>
    <w:rsid w:val="008F2C9B"/>
    <w:rsid w:val="008F4655"/>
    <w:rsid w:val="008F4D3C"/>
    <w:rsid w:val="008F61B1"/>
    <w:rsid w:val="008F797B"/>
    <w:rsid w:val="00901E8E"/>
    <w:rsid w:val="0090228B"/>
    <w:rsid w:val="00902E7E"/>
    <w:rsid w:val="00904780"/>
    <w:rsid w:val="0090635B"/>
    <w:rsid w:val="00906665"/>
    <w:rsid w:val="009067B5"/>
    <w:rsid w:val="0091001C"/>
    <w:rsid w:val="009100A5"/>
    <w:rsid w:val="00913AFF"/>
    <w:rsid w:val="009174DA"/>
    <w:rsid w:val="00920DEB"/>
    <w:rsid w:val="00922345"/>
    <w:rsid w:val="00922385"/>
    <w:rsid w:val="009223DF"/>
    <w:rsid w:val="00923CE9"/>
    <w:rsid w:val="0092759D"/>
    <w:rsid w:val="00930B79"/>
    <w:rsid w:val="00931962"/>
    <w:rsid w:val="00936091"/>
    <w:rsid w:val="00940AD5"/>
    <w:rsid w:val="00940D8A"/>
    <w:rsid w:val="009420D2"/>
    <w:rsid w:val="009431D9"/>
    <w:rsid w:val="00951710"/>
    <w:rsid w:val="0095790D"/>
    <w:rsid w:val="00962223"/>
    <w:rsid w:val="00962258"/>
    <w:rsid w:val="00962D3D"/>
    <w:rsid w:val="00964860"/>
    <w:rsid w:val="009657CD"/>
    <w:rsid w:val="00966FBD"/>
    <w:rsid w:val="009677CF"/>
    <w:rsid w:val="009678B7"/>
    <w:rsid w:val="0097088F"/>
    <w:rsid w:val="009710F2"/>
    <w:rsid w:val="00971662"/>
    <w:rsid w:val="00971B34"/>
    <w:rsid w:val="00974AB0"/>
    <w:rsid w:val="0097698E"/>
    <w:rsid w:val="00977367"/>
    <w:rsid w:val="00977F79"/>
    <w:rsid w:val="00990C4D"/>
    <w:rsid w:val="00992D9C"/>
    <w:rsid w:val="009963B5"/>
    <w:rsid w:val="00996409"/>
    <w:rsid w:val="00996CB8"/>
    <w:rsid w:val="009978AE"/>
    <w:rsid w:val="009A1C30"/>
    <w:rsid w:val="009B2943"/>
    <w:rsid w:val="009B2E97"/>
    <w:rsid w:val="009B5146"/>
    <w:rsid w:val="009C0F4D"/>
    <w:rsid w:val="009C3AE1"/>
    <w:rsid w:val="009C418E"/>
    <w:rsid w:val="009C442C"/>
    <w:rsid w:val="009C5701"/>
    <w:rsid w:val="009D20A1"/>
    <w:rsid w:val="009D2EAA"/>
    <w:rsid w:val="009D6F00"/>
    <w:rsid w:val="009E07F4"/>
    <w:rsid w:val="009E48CE"/>
    <w:rsid w:val="009E7F82"/>
    <w:rsid w:val="009F0C47"/>
    <w:rsid w:val="009F0CF5"/>
    <w:rsid w:val="009F309B"/>
    <w:rsid w:val="009F392E"/>
    <w:rsid w:val="009F53C5"/>
    <w:rsid w:val="009F6689"/>
    <w:rsid w:val="00A02ECA"/>
    <w:rsid w:val="00A04F28"/>
    <w:rsid w:val="00A0740E"/>
    <w:rsid w:val="00A12463"/>
    <w:rsid w:val="00A144DC"/>
    <w:rsid w:val="00A25666"/>
    <w:rsid w:val="00A26CBA"/>
    <w:rsid w:val="00A3626D"/>
    <w:rsid w:val="00A4050F"/>
    <w:rsid w:val="00A405BE"/>
    <w:rsid w:val="00A41505"/>
    <w:rsid w:val="00A43D48"/>
    <w:rsid w:val="00A4543D"/>
    <w:rsid w:val="00A45FEA"/>
    <w:rsid w:val="00A50641"/>
    <w:rsid w:val="00A530BF"/>
    <w:rsid w:val="00A55AAF"/>
    <w:rsid w:val="00A6177B"/>
    <w:rsid w:val="00A635F9"/>
    <w:rsid w:val="00A66136"/>
    <w:rsid w:val="00A70D27"/>
    <w:rsid w:val="00A71189"/>
    <w:rsid w:val="00A72842"/>
    <w:rsid w:val="00A7364A"/>
    <w:rsid w:val="00A7451A"/>
    <w:rsid w:val="00A74DCC"/>
    <w:rsid w:val="00A753ED"/>
    <w:rsid w:val="00A77512"/>
    <w:rsid w:val="00A778D0"/>
    <w:rsid w:val="00A85D4F"/>
    <w:rsid w:val="00A867A6"/>
    <w:rsid w:val="00A87984"/>
    <w:rsid w:val="00A91474"/>
    <w:rsid w:val="00A94456"/>
    <w:rsid w:val="00A94C2F"/>
    <w:rsid w:val="00A95C0A"/>
    <w:rsid w:val="00AA13C8"/>
    <w:rsid w:val="00AA218E"/>
    <w:rsid w:val="00AA3E17"/>
    <w:rsid w:val="00AA4CBB"/>
    <w:rsid w:val="00AA576A"/>
    <w:rsid w:val="00AA65FA"/>
    <w:rsid w:val="00AA7351"/>
    <w:rsid w:val="00AA7A36"/>
    <w:rsid w:val="00AA7AD2"/>
    <w:rsid w:val="00AA7B80"/>
    <w:rsid w:val="00AB1063"/>
    <w:rsid w:val="00AB2EAA"/>
    <w:rsid w:val="00AB58B7"/>
    <w:rsid w:val="00AB6233"/>
    <w:rsid w:val="00AB62D5"/>
    <w:rsid w:val="00AB7A51"/>
    <w:rsid w:val="00AC01E9"/>
    <w:rsid w:val="00AC28A1"/>
    <w:rsid w:val="00AC56DC"/>
    <w:rsid w:val="00AC5FC7"/>
    <w:rsid w:val="00AD056F"/>
    <w:rsid w:val="00AD0C7B"/>
    <w:rsid w:val="00AD1771"/>
    <w:rsid w:val="00AD1786"/>
    <w:rsid w:val="00AD2564"/>
    <w:rsid w:val="00AD2CE9"/>
    <w:rsid w:val="00AD2FA6"/>
    <w:rsid w:val="00AD339A"/>
    <w:rsid w:val="00AD5F1A"/>
    <w:rsid w:val="00AD6731"/>
    <w:rsid w:val="00AD6E8C"/>
    <w:rsid w:val="00AD6F68"/>
    <w:rsid w:val="00AD792A"/>
    <w:rsid w:val="00AE004A"/>
    <w:rsid w:val="00AE07D1"/>
    <w:rsid w:val="00AE1D4A"/>
    <w:rsid w:val="00AE3BB4"/>
    <w:rsid w:val="00AE6366"/>
    <w:rsid w:val="00AF04BF"/>
    <w:rsid w:val="00AF40D8"/>
    <w:rsid w:val="00AF531D"/>
    <w:rsid w:val="00B008D5"/>
    <w:rsid w:val="00B02F73"/>
    <w:rsid w:val="00B04165"/>
    <w:rsid w:val="00B0619F"/>
    <w:rsid w:val="00B13A26"/>
    <w:rsid w:val="00B1425B"/>
    <w:rsid w:val="00B15D0D"/>
    <w:rsid w:val="00B22106"/>
    <w:rsid w:val="00B23FF3"/>
    <w:rsid w:val="00B30D44"/>
    <w:rsid w:val="00B35E89"/>
    <w:rsid w:val="00B37595"/>
    <w:rsid w:val="00B40C33"/>
    <w:rsid w:val="00B4151E"/>
    <w:rsid w:val="00B42798"/>
    <w:rsid w:val="00B429CF"/>
    <w:rsid w:val="00B448FF"/>
    <w:rsid w:val="00B4599F"/>
    <w:rsid w:val="00B476B1"/>
    <w:rsid w:val="00B47984"/>
    <w:rsid w:val="00B47F62"/>
    <w:rsid w:val="00B5357B"/>
    <w:rsid w:val="00B5431A"/>
    <w:rsid w:val="00B60046"/>
    <w:rsid w:val="00B61530"/>
    <w:rsid w:val="00B61964"/>
    <w:rsid w:val="00B62224"/>
    <w:rsid w:val="00B645BC"/>
    <w:rsid w:val="00B645ED"/>
    <w:rsid w:val="00B70267"/>
    <w:rsid w:val="00B73F89"/>
    <w:rsid w:val="00B75EE1"/>
    <w:rsid w:val="00B77481"/>
    <w:rsid w:val="00B77C6D"/>
    <w:rsid w:val="00B80E53"/>
    <w:rsid w:val="00B82A36"/>
    <w:rsid w:val="00B83A53"/>
    <w:rsid w:val="00B8518B"/>
    <w:rsid w:val="00B866D9"/>
    <w:rsid w:val="00B91757"/>
    <w:rsid w:val="00B920B5"/>
    <w:rsid w:val="00B97CC3"/>
    <w:rsid w:val="00BA5A03"/>
    <w:rsid w:val="00BA6A04"/>
    <w:rsid w:val="00BA70B2"/>
    <w:rsid w:val="00BA789F"/>
    <w:rsid w:val="00BB3F86"/>
    <w:rsid w:val="00BB4AF2"/>
    <w:rsid w:val="00BC06C4"/>
    <w:rsid w:val="00BC413A"/>
    <w:rsid w:val="00BC56C3"/>
    <w:rsid w:val="00BC663E"/>
    <w:rsid w:val="00BC6D2B"/>
    <w:rsid w:val="00BD4556"/>
    <w:rsid w:val="00BD4D0B"/>
    <w:rsid w:val="00BD7E91"/>
    <w:rsid w:val="00BD7F0D"/>
    <w:rsid w:val="00BE028E"/>
    <w:rsid w:val="00BE1032"/>
    <w:rsid w:val="00BE3464"/>
    <w:rsid w:val="00BE414F"/>
    <w:rsid w:val="00BE49F4"/>
    <w:rsid w:val="00BE5698"/>
    <w:rsid w:val="00BF23E0"/>
    <w:rsid w:val="00BF4A13"/>
    <w:rsid w:val="00BF4CB0"/>
    <w:rsid w:val="00BF6325"/>
    <w:rsid w:val="00BF7009"/>
    <w:rsid w:val="00C00721"/>
    <w:rsid w:val="00C02D0A"/>
    <w:rsid w:val="00C03A6E"/>
    <w:rsid w:val="00C0426C"/>
    <w:rsid w:val="00C15241"/>
    <w:rsid w:val="00C1688F"/>
    <w:rsid w:val="00C17457"/>
    <w:rsid w:val="00C20128"/>
    <w:rsid w:val="00C20E63"/>
    <w:rsid w:val="00C226C0"/>
    <w:rsid w:val="00C2534C"/>
    <w:rsid w:val="00C30F06"/>
    <w:rsid w:val="00C3709A"/>
    <w:rsid w:val="00C37427"/>
    <w:rsid w:val="00C376A5"/>
    <w:rsid w:val="00C41DD7"/>
    <w:rsid w:val="00C41FD3"/>
    <w:rsid w:val="00C42FE6"/>
    <w:rsid w:val="00C4456C"/>
    <w:rsid w:val="00C44F6A"/>
    <w:rsid w:val="00C456BE"/>
    <w:rsid w:val="00C478AC"/>
    <w:rsid w:val="00C53EBD"/>
    <w:rsid w:val="00C56D0C"/>
    <w:rsid w:val="00C57268"/>
    <w:rsid w:val="00C574FE"/>
    <w:rsid w:val="00C60165"/>
    <w:rsid w:val="00C6198E"/>
    <w:rsid w:val="00C708EA"/>
    <w:rsid w:val="00C710EB"/>
    <w:rsid w:val="00C7216F"/>
    <w:rsid w:val="00C75F96"/>
    <w:rsid w:val="00C763CE"/>
    <w:rsid w:val="00C7745B"/>
    <w:rsid w:val="00C776E5"/>
    <w:rsid w:val="00C778A5"/>
    <w:rsid w:val="00C8340D"/>
    <w:rsid w:val="00C8348F"/>
    <w:rsid w:val="00C91FD8"/>
    <w:rsid w:val="00C92225"/>
    <w:rsid w:val="00C93433"/>
    <w:rsid w:val="00C95162"/>
    <w:rsid w:val="00C96932"/>
    <w:rsid w:val="00CA00AF"/>
    <w:rsid w:val="00CA164D"/>
    <w:rsid w:val="00CB21C4"/>
    <w:rsid w:val="00CB3151"/>
    <w:rsid w:val="00CB6523"/>
    <w:rsid w:val="00CB6A37"/>
    <w:rsid w:val="00CB6A79"/>
    <w:rsid w:val="00CB704A"/>
    <w:rsid w:val="00CB74A4"/>
    <w:rsid w:val="00CB7684"/>
    <w:rsid w:val="00CB7818"/>
    <w:rsid w:val="00CC080E"/>
    <w:rsid w:val="00CC31CF"/>
    <w:rsid w:val="00CC4380"/>
    <w:rsid w:val="00CC7C8F"/>
    <w:rsid w:val="00CD1FC4"/>
    <w:rsid w:val="00CD2402"/>
    <w:rsid w:val="00CE1135"/>
    <w:rsid w:val="00CE22D6"/>
    <w:rsid w:val="00CE2AC2"/>
    <w:rsid w:val="00CE3429"/>
    <w:rsid w:val="00CE5C49"/>
    <w:rsid w:val="00CE62A4"/>
    <w:rsid w:val="00CE71A6"/>
    <w:rsid w:val="00CF06BC"/>
    <w:rsid w:val="00CF112C"/>
    <w:rsid w:val="00CF3020"/>
    <w:rsid w:val="00CF4237"/>
    <w:rsid w:val="00CF681A"/>
    <w:rsid w:val="00D0006C"/>
    <w:rsid w:val="00D034A0"/>
    <w:rsid w:val="00D03583"/>
    <w:rsid w:val="00D10A2D"/>
    <w:rsid w:val="00D139AC"/>
    <w:rsid w:val="00D145E1"/>
    <w:rsid w:val="00D15754"/>
    <w:rsid w:val="00D16B85"/>
    <w:rsid w:val="00D21061"/>
    <w:rsid w:val="00D25DE4"/>
    <w:rsid w:val="00D31334"/>
    <w:rsid w:val="00D31E39"/>
    <w:rsid w:val="00D3252E"/>
    <w:rsid w:val="00D37B14"/>
    <w:rsid w:val="00D37B7C"/>
    <w:rsid w:val="00D4108E"/>
    <w:rsid w:val="00D44668"/>
    <w:rsid w:val="00D57BFB"/>
    <w:rsid w:val="00D60552"/>
    <w:rsid w:val="00D6163D"/>
    <w:rsid w:val="00D6259C"/>
    <w:rsid w:val="00D63423"/>
    <w:rsid w:val="00D64003"/>
    <w:rsid w:val="00D644D8"/>
    <w:rsid w:val="00D7297C"/>
    <w:rsid w:val="00D768E5"/>
    <w:rsid w:val="00D76F4E"/>
    <w:rsid w:val="00D80D98"/>
    <w:rsid w:val="00D831A3"/>
    <w:rsid w:val="00D846E7"/>
    <w:rsid w:val="00D84735"/>
    <w:rsid w:val="00D86B83"/>
    <w:rsid w:val="00D919BB"/>
    <w:rsid w:val="00D92F07"/>
    <w:rsid w:val="00D96121"/>
    <w:rsid w:val="00D97197"/>
    <w:rsid w:val="00D97BE3"/>
    <w:rsid w:val="00DA3711"/>
    <w:rsid w:val="00DB18F1"/>
    <w:rsid w:val="00DB1DCD"/>
    <w:rsid w:val="00DB1F04"/>
    <w:rsid w:val="00DB26D4"/>
    <w:rsid w:val="00DB49D3"/>
    <w:rsid w:val="00DB619A"/>
    <w:rsid w:val="00DC4DDB"/>
    <w:rsid w:val="00DC65C9"/>
    <w:rsid w:val="00DC6ED4"/>
    <w:rsid w:val="00DC6FD8"/>
    <w:rsid w:val="00DD2426"/>
    <w:rsid w:val="00DD46E3"/>
    <w:rsid w:val="00DD46F3"/>
    <w:rsid w:val="00DD5626"/>
    <w:rsid w:val="00DD67D4"/>
    <w:rsid w:val="00DE51A5"/>
    <w:rsid w:val="00DE56F2"/>
    <w:rsid w:val="00DE5ED5"/>
    <w:rsid w:val="00DE62C7"/>
    <w:rsid w:val="00DE6A35"/>
    <w:rsid w:val="00DF116D"/>
    <w:rsid w:val="00DF2592"/>
    <w:rsid w:val="00DF2782"/>
    <w:rsid w:val="00DF278F"/>
    <w:rsid w:val="00E01EA1"/>
    <w:rsid w:val="00E02C82"/>
    <w:rsid w:val="00E0482A"/>
    <w:rsid w:val="00E04FB7"/>
    <w:rsid w:val="00E11ACD"/>
    <w:rsid w:val="00E121A6"/>
    <w:rsid w:val="00E1257B"/>
    <w:rsid w:val="00E14966"/>
    <w:rsid w:val="00E16FF7"/>
    <w:rsid w:val="00E20430"/>
    <w:rsid w:val="00E20A97"/>
    <w:rsid w:val="00E22C30"/>
    <w:rsid w:val="00E26D68"/>
    <w:rsid w:val="00E328E1"/>
    <w:rsid w:val="00E32D44"/>
    <w:rsid w:val="00E4197C"/>
    <w:rsid w:val="00E437B0"/>
    <w:rsid w:val="00E44045"/>
    <w:rsid w:val="00E443A4"/>
    <w:rsid w:val="00E44AE0"/>
    <w:rsid w:val="00E4520D"/>
    <w:rsid w:val="00E470A7"/>
    <w:rsid w:val="00E523B9"/>
    <w:rsid w:val="00E5375F"/>
    <w:rsid w:val="00E54128"/>
    <w:rsid w:val="00E5555C"/>
    <w:rsid w:val="00E60B4C"/>
    <w:rsid w:val="00E618C4"/>
    <w:rsid w:val="00E628BC"/>
    <w:rsid w:val="00E665C3"/>
    <w:rsid w:val="00E66E9E"/>
    <w:rsid w:val="00E70789"/>
    <w:rsid w:val="00E7218A"/>
    <w:rsid w:val="00E73EEC"/>
    <w:rsid w:val="00E74868"/>
    <w:rsid w:val="00E7714F"/>
    <w:rsid w:val="00E84963"/>
    <w:rsid w:val="00E86144"/>
    <w:rsid w:val="00E86651"/>
    <w:rsid w:val="00E878EE"/>
    <w:rsid w:val="00E911EA"/>
    <w:rsid w:val="00E931D3"/>
    <w:rsid w:val="00E96957"/>
    <w:rsid w:val="00E97822"/>
    <w:rsid w:val="00E97E22"/>
    <w:rsid w:val="00EA0A81"/>
    <w:rsid w:val="00EA18ED"/>
    <w:rsid w:val="00EA26C4"/>
    <w:rsid w:val="00EA6EC7"/>
    <w:rsid w:val="00EB0647"/>
    <w:rsid w:val="00EB104F"/>
    <w:rsid w:val="00EB15FC"/>
    <w:rsid w:val="00EB2AD6"/>
    <w:rsid w:val="00EB2EF4"/>
    <w:rsid w:val="00EB464C"/>
    <w:rsid w:val="00EB46E5"/>
    <w:rsid w:val="00EB59AE"/>
    <w:rsid w:val="00EB5D4D"/>
    <w:rsid w:val="00EB756A"/>
    <w:rsid w:val="00EB7EE1"/>
    <w:rsid w:val="00EC097F"/>
    <w:rsid w:val="00EC10AE"/>
    <w:rsid w:val="00EC68A2"/>
    <w:rsid w:val="00ED0703"/>
    <w:rsid w:val="00ED14BD"/>
    <w:rsid w:val="00ED22A1"/>
    <w:rsid w:val="00ED5E40"/>
    <w:rsid w:val="00ED6360"/>
    <w:rsid w:val="00ED78D2"/>
    <w:rsid w:val="00EE2244"/>
    <w:rsid w:val="00EE3C5F"/>
    <w:rsid w:val="00EE5AAC"/>
    <w:rsid w:val="00EE5FE5"/>
    <w:rsid w:val="00EE7882"/>
    <w:rsid w:val="00EF1BE7"/>
    <w:rsid w:val="00EF3CB1"/>
    <w:rsid w:val="00EF66B9"/>
    <w:rsid w:val="00EF6CDE"/>
    <w:rsid w:val="00F012C4"/>
    <w:rsid w:val="00F016C7"/>
    <w:rsid w:val="00F05587"/>
    <w:rsid w:val="00F06156"/>
    <w:rsid w:val="00F107C7"/>
    <w:rsid w:val="00F11C9F"/>
    <w:rsid w:val="00F12DEC"/>
    <w:rsid w:val="00F1664F"/>
    <w:rsid w:val="00F1715C"/>
    <w:rsid w:val="00F17E8A"/>
    <w:rsid w:val="00F20DE3"/>
    <w:rsid w:val="00F21FAD"/>
    <w:rsid w:val="00F233B6"/>
    <w:rsid w:val="00F26A6C"/>
    <w:rsid w:val="00F310F8"/>
    <w:rsid w:val="00F31939"/>
    <w:rsid w:val="00F353AE"/>
    <w:rsid w:val="00F35939"/>
    <w:rsid w:val="00F36752"/>
    <w:rsid w:val="00F36BF4"/>
    <w:rsid w:val="00F40CD5"/>
    <w:rsid w:val="00F40E26"/>
    <w:rsid w:val="00F42313"/>
    <w:rsid w:val="00F44AC3"/>
    <w:rsid w:val="00F45607"/>
    <w:rsid w:val="00F45B1E"/>
    <w:rsid w:val="00F46000"/>
    <w:rsid w:val="00F4722B"/>
    <w:rsid w:val="00F54432"/>
    <w:rsid w:val="00F563A3"/>
    <w:rsid w:val="00F5694D"/>
    <w:rsid w:val="00F569C6"/>
    <w:rsid w:val="00F60757"/>
    <w:rsid w:val="00F62B13"/>
    <w:rsid w:val="00F659EB"/>
    <w:rsid w:val="00F7345A"/>
    <w:rsid w:val="00F74C1E"/>
    <w:rsid w:val="00F750EC"/>
    <w:rsid w:val="00F757ED"/>
    <w:rsid w:val="00F83CAE"/>
    <w:rsid w:val="00F85181"/>
    <w:rsid w:val="00F857C0"/>
    <w:rsid w:val="00F86BA6"/>
    <w:rsid w:val="00F9156D"/>
    <w:rsid w:val="00F93E20"/>
    <w:rsid w:val="00FA3A26"/>
    <w:rsid w:val="00FA401C"/>
    <w:rsid w:val="00FA4AA1"/>
    <w:rsid w:val="00FA727F"/>
    <w:rsid w:val="00FA7A7A"/>
    <w:rsid w:val="00FA7FD7"/>
    <w:rsid w:val="00FB0F16"/>
    <w:rsid w:val="00FB135C"/>
    <w:rsid w:val="00FB6342"/>
    <w:rsid w:val="00FC086A"/>
    <w:rsid w:val="00FC169F"/>
    <w:rsid w:val="00FC2E30"/>
    <w:rsid w:val="00FC6389"/>
    <w:rsid w:val="00FD0011"/>
    <w:rsid w:val="00FD0F2C"/>
    <w:rsid w:val="00FD1BC0"/>
    <w:rsid w:val="00FE4333"/>
    <w:rsid w:val="00FE6AEC"/>
    <w:rsid w:val="00FF1A83"/>
    <w:rsid w:val="00FF1B40"/>
    <w:rsid w:val="00FF2A62"/>
    <w:rsid w:val="00FF5E2F"/>
    <w:rsid w:val="00FF72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Odstavec1-4a">
    <w:name w:val="_Odstavec_1-4_(a)"/>
    <w:basedOn w:val="Odstavec1-1a"/>
    <w:qFormat/>
    <w:rsid w:val="00FA401C"/>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FA401C"/>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279613">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20896635">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A5FADC0-11FC-4929-819C-605570898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40</TotalTime>
  <Pages>51</Pages>
  <Words>22302</Words>
  <Characters>131586</Characters>
  <Application>Microsoft Office Word</Application>
  <DocSecurity>0</DocSecurity>
  <Lines>1096</Lines>
  <Paragraphs>307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18</cp:revision>
  <cp:lastPrinted>2021-11-09T09:00:00Z</cp:lastPrinted>
  <dcterms:created xsi:type="dcterms:W3CDTF">2022-02-24T08:23:00Z</dcterms:created>
  <dcterms:modified xsi:type="dcterms:W3CDTF">2022-02-25T14:40:00Z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